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AE9C2" w14:textId="0C48FA9D" w:rsidR="00B922C5" w:rsidRPr="008A6F92" w:rsidRDefault="00E671CF" w:rsidP="00B922C5">
      <w:pPr>
        <w:pStyle w:val="CoverTitle"/>
      </w:pPr>
      <w:bookmarkStart w:id="0" w:name="_Toc49934423"/>
      <w:bookmarkStart w:id="1" w:name="_Toc52377014"/>
      <w:bookmarkStart w:id="2" w:name="_Toc52378203"/>
      <w:bookmarkStart w:id="3" w:name="_Toc26439096"/>
      <w:bookmarkStart w:id="4" w:name="_Toc52793947"/>
      <w:bookmarkStart w:id="5" w:name="_Toc475968624"/>
      <w:bookmarkStart w:id="6" w:name="_Toc476139420"/>
      <w:bookmarkStart w:id="7" w:name="_Toc476564159"/>
      <w:bookmarkStart w:id="8" w:name="_Toc476564209"/>
      <w:bookmarkStart w:id="9" w:name="_Toc476756104"/>
      <w:bookmarkStart w:id="10" w:name="_Toc476925617"/>
      <w:r w:rsidRPr="00E671CF">
        <w:t>Local Swagger UI Setup Guide</w:t>
      </w:r>
    </w:p>
    <w:p w14:paraId="55F6BEDF" w14:textId="08B65A3C" w:rsidR="00B922C5" w:rsidRDefault="00B922C5" w:rsidP="00B922C5">
      <w:pPr>
        <w:pStyle w:val="CoverTitle"/>
      </w:pPr>
      <w:r w:rsidRPr="00C465A0">
        <w:t xml:space="preserve">Oracle Banking </w:t>
      </w:r>
      <w:r w:rsidR="00E671CF">
        <w:t>APIs</w:t>
      </w:r>
    </w:p>
    <w:p w14:paraId="7605538A" w14:textId="3963B5D2" w:rsidR="00B922C5" w:rsidRDefault="00B922C5" w:rsidP="00B922C5">
      <w:pPr>
        <w:pStyle w:val="CoverTitle"/>
      </w:pPr>
      <w:r w:rsidRPr="00C465A0">
        <w:t xml:space="preserve">Release </w:t>
      </w:r>
      <w:r>
        <w:t>2</w:t>
      </w:r>
      <w:r w:rsidR="008152A7">
        <w:t>1</w:t>
      </w:r>
      <w:r>
        <w:t>.</w:t>
      </w:r>
      <w:r w:rsidRPr="00C465A0">
        <w:t>1.0.0.0</w:t>
      </w:r>
    </w:p>
    <w:p w14:paraId="4562CFDE" w14:textId="77777777" w:rsidR="00B922C5" w:rsidRDefault="00B922C5" w:rsidP="00B922C5">
      <w:pPr>
        <w:pStyle w:val="CoverTitle"/>
      </w:pPr>
    </w:p>
    <w:p w14:paraId="7ACD3F80" w14:textId="6BD5A6CA" w:rsidR="00B922C5" w:rsidRDefault="00B922C5" w:rsidP="00B922C5">
      <w:pPr>
        <w:pStyle w:val="CoverTitle"/>
      </w:pPr>
      <w:r w:rsidRPr="00C465A0">
        <w:t xml:space="preserve">Part No. </w:t>
      </w:r>
      <w:r>
        <w:t>F</w:t>
      </w:r>
      <w:r w:rsidR="008152A7">
        <w:t>40800</w:t>
      </w:r>
      <w:r>
        <w:t>-01</w:t>
      </w:r>
    </w:p>
    <w:p w14:paraId="2F0A191F" w14:textId="77777777" w:rsidR="00B922C5" w:rsidRDefault="00B922C5" w:rsidP="00B922C5">
      <w:pPr>
        <w:pStyle w:val="CoverTitle"/>
      </w:pPr>
    </w:p>
    <w:p w14:paraId="31728B69" w14:textId="77777777" w:rsidR="00B922C5" w:rsidRDefault="00B922C5" w:rsidP="00B922C5">
      <w:pPr>
        <w:pStyle w:val="CoverTitle"/>
      </w:pPr>
    </w:p>
    <w:p w14:paraId="125B0A1F" w14:textId="77777777" w:rsidR="00B922C5" w:rsidRDefault="00B922C5" w:rsidP="00B922C5">
      <w:pPr>
        <w:pStyle w:val="CoverTitle"/>
      </w:pPr>
    </w:p>
    <w:p w14:paraId="49A00BF8" w14:textId="77777777" w:rsidR="00B922C5" w:rsidRDefault="00B922C5" w:rsidP="00B922C5">
      <w:pPr>
        <w:pStyle w:val="CoverTitle"/>
      </w:pPr>
    </w:p>
    <w:p w14:paraId="1BF81897" w14:textId="55EB6E6F" w:rsidR="00B922C5" w:rsidRPr="00C465A0" w:rsidRDefault="00B922C5" w:rsidP="00B922C5">
      <w:pPr>
        <w:pStyle w:val="CoverTitle"/>
      </w:pPr>
      <w:r>
        <w:t>May 202</w:t>
      </w:r>
      <w:r w:rsidR="008152A7">
        <w:t>1</w:t>
      </w:r>
      <w:r w:rsidRPr="00C465A0">
        <w:t xml:space="preserve"> </w:t>
      </w:r>
    </w:p>
    <w:p w14:paraId="17D41720" w14:textId="77777777" w:rsidR="00B922C5" w:rsidRPr="000841FB" w:rsidRDefault="00B922C5" w:rsidP="00B922C5">
      <w:pPr>
        <w:rPr>
          <w:rFonts w:cs="Arial"/>
          <w:i/>
          <w:color w:val="548DD4"/>
          <w:sz w:val="24"/>
        </w:rPr>
      </w:pPr>
    </w:p>
    <w:p w14:paraId="3E87D7EE" w14:textId="77777777" w:rsidR="00B922C5" w:rsidRPr="000841FB" w:rsidRDefault="00B922C5" w:rsidP="00B922C5">
      <w:pPr>
        <w:rPr>
          <w:rFonts w:cs="Arial"/>
          <w:i/>
          <w:color w:val="548DD4"/>
          <w:sz w:val="24"/>
        </w:rPr>
      </w:pPr>
    </w:p>
    <w:p w14:paraId="7C738CDD" w14:textId="77777777" w:rsidR="00B922C5" w:rsidRPr="000841FB" w:rsidRDefault="00B922C5" w:rsidP="00B922C5">
      <w:pPr>
        <w:rPr>
          <w:rFonts w:cs="Arial"/>
          <w:i/>
          <w:color w:val="548DD4"/>
          <w:sz w:val="24"/>
        </w:rPr>
      </w:pPr>
    </w:p>
    <w:p w14:paraId="77EFFE75" w14:textId="77777777" w:rsidR="00B922C5" w:rsidRPr="000841FB" w:rsidRDefault="00B922C5" w:rsidP="00B922C5">
      <w:pPr>
        <w:rPr>
          <w:rFonts w:cs="Arial"/>
          <w:i/>
          <w:color w:val="548DD4"/>
          <w:sz w:val="24"/>
        </w:rPr>
      </w:pPr>
    </w:p>
    <w:p w14:paraId="4D01B83A" w14:textId="77777777" w:rsidR="00B922C5" w:rsidRPr="000841FB" w:rsidRDefault="00B922C5" w:rsidP="00B922C5">
      <w:pPr>
        <w:rPr>
          <w:rFonts w:cs="Arial"/>
          <w:i/>
          <w:color w:val="548DD4"/>
          <w:sz w:val="24"/>
        </w:rPr>
      </w:pPr>
    </w:p>
    <w:p w14:paraId="56056E4C" w14:textId="77777777" w:rsidR="00B922C5" w:rsidRPr="000841FB" w:rsidRDefault="00B922C5" w:rsidP="00B922C5">
      <w:pPr>
        <w:rPr>
          <w:rFonts w:cs="Arial"/>
          <w:i/>
          <w:color w:val="548DD4"/>
          <w:sz w:val="24"/>
        </w:rPr>
      </w:pPr>
    </w:p>
    <w:p w14:paraId="296542A9" w14:textId="77777777" w:rsidR="00B922C5" w:rsidRPr="000841FB" w:rsidRDefault="00B922C5" w:rsidP="00B922C5">
      <w:pPr>
        <w:rPr>
          <w:rFonts w:cs="Arial"/>
          <w:i/>
          <w:color w:val="548DD4"/>
          <w:sz w:val="24"/>
        </w:rPr>
      </w:pPr>
    </w:p>
    <w:p w14:paraId="2CBB1A33" w14:textId="77777777" w:rsidR="00B922C5" w:rsidRPr="000841FB" w:rsidRDefault="00B922C5" w:rsidP="00B922C5">
      <w:pPr>
        <w:rPr>
          <w:rFonts w:cs="Arial"/>
          <w:i/>
          <w:color w:val="548DD4"/>
          <w:sz w:val="24"/>
        </w:rPr>
      </w:pPr>
    </w:p>
    <w:p w14:paraId="20E8D0F9" w14:textId="77777777" w:rsidR="00B922C5" w:rsidRPr="000841FB" w:rsidRDefault="00B922C5" w:rsidP="00B922C5">
      <w:pPr>
        <w:rPr>
          <w:rFonts w:cs="Arial"/>
          <w:i/>
          <w:color w:val="548DD4"/>
          <w:sz w:val="24"/>
        </w:rPr>
      </w:pPr>
    </w:p>
    <w:p w14:paraId="1EA5AE03" w14:textId="77777777" w:rsidR="00B922C5" w:rsidRDefault="00B922C5" w:rsidP="00B922C5">
      <w:pPr>
        <w:rPr>
          <w:rFonts w:cs="Arial"/>
          <w:i/>
          <w:color w:val="548DD4"/>
          <w:sz w:val="24"/>
        </w:rPr>
      </w:pPr>
    </w:p>
    <w:p w14:paraId="55115C7D" w14:textId="77777777" w:rsidR="00B922C5" w:rsidRDefault="00B922C5" w:rsidP="00B922C5">
      <w:pPr>
        <w:rPr>
          <w:rFonts w:cs="Arial"/>
          <w:i/>
          <w:color w:val="548DD4"/>
          <w:sz w:val="24"/>
        </w:rPr>
      </w:pPr>
    </w:p>
    <w:p w14:paraId="1616187B" w14:textId="77777777" w:rsidR="00B922C5" w:rsidRDefault="00B922C5" w:rsidP="00B922C5">
      <w:pPr>
        <w:rPr>
          <w:rFonts w:cs="Arial"/>
          <w:i/>
          <w:color w:val="548DD4"/>
          <w:sz w:val="24"/>
        </w:rPr>
      </w:pPr>
    </w:p>
    <w:p w14:paraId="68B5DDD4" w14:textId="77777777" w:rsidR="00B922C5" w:rsidRDefault="00B922C5" w:rsidP="00B922C5">
      <w:pPr>
        <w:rPr>
          <w:rFonts w:cs="Arial"/>
          <w:i/>
          <w:color w:val="548DD4"/>
          <w:sz w:val="24"/>
        </w:rPr>
      </w:pPr>
    </w:p>
    <w:p w14:paraId="240C023B" w14:textId="77777777" w:rsidR="00B922C5" w:rsidRDefault="00B922C5" w:rsidP="00B922C5">
      <w:pPr>
        <w:rPr>
          <w:rFonts w:cs="Arial"/>
          <w:i/>
          <w:color w:val="548DD4"/>
          <w:sz w:val="24"/>
        </w:rPr>
      </w:pPr>
    </w:p>
    <w:p w14:paraId="7BBE60B4" w14:textId="77777777" w:rsidR="00B922C5" w:rsidRPr="000841FB" w:rsidRDefault="00B922C5" w:rsidP="00B922C5">
      <w:pPr>
        <w:rPr>
          <w:rFonts w:cs="Arial"/>
          <w:i/>
          <w:color w:val="548DD4"/>
          <w:sz w:val="24"/>
        </w:rPr>
      </w:pPr>
    </w:p>
    <w:p w14:paraId="5190E056" w14:textId="77777777" w:rsidR="00B922C5" w:rsidRPr="000841FB" w:rsidRDefault="00B922C5" w:rsidP="00B922C5">
      <w:pPr>
        <w:rPr>
          <w:rFonts w:cs="Arial"/>
          <w:i/>
          <w:color w:val="548DD4"/>
          <w:sz w:val="24"/>
        </w:rPr>
      </w:pPr>
      <w:r>
        <w:rPr>
          <w:rFonts w:cs="Arial"/>
          <w:i/>
          <w:noProof/>
          <w:color w:val="548DD4"/>
          <w:sz w:val="24"/>
          <w:lang w:val="en-US"/>
        </w:rPr>
        <w:drawing>
          <wp:inline distT="0" distB="0" distL="0" distR="0" wp14:anchorId="241E8E5C" wp14:editId="43481A3E">
            <wp:extent cx="1323975" cy="171450"/>
            <wp:effectExtent l="19050" t="0" r="9525" b="0"/>
            <wp:docPr id="1"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8" cstate="print"/>
                    <a:srcRect/>
                    <a:stretch>
                      <a:fillRect/>
                    </a:stretch>
                  </pic:blipFill>
                  <pic:spPr bwMode="auto">
                    <a:xfrm>
                      <a:off x="0" y="0"/>
                      <a:ext cx="1323975" cy="171450"/>
                    </a:xfrm>
                    <a:prstGeom prst="rect">
                      <a:avLst/>
                    </a:prstGeom>
                    <a:noFill/>
                    <a:ln w="9525">
                      <a:noFill/>
                      <a:miter lim="800000"/>
                      <a:headEnd/>
                      <a:tailEnd/>
                    </a:ln>
                  </pic:spPr>
                </pic:pic>
              </a:graphicData>
            </a:graphic>
          </wp:inline>
        </w:drawing>
      </w:r>
      <w:r w:rsidRPr="000841FB">
        <w:rPr>
          <w:rFonts w:cs="Arial"/>
          <w:i/>
          <w:color w:val="548DD4"/>
          <w:sz w:val="24"/>
        </w:rPr>
        <w:br w:type="page"/>
      </w:r>
    </w:p>
    <w:p w14:paraId="3DFB2254" w14:textId="1A24F054" w:rsidR="00B922C5" w:rsidRDefault="00E671CF" w:rsidP="00B922C5">
      <w:pPr>
        <w:pStyle w:val="Disclaimer"/>
      </w:pPr>
      <w:r w:rsidRPr="00E671CF">
        <w:lastRenderedPageBreak/>
        <w:t>Local Swagger UI Setup Guide</w:t>
      </w:r>
    </w:p>
    <w:p w14:paraId="6660B73F" w14:textId="77777777" w:rsidR="00B922C5" w:rsidRPr="00404BDE" w:rsidRDefault="00B922C5" w:rsidP="00B922C5">
      <w:pPr>
        <w:pStyle w:val="Disclaimer"/>
      </w:pPr>
      <w:r>
        <w:t>May 2020</w:t>
      </w:r>
    </w:p>
    <w:p w14:paraId="2762D7B6" w14:textId="77777777" w:rsidR="00B922C5" w:rsidRPr="00404BDE" w:rsidRDefault="00B922C5" w:rsidP="00B922C5">
      <w:pPr>
        <w:pStyle w:val="Disclaimer"/>
      </w:pPr>
    </w:p>
    <w:p w14:paraId="15FA2335" w14:textId="77777777" w:rsidR="00B922C5" w:rsidRPr="00404BDE" w:rsidRDefault="00B922C5" w:rsidP="00B922C5">
      <w:pPr>
        <w:pStyle w:val="Disclaimer"/>
      </w:pPr>
      <w:r w:rsidRPr="00404BDE">
        <w:t xml:space="preserve">Oracle Financial Services Software Limited  </w:t>
      </w:r>
    </w:p>
    <w:p w14:paraId="382563AC" w14:textId="77777777" w:rsidR="00B922C5" w:rsidRPr="00404BDE" w:rsidRDefault="00B922C5" w:rsidP="00B922C5">
      <w:pPr>
        <w:pStyle w:val="Disclaimer"/>
      </w:pPr>
      <w:r w:rsidRPr="00404BDE">
        <w:t>Oracle Park</w:t>
      </w:r>
    </w:p>
    <w:p w14:paraId="0D6D98E6" w14:textId="77777777" w:rsidR="00B922C5" w:rsidRPr="00404BDE" w:rsidRDefault="00B922C5" w:rsidP="00B922C5">
      <w:pPr>
        <w:pStyle w:val="Disclaimer"/>
      </w:pPr>
      <w:r w:rsidRPr="00404BDE">
        <w:t>Off Western Express Highway</w:t>
      </w:r>
    </w:p>
    <w:p w14:paraId="408F7A1C" w14:textId="77777777" w:rsidR="00B922C5" w:rsidRPr="00404BDE" w:rsidRDefault="00B922C5" w:rsidP="00B922C5">
      <w:pPr>
        <w:pStyle w:val="Disclaimer"/>
        <w:tabs>
          <w:tab w:val="left" w:pos="3710"/>
        </w:tabs>
      </w:pPr>
      <w:r w:rsidRPr="00404BDE">
        <w:t>Goregaon (East)</w:t>
      </w:r>
      <w:r>
        <w:tab/>
      </w:r>
    </w:p>
    <w:p w14:paraId="5B4C53BF" w14:textId="77777777" w:rsidR="00B922C5" w:rsidRPr="00404BDE" w:rsidRDefault="00B922C5" w:rsidP="00B922C5">
      <w:pPr>
        <w:pStyle w:val="Disclaimer"/>
      </w:pPr>
      <w:r w:rsidRPr="00404BDE">
        <w:t xml:space="preserve">Mumbai, Maharashtra 400 063 </w:t>
      </w:r>
    </w:p>
    <w:p w14:paraId="1A359C7B" w14:textId="77777777" w:rsidR="00B922C5" w:rsidRPr="00404BDE" w:rsidRDefault="00B922C5" w:rsidP="00B922C5">
      <w:pPr>
        <w:pStyle w:val="Disclaimer"/>
      </w:pPr>
      <w:r w:rsidRPr="00404BDE">
        <w:t>India</w:t>
      </w:r>
    </w:p>
    <w:p w14:paraId="15C0E936" w14:textId="77777777" w:rsidR="00B922C5" w:rsidRPr="00404BDE" w:rsidRDefault="00B922C5" w:rsidP="00B922C5">
      <w:pPr>
        <w:pStyle w:val="Disclaimer"/>
      </w:pPr>
      <w:r w:rsidRPr="00404BDE">
        <w:t>Worldwide Inquiries:</w:t>
      </w:r>
    </w:p>
    <w:p w14:paraId="24BF7DE2" w14:textId="77777777" w:rsidR="00B922C5" w:rsidRPr="00404BDE" w:rsidRDefault="00B922C5" w:rsidP="00B922C5">
      <w:pPr>
        <w:pStyle w:val="Disclaimer"/>
      </w:pPr>
      <w:r w:rsidRPr="00404BDE">
        <w:t>Phone:  +91 22 6718 3000</w:t>
      </w:r>
    </w:p>
    <w:p w14:paraId="614D0298" w14:textId="77777777" w:rsidR="00B922C5" w:rsidRPr="00404BDE" w:rsidRDefault="00B922C5" w:rsidP="00B922C5">
      <w:pPr>
        <w:pStyle w:val="Disclaimer"/>
      </w:pPr>
      <w:r w:rsidRPr="00404BDE">
        <w:t>Fax:+91 22 6718 3001</w:t>
      </w:r>
    </w:p>
    <w:p w14:paraId="62696399" w14:textId="77777777" w:rsidR="00B922C5" w:rsidRPr="00E26F0D" w:rsidRDefault="006D3F10" w:rsidP="00B922C5">
      <w:pPr>
        <w:rPr>
          <w:rFonts w:cs="Arial"/>
          <w:noProof/>
          <w:sz w:val="16"/>
          <w:szCs w:val="16"/>
        </w:rPr>
      </w:pPr>
      <w:hyperlink r:id="rId9" w:history="1">
        <w:r w:rsidR="00B922C5" w:rsidRPr="00E26F0D">
          <w:rPr>
            <w:rStyle w:val="Hyperlink"/>
            <w:rFonts w:cs="Arial"/>
            <w:noProof/>
            <w:sz w:val="16"/>
            <w:szCs w:val="16"/>
          </w:rPr>
          <w:t>www.oracle.com/financialservices/</w:t>
        </w:r>
      </w:hyperlink>
    </w:p>
    <w:p w14:paraId="001ED162" w14:textId="4D6874D5" w:rsidR="00B922C5" w:rsidRPr="00404BDE" w:rsidRDefault="00B922C5" w:rsidP="00B922C5">
      <w:pPr>
        <w:pStyle w:val="Disclaimer"/>
      </w:pPr>
      <w:r w:rsidRPr="00CA66A5">
        <w:t xml:space="preserve">Copyright © </w:t>
      </w:r>
      <w:r>
        <w:t xml:space="preserve">2006, </w:t>
      </w:r>
      <w:r w:rsidRPr="00CA66A5">
        <w:t>20</w:t>
      </w:r>
      <w:r>
        <w:t>2</w:t>
      </w:r>
      <w:r w:rsidR="008152A7">
        <w:t>1</w:t>
      </w:r>
      <w:r w:rsidRPr="00CA66A5">
        <w:t>, Oracle and/or its affiliates.  All rights reserved.</w:t>
      </w:r>
      <w:r w:rsidRPr="00404BDE">
        <w:t> </w:t>
      </w:r>
    </w:p>
    <w:p w14:paraId="39534630" w14:textId="77777777" w:rsidR="00B922C5" w:rsidRPr="00404BDE" w:rsidRDefault="00B922C5" w:rsidP="00B922C5">
      <w:pPr>
        <w:pStyle w:val="Disclaimer"/>
      </w:pPr>
    </w:p>
    <w:p w14:paraId="4AB87202" w14:textId="77777777" w:rsidR="00B922C5" w:rsidRPr="00404BDE" w:rsidRDefault="00B922C5" w:rsidP="00B922C5">
      <w:pPr>
        <w:pStyle w:val="Disclaimer"/>
      </w:pPr>
      <w:r w:rsidRPr="00404BDE">
        <w:t>Oracle and Java are registered trademarks of Oracle and/or its affiliates. Other names may be trademarks of their respective owners.</w:t>
      </w:r>
    </w:p>
    <w:p w14:paraId="20FAA566" w14:textId="77777777" w:rsidR="00B922C5" w:rsidRPr="00404BDE" w:rsidRDefault="00B922C5" w:rsidP="00B922C5">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4AA7F865" w14:textId="77777777" w:rsidR="00B922C5" w:rsidRPr="00404BDE" w:rsidRDefault="00B922C5" w:rsidP="00B922C5">
      <w:pPr>
        <w:pStyle w:val="Disclaimer"/>
      </w:pPr>
    </w:p>
    <w:p w14:paraId="28F11954" w14:textId="77777777" w:rsidR="00B922C5" w:rsidRPr="00404BDE" w:rsidRDefault="00B922C5" w:rsidP="00B922C5">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44656ECD" w14:textId="77777777" w:rsidR="00B922C5" w:rsidRPr="00404BDE" w:rsidRDefault="00B922C5" w:rsidP="00B922C5">
      <w:pPr>
        <w:pStyle w:val="Disclaimer"/>
      </w:pPr>
    </w:p>
    <w:p w14:paraId="02588CA9" w14:textId="77777777" w:rsidR="00B922C5" w:rsidRPr="00404BDE" w:rsidRDefault="00B922C5" w:rsidP="00B922C5">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1A18EF3C" w14:textId="77777777" w:rsidR="00B922C5" w:rsidRPr="00404BDE" w:rsidRDefault="00B922C5" w:rsidP="00B922C5">
      <w:pPr>
        <w:pStyle w:val="Disclaimer"/>
      </w:pPr>
      <w:r w:rsidRPr="00404BDE">
        <w:t>The information contained herein is subject to change without notice and is not warranted to be error-free. If you find any errors, please report them to us in writing.</w:t>
      </w:r>
    </w:p>
    <w:p w14:paraId="499EA159" w14:textId="77777777" w:rsidR="00B922C5" w:rsidRPr="00404BDE" w:rsidRDefault="00B922C5" w:rsidP="00B922C5">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65A0A7ED" w14:textId="77777777" w:rsidR="00B922C5" w:rsidRDefault="00B922C5" w:rsidP="00B922C5">
      <w:pPr>
        <w:pStyle w:val="Disclaimer"/>
      </w:pPr>
      <w:r>
        <w:br w:type="page"/>
      </w:r>
    </w:p>
    <w:p w14:paraId="5F570BB5" w14:textId="77777777" w:rsidR="00B922C5" w:rsidRPr="00123248" w:rsidRDefault="00B922C5" w:rsidP="00B922C5">
      <w:pPr>
        <w:pStyle w:val="TOC"/>
      </w:pPr>
      <w:bookmarkStart w:id="11" w:name="_Toc339386230"/>
      <w:bookmarkStart w:id="12" w:name="_Toc434488129"/>
      <w:bookmarkStart w:id="13" w:name="_Toc449096767"/>
      <w:bookmarkStart w:id="14" w:name="_Toc463519108"/>
      <w:bookmarkStart w:id="15" w:name="_Toc471119161"/>
      <w:bookmarkStart w:id="16" w:name="_Toc476124643"/>
      <w:bookmarkStart w:id="17" w:name="_Toc38272591"/>
      <w:bookmarkStart w:id="18" w:name="_Toc52191947"/>
      <w:r>
        <w:lastRenderedPageBreak/>
        <w:t xml:space="preserve">Table of </w:t>
      </w:r>
      <w:r w:rsidRPr="002A323A">
        <w:t>Contents</w:t>
      </w:r>
    </w:p>
    <w:p w14:paraId="29690C13" w14:textId="77777777" w:rsidR="00B922C5" w:rsidRPr="000841FB" w:rsidRDefault="00B922C5" w:rsidP="00B922C5">
      <w:pPr>
        <w:rPr>
          <w:rFonts w:cs="Arial"/>
        </w:rPr>
      </w:pPr>
    </w:p>
    <w:p w14:paraId="7BCB2F72" w14:textId="14B0F9E5" w:rsidR="00E671CF" w:rsidRPr="00E671CF" w:rsidRDefault="00B922C5">
      <w:pPr>
        <w:pStyle w:val="TOC1"/>
        <w:tabs>
          <w:tab w:val="left" w:pos="400"/>
          <w:tab w:val="right" w:leader="dot" w:pos="9350"/>
        </w:tabs>
        <w:rPr>
          <w:rFonts w:ascii="Arial" w:eastAsiaTheme="minorEastAsia" w:hAnsi="Arial" w:cs="Arial"/>
          <w:b w:val="0"/>
          <w:bCs w:val="0"/>
          <w:noProof/>
          <w:sz w:val="22"/>
          <w:szCs w:val="22"/>
          <w:lang w:val="en-US"/>
        </w:rPr>
      </w:pPr>
      <w:r w:rsidRPr="00117220">
        <w:rPr>
          <w:rFonts w:ascii="Arial" w:hAnsi="Arial" w:cs="Arial"/>
          <w:bCs w:val="0"/>
          <w:noProof/>
          <w:color w:val="000000"/>
        </w:rPr>
        <w:fldChar w:fldCharType="begin"/>
      </w:r>
      <w:r w:rsidRPr="00117220">
        <w:rPr>
          <w:rFonts w:ascii="Arial" w:hAnsi="Arial" w:cs="Arial"/>
          <w:bCs w:val="0"/>
          <w:noProof/>
          <w:color w:val="000000"/>
        </w:rPr>
        <w:instrText xml:space="preserve"> TOC \h \z \t "Heading 1,1,Heading 2,2" </w:instrText>
      </w:r>
      <w:r w:rsidRPr="00117220">
        <w:rPr>
          <w:rFonts w:ascii="Arial" w:hAnsi="Arial" w:cs="Arial"/>
          <w:bCs w:val="0"/>
          <w:noProof/>
          <w:color w:val="000000"/>
        </w:rPr>
        <w:fldChar w:fldCharType="separate"/>
      </w:r>
      <w:hyperlink w:anchor="_Toc57716561" w:history="1">
        <w:r w:rsidR="00E671CF" w:rsidRPr="00E671CF">
          <w:rPr>
            <w:rStyle w:val="Hyperlink"/>
            <w:rFonts w:ascii="Arial" w:hAnsi="Arial" w:cs="Arial"/>
            <w:noProof/>
          </w:rPr>
          <w:t>1.</w:t>
        </w:r>
        <w:r w:rsidR="00E671CF" w:rsidRPr="00E671CF">
          <w:rPr>
            <w:rFonts w:ascii="Arial" w:eastAsiaTheme="minorEastAsia" w:hAnsi="Arial" w:cs="Arial"/>
            <w:b w:val="0"/>
            <w:bCs w:val="0"/>
            <w:noProof/>
            <w:sz w:val="22"/>
            <w:szCs w:val="22"/>
            <w:lang w:val="en-US"/>
          </w:rPr>
          <w:tab/>
        </w:r>
        <w:r w:rsidR="00E671CF" w:rsidRPr="00E671CF">
          <w:rPr>
            <w:rStyle w:val="Hyperlink"/>
            <w:rFonts w:ascii="Arial" w:hAnsi="Arial" w:cs="Arial"/>
            <w:noProof/>
          </w:rPr>
          <w:t>Preface</w:t>
        </w:r>
        <w:r w:rsidR="00E671CF" w:rsidRPr="00E671CF">
          <w:rPr>
            <w:rFonts w:ascii="Arial" w:hAnsi="Arial" w:cs="Arial"/>
            <w:noProof/>
            <w:webHidden/>
          </w:rPr>
          <w:tab/>
        </w:r>
        <w:r w:rsidR="00E671CF" w:rsidRPr="00E671CF">
          <w:rPr>
            <w:rFonts w:ascii="Arial" w:hAnsi="Arial" w:cs="Arial"/>
            <w:noProof/>
            <w:webHidden/>
          </w:rPr>
          <w:fldChar w:fldCharType="begin"/>
        </w:r>
        <w:r w:rsidR="00E671CF" w:rsidRPr="00E671CF">
          <w:rPr>
            <w:rFonts w:ascii="Arial" w:hAnsi="Arial" w:cs="Arial"/>
            <w:noProof/>
            <w:webHidden/>
          </w:rPr>
          <w:instrText xml:space="preserve"> PAGEREF _Toc57716561 \h </w:instrText>
        </w:r>
        <w:r w:rsidR="00E671CF" w:rsidRPr="00E671CF">
          <w:rPr>
            <w:rFonts w:ascii="Arial" w:hAnsi="Arial" w:cs="Arial"/>
            <w:noProof/>
            <w:webHidden/>
          </w:rPr>
        </w:r>
        <w:r w:rsidR="00E671CF" w:rsidRPr="00E671CF">
          <w:rPr>
            <w:rFonts w:ascii="Arial" w:hAnsi="Arial" w:cs="Arial"/>
            <w:noProof/>
            <w:webHidden/>
          </w:rPr>
          <w:fldChar w:fldCharType="separate"/>
        </w:r>
        <w:r w:rsidR="00E671CF" w:rsidRPr="00E671CF">
          <w:rPr>
            <w:rFonts w:ascii="Arial" w:hAnsi="Arial" w:cs="Arial"/>
            <w:noProof/>
            <w:webHidden/>
          </w:rPr>
          <w:t>1–4</w:t>
        </w:r>
        <w:r w:rsidR="00E671CF" w:rsidRPr="00E671CF">
          <w:rPr>
            <w:rFonts w:ascii="Arial" w:hAnsi="Arial" w:cs="Arial"/>
            <w:noProof/>
            <w:webHidden/>
          </w:rPr>
          <w:fldChar w:fldCharType="end"/>
        </w:r>
      </w:hyperlink>
    </w:p>
    <w:p w14:paraId="3CE82E89" w14:textId="57B875C6" w:rsidR="00E671CF" w:rsidRPr="00E671CF" w:rsidRDefault="006D3F10">
      <w:pPr>
        <w:pStyle w:val="TOC2"/>
        <w:tabs>
          <w:tab w:val="left" w:pos="800"/>
          <w:tab w:val="right" w:leader="dot" w:pos="9350"/>
        </w:tabs>
        <w:rPr>
          <w:rFonts w:ascii="Arial" w:eastAsiaTheme="minorEastAsia" w:hAnsi="Arial" w:cs="Arial"/>
          <w:i w:val="0"/>
          <w:iCs w:val="0"/>
          <w:noProof/>
          <w:sz w:val="22"/>
          <w:szCs w:val="22"/>
          <w:lang w:val="en-US"/>
        </w:rPr>
      </w:pPr>
      <w:hyperlink w:anchor="_Toc57716562" w:history="1">
        <w:r w:rsidR="00E671CF" w:rsidRPr="00E671CF">
          <w:rPr>
            <w:rStyle w:val="Hyperlink"/>
            <w:rFonts w:ascii="Arial" w:hAnsi="Arial" w:cs="Arial"/>
            <w:i w:val="0"/>
            <w:noProof/>
          </w:rPr>
          <w:t>1.1</w:t>
        </w:r>
        <w:r w:rsidR="00E671CF" w:rsidRPr="00E671CF">
          <w:rPr>
            <w:rFonts w:ascii="Arial" w:eastAsiaTheme="minorEastAsia" w:hAnsi="Arial" w:cs="Arial"/>
            <w:i w:val="0"/>
            <w:iCs w:val="0"/>
            <w:noProof/>
            <w:sz w:val="22"/>
            <w:szCs w:val="22"/>
            <w:lang w:val="en-US"/>
          </w:rPr>
          <w:tab/>
        </w:r>
        <w:r w:rsidR="00E671CF" w:rsidRPr="00E671CF">
          <w:rPr>
            <w:rStyle w:val="Hyperlink"/>
            <w:rFonts w:ascii="Arial" w:hAnsi="Arial" w:cs="Arial"/>
            <w:i w:val="0"/>
            <w:noProof/>
          </w:rPr>
          <w:t>Intended Audience</w:t>
        </w:r>
        <w:r w:rsidR="00E671CF" w:rsidRPr="00E671CF">
          <w:rPr>
            <w:rFonts w:ascii="Arial" w:hAnsi="Arial" w:cs="Arial"/>
            <w:i w:val="0"/>
            <w:noProof/>
            <w:webHidden/>
          </w:rPr>
          <w:tab/>
        </w:r>
        <w:r w:rsidR="00E671CF" w:rsidRPr="00E671CF">
          <w:rPr>
            <w:rFonts w:ascii="Arial" w:hAnsi="Arial" w:cs="Arial"/>
            <w:i w:val="0"/>
            <w:noProof/>
            <w:webHidden/>
          </w:rPr>
          <w:fldChar w:fldCharType="begin"/>
        </w:r>
        <w:r w:rsidR="00E671CF" w:rsidRPr="00E671CF">
          <w:rPr>
            <w:rFonts w:ascii="Arial" w:hAnsi="Arial" w:cs="Arial"/>
            <w:i w:val="0"/>
            <w:noProof/>
            <w:webHidden/>
          </w:rPr>
          <w:instrText xml:space="preserve"> PAGEREF _Toc57716562 \h </w:instrText>
        </w:r>
        <w:r w:rsidR="00E671CF" w:rsidRPr="00E671CF">
          <w:rPr>
            <w:rFonts w:ascii="Arial" w:hAnsi="Arial" w:cs="Arial"/>
            <w:i w:val="0"/>
            <w:noProof/>
            <w:webHidden/>
          </w:rPr>
        </w:r>
        <w:r w:rsidR="00E671CF" w:rsidRPr="00E671CF">
          <w:rPr>
            <w:rFonts w:ascii="Arial" w:hAnsi="Arial" w:cs="Arial"/>
            <w:i w:val="0"/>
            <w:noProof/>
            <w:webHidden/>
          </w:rPr>
          <w:fldChar w:fldCharType="separate"/>
        </w:r>
        <w:r w:rsidR="00E671CF" w:rsidRPr="00E671CF">
          <w:rPr>
            <w:rFonts w:ascii="Arial" w:hAnsi="Arial" w:cs="Arial"/>
            <w:i w:val="0"/>
            <w:noProof/>
            <w:webHidden/>
          </w:rPr>
          <w:t>1–4</w:t>
        </w:r>
        <w:r w:rsidR="00E671CF" w:rsidRPr="00E671CF">
          <w:rPr>
            <w:rFonts w:ascii="Arial" w:hAnsi="Arial" w:cs="Arial"/>
            <w:i w:val="0"/>
            <w:noProof/>
            <w:webHidden/>
          </w:rPr>
          <w:fldChar w:fldCharType="end"/>
        </w:r>
      </w:hyperlink>
    </w:p>
    <w:p w14:paraId="324E1D01" w14:textId="3F9F03FF" w:rsidR="00E671CF" w:rsidRPr="00E671CF" w:rsidRDefault="006D3F10">
      <w:pPr>
        <w:pStyle w:val="TOC2"/>
        <w:tabs>
          <w:tab w:val="left" w:pos="800"/>
          <w:tab w:val="right" w:leader="dot" w:pos="9350"/>
        </w:tabs>
        <w:rPr>
          <w:rFonts w:ascii="Arial" w:eastAsiaTheme="minorEastAsia" w:hAnsi="Arial" w:cs="Arial"/>
          <w:i w:val="0"/>
          <w:iCs w:val="0"/>
          <w:noProof/>
          <w:sz w:val="22"/>
          <w:szCs w:val="22"/>
          <w:lang w:val="en-US"/>
        </w:rPr>
      </w:pPr>
      <w:hyperlink w:anchor="_Toc57716563" w:history="1">
        <w:r w:rsidR="00E671CF" w:rsidRPr="00E671CF">
          <w:rPr>
            <w:rStyle w:val="Hyperlink"/>
            <w:rFonts w:ascii="Arial" w:hAnsi="Arial" w:cs="Arial"/>
            <w:i w:val="0"/>
            <w:noProof/>
          </w:rPr>
          <w:t>1.2</w:t>
        </w:r>
        <w:r w:rsidR="00E671CF" w:rsidRPr="00E671CF">
          <w:rPr>
            <w:rFonts w:ascii="Arial" w:eastAsiaTheme="minorEastAsia" w:hAnsi="Arial" w:cs="Arial"/>
            <w:i w:val="0"/>
            <w:iCs w:val="0"/>
            <w:noProof/>
            <w:sz w:val="22"/>
            <w:szCs w:val="22"/>
            <w:lang w:val="en-US"/>
          </w:rPr>
          <w:tab/>
        </w:r>
        <w:r w:rsidR="00E671CF" w:rsidRPr="00E671CF">
          <w:rPr>
            <w:rStyle w:val="Hyperlink"/>
            <w:rFonts w:ascii="Arial" w:hAnsi="Arial" w:cs="Arial"/>
            <w:i w:val="0"/>
            <w:noProof/>
          </w:rPr>
          <w:t>Documentation Accessibility</w:t>
        </w:r>
        <w:r w:rsidR="00E671CF" w:rsidRPr="00E671CF">
          <w:rPr>
            <w:rFonts w:ascii="Arial" w:hAnsi="Arial" w:cs="Arial"/>
            <w:i w:val="0"/>
            <w:noProof/>
            <w:webHidden/>
          </w:rPr>
          <w:tab/>
        </w:r>
        <w:r w:rsidR="00E671CF" w:rsidRPr="00E671CF">
          <w:rPr>
            <w:rFonts w:ascii="Arial" w:hAnsi="Arial" w:cs="Arial"/>
            <w:i w:val="0"/>
            <w:noProof/>
            <w:webHidden/>
          </w:rPr>
          <w:fldChar w:fldCharType="begin"/>
        </w:r>
        <w:r w:rsidR="00E671CF" w:rsidRPr="00E671CF">
          <w:rPr>
            <w:rFonts w:ascii="Arial" w:hAnsi="Arial" w:cs="Arial"/>
            <w:i w:val="0"/>
            <w:noProof/>
            <w:webHidden/>
          </w:rPr>
          <w:instrText xml:space="preserve"> PAGEREF _Toc57716563 \h </w:instrText>
        </w:r>
        <w:r w:rsidR="00E671CF" w:rsidRPr="00E671CF">
          <w:rPr>
            <w:rFonts w:ascii="Arial" w:hAnsi="Arial" w:cs="Arial"/>
            <w:i w:val="0"/>
            <w:noProof/>
            <w:webHidden/>
          </w:rPr>
        </w:r>
        <w:r w:rsidR="00E671CF" w:rsidRPr="00E671CF">
          <w:rPr>
            <w:rFonts w:ascii="Arial" w:hAnsi="Arial" w:cs="Arial"/>
            <w:i w:val="0"/>
            <w:noProof/>
            <w:webHidden/>
          </w:rPr>
          <w:fldChar w:fldCharType="separate"/>
        </w:r>
        <w:r w:rsidR="00E671CF" w:rsidRPr="00E671CF">
          <w:rPr>
            <w:rFonts w:ascii="Arial" w:hAnsi="Arial" w:cs="Arial"/>
            <w:i w:val="0"/>
            <w:noProof/>
            <w:webHidden/>
          </w:rPr>
          <w:t>1–4</w:t>
        </w:r>
        <w:r w:rsidR="00E671CF" w:rsidRPr="00E671CF">
          <w:rPr>
            <w:rFonts w:ascii="Arial" w:hAnsi="Arial" w:cs="Arial"/>
            <w:i w:val="0"/>
            <w:noProof/>
            <w:webHidden/>
          </w:rPr>
          <w:fldChar w:fldCharType="end"/>
        </w:r>
      </w:hyperlink>
    </w:p>
    <w:p w14:paraId="79BB8407" w14:textId="11540BFF" w:rsidR="00E671CF" w:rsidRPr="00E671CF" w:rsidRDefault="006D3F10">
      <w:pPr>
        <w:pStyle w:val="TOC2"/>
        <w:tabs>
          <w:tab w:val="left" w:pos="800"/>
          <w:tab w:val="right" w:leader="dot" w:pos="9350"/>
        </w:tabs>
        <w:rPr>
          <w:rFonts w:ascii="Arial" w:eastAsiaTheme="minorEastAsia" w:hAnsi="Arial" w:cs="Arial"/>
          <w:i w:val="0"/>
          <w:iCs w:val="0"/>
          <w:noProof/>
          <w:sz w:val="22"/>
          <w:szCs w:val="22"/>
          <w:lang w:val="en-US"/>
        </w:rPr>
      </w:pPr>
      <w:hyperlink w:anchor="_Toc57716564" w:history="1">
        <w:r w:rsidR="00E671CF" w:rsidRPr="00E671CF">
          <w:rPr>
            <w:rStyle w:val="Hyperlink"/>
            <w:rFonts w:ascii="Arial" w:hAnsi="Arial" w:cs="Arial"/>
            <w:i w:val="0"/>
            <w:noProof/>
          </w:rPr>
          <w:t>1.3</w:t>
        </w:r>
        <w:r w:rsidR="00E671CF" w:rsidRPr="00E671CF">
          <w:rPr>
            <w:rFonts w:ascii="Arial" w:eastAsiaTheme="minorEastAsia" w:hAnsi="Arial" w:cs="Arial"/>
            <w:i w:val="0"/>
            <w:iCs w:val="0"/>
            <w:noProof/>
            <w:sz w:val="22"/>
            <w:szCs w:val="22"/>
            <w:lang w:val="en-US"/>
          </w:rPr>
          <w:tab/>
        </w:r>
        <w:r w:rsidR="00E671CF" w:rsidRPr="00E671CF">
          <w:rPr>
            <w:rStyle w:val="Hyperlink"/>
            <w:rFonts w:ascii="Arial" w:hAnsi="Arial" w:cs="Arial"/>
            <w:i w:val="0"/>
            <w:noProof/>
          </w:rPr>
          <w:t>Access to Oracle Support</w:t>
        </w:r>
        <w:r w:rsidR="00E671CF" w:rsidRPr="00E671CF">
          <w:rPr>
            <w:rFonts w:ascii="Arial" w:hAnsi="Arial" w:cs="Arial"/>
            <w:i w:val="0"/>
            <w:noProof/>
            <w:webHidden/>
          </w:rPr>
          <w:tab/>
        </w:r>
        <w:r w:rsidR="00E671CF" w:rsidRPr="00E671CF">
          <w:rPr>
            <w:rFonts w:ascii="Arial" w:hAnsi="Arial" w:cs="Arial"/>
            <w:i w:val="0"/>
            <w:noProof/>
            <w:webHidden/>
          </w:rPr>
          <w:fldChar w:fldCharType="begin"/>
        </w:r>
        <w:r w:rsidR="00E671CF" w:rsidRPr="00E671CF">
          <w:rPr>
            <w:rFonts w:ascii="Arial" w:hAnsi="Arial" w:cs="Arial"/>
            <w:i w:val="0"/>
            <w:noProof/>
            <w:webHidden/>
          </w:rPr>
          <w:instrText xml:space="preserve"> PAGEREF _Toc57716564 \h </w:instrText>
        </w:r>
        <w:r w:rsidR="00E671CF" w:rsidRPr="00E671CF">
          <w:rPr>
            <w:rFonts w:ascii="Arial" w:hAnsi="Arial" w:cs="Arial"/>
            <w:i w:val="0"/>
            <w:noProof/>
            <w:webHidden/>
          </w:rPr>
        </w:r>
        <w:r w:rsidR="00E671CF" w:rsidRPr="00E671CF">
          <w:rPr>
            <w:rFonts w:ascii="Arial" w:hAnsi="Arial" w:cs="Arial"/>
            <w:i w:val="0"/>
            <w:noProof/>
            <w:webHidden/>
          </w:rPr>
          <w:fldChar w:fldCharType="separate"/>
        </w:r>
        <w:r w:rsidR="00E671CF" w:rsidRPr="00E671CF">
          <w:rPr>
            <w:rFonts w:ascii="Arial" w:hAnsi="Arial" w:cs="Arial"/>
            <w:i w:val="0"/>
            <w:noProof/>
            <w:webHidden/>
          </w:rPr>
          <w:t>1–4</w:t>
        </w:r>
        <w:r w:rsidR="00E671CF" w:rsidRPr="00E671CF">
          <w:rPr>
            <w:rFonts w:ascii="Arial" w:hAnsi="Arial" w:cs="Arial"/>
            <w:i w:val="0"/>
            <w:noProof/>
            <w:webHidden/>
          </w:rPr>
          <w:fldChar w:fldCharType="end"/>
        </w:r>
      </w:hyperlink>
    </w:p>
    <w:p w14:paraId="29C50A7D" w14:textId="50CF41E7" w:rsidR="00E671CF" w:rsidRPr="00E671CF" w:rsidRDefault="006D3F10">
      <w:pPr>
        <w:pStyle w:val="TOC2"/>
        <w:tabs>
          <w:tab w:val="left" w:pos="800"/>
          <w:tab w:val="right" w:leader="dot" w:pos="9350"/>
        </w:tabs>
        <w:rPr>
          <w:rFonts w:ascii="Arial" w:eastAsiaTheme="minorEastAsia" w:hAnsi="Arial" w:cs="Arial"/>
          <w:i w:val="0"/>
          <w:iCs w:val="0"/>
          <w:noProof/>
          <w:sz w:val="22"/>
          <w:szCs w:val="22"/>
          <w:lang w:val="en-US"/>
        </w:rPr>
      </w:pPr>
      <w:hyperlink w:anchor="_Toc57716565" w:history="1">
        <w:r w:rsidR="00E671CF" w:rsidRPr="00E671CF">
          <w:rPr>
            <w:rStyle w:val="Hyperlink"/>
            <w:rFonts w:ascii="Arial" w:hAnsi="Arial" w:cs="Arial"/>
            <w:i w:val="0"/>
            <w:noProof/>
          </w:rPr>
          <w:t>1.4</w:t>
        </w:r>
        <w:r w:rsidR="00E671CF" w:rsidRPr="00E671CF">
          <w:rPr>
            <w:rFonts w:ascii="Arial" w:eastAsiaTheme="minorEastAsia" w:hAnsi="Arial" w:cs="Arial"/>
            <w:i w:val="0"/>
            <w:iCs w:val="0"/>
            <w:noProof/>
            <w:sz w:val="22"/>
            <w:szCs w:val="22"/>
            <w:lang w:val="en-US"/>
          </w:rPr>
          <w:tab/>
        </w:r>
        <w:r w:rsidR="00E671CF" w:rsidRPr="00E671CF">
          <w:rPr>
            <w:rStyle w:val="Hyperlink"/>
            <w:rFonts w:ascii="Arial" w:hAnsi="Arial" w:cs="Arial"/>
            <w:i w:val="0"/>
            <w:noProof/>
          </w:rPr>
          <w:t>Structure</w:t>
        </w:r>
        <w:r w:rsidR="00E671CF" w:rsidRPr="00E671CF">
          <w:rPr>
            <w:rFonts w:ascii="Arial" w:hAnsi="Arial" w:cs="Arial"/>
            <w:i w:val="0"/>
            <w:noProof/>
            <w:webHidden/>
          </w:rPr>
          <w:tab/>
        </w:r>
        <w:r w:rsidR="00E671CF" w:rsidRPr="00E671CF">
          <w:rPr>
            <w:rFonts w:ascii="Arial" w:hAnsi="Arial" w:cs="Arial"/>
            <w:i w:val="0"/>
            <w:noProof/>
            <w:webHidden/>
          </w:rPr>
          <w:fldChar w:fldCharType="begin"/>
        </w:r>
        <w:r w:rsidR="00E671CF" w:rsidRPr="00E671CF">
          <w:rPr>
            <w:rFonts w:ascii="Arial" w:hAnsi="Arial" w:cs="Arial"/>
            <w:i w:val="0"/>
            <w:noProof/>
            <w:webHidden/>
          </w:rPr>
          <w:instrText xml:space="preserve"> PAGEREF _Toc57716565 \h </w:instrText>
        </w:r>
        <w:r w:rsidR="00E671CF" w:rsidRPr="00E671CF">
          <w:rPr>
            <w:rFonts w:ascii="Arial" w:hAnsi="Arial" w:cs="Arial"/>
            <w:i w:val="0"/>
            <w:noProof/>
            <w:webHidden/>
          </w:rPr>
        </w:r>
        <w:r w:rsidR="00E671CF" w:rsidRPr="00E671CF">
          <w:rPr>
            <w:rFonts w:ascii="Arial" w:hAnsi="Arial" w:cs="Arial"/>
            <w:i w:val="0"/>
            <w:noProof/>
            <w:webHidden/>
          </w:rPr>
          <w:fldChar w:fldCharType="separate"/>
        </w:r>
        <w:r w:rsidR="00E671CF" w:rsidRPr="00E671CF">
          <w:rPr>
            <w:rFonts w:ascii="Arial" w:hAnsi="Arial" w:cs="Arial"/>
            <w:i w:val="0"/>
            <w:noProof/>
            <w:webHidden/>
          </w:rPr>
          <w:t>1–4</w:t>
        </w:r>
        <w:r w:rsidR="00E671CF" w:rsidRPr="00E671CF">
          <w:rPr>
            <w:rFonts w:ascii="Arial" w:hAnsi="Arial" w:cs="Arial"/>
            <w:i w:val="0"/>
            <w:noProof/>
            <w:webHidden/>
          </w:rPr>
          <w:fldChar w:fldCharType="end"/>
        </w:r>
      </w:hyperlink>
    </w:p>
    <w:p w14:paraId="07302053" w14:textId="61561600" w:rsidR="00E671CF" w:rsidRPr="00E671CF" w:rsidRDefault="006D3F10">
      <w:pPr>
        <w:pStyle w:val="TOC2"/>
        <w:tabs>
          <w:tab w:val="left" w:pos="800"/>
          <w:tab w:val="right" w:leader="dot" w:pos="9350"/>
        </w:tabs>
        <w:rPr>
          <w:rFonts w:ascii="Arial" w:eastAsiaTheme="minorEastAsia" w:hAnsi="Arial" w:cs="Arial"/>
          <w:i w:val="0"/>
          <w:iCs w:val="0"/>
          <w:noProof/>
          <w:sz w:val="22"/>
          <w:szCs w:val="22"/>
          <w:lang w:val="en-US"/>
        </w:rPr>
      </w:pPr>
      <w:hyperlink w:anchor="_Toc57716566" w:history="1">
        <w:r w:rsidR="00E671CF" w:rsidRPr="00E671CF">
          <w:rPr>
            <w:rStyle w:val="Hyperlink"/>
            <w:rFonts w:ascii="Arial" w:hAnsi="Arial" w:cs="Arial"/>
            <w:i w:val="0"/>
            <w:noProof/>
          </w:rPr>
          <w:t>1.5</w:t>
        </w:r>
        <w:r w:rsidR="00E671CF" w:rsidRPr="00E671CF">
          <w:rPr>
            <w:rFonts w:ascii="Arial" w:eastAsiaTheme="minorEastAsia" w:hAnsi="Arial" w:cs="Arial"/>
            <w:i w:val="0"/>
            <w:iCs w:val="0"/>
            <w:noProof/>
            <w:sz w:val="22"/>
            <w:szCs w:val="22"/>
            <w:lang w:val="en-US"/>
          </w:rPr>
          <w:tab/>
        </w:r>
        <w:r w:rsidR="00E671CF" w:rsidRPr="00E671CF">
          <w:rPr>
            <w:rStyle w:val="Hyperlink"/>
            <w:rFonts w:ascii="Arial" w:hAnsi="Arial" w:cs="Arial"/>
            <w:i w:val="0"/>
            <w:noProof/>
          </w:rPr>
          <w:t>Related Information Sources</w:t>
        </w:r>
        <w:r w:rsidR="00E671CF" w:rsidRPr="00E671CF">
          <w:rPr>
            <w:rFonts w:ascii="Arial" w:hAnsi="Arial" w:cs="Arial"/>
            <w:i w:val="0"/>
            <w:noProof/>
            <w:webHidden/>
          </w:rPr>
          <w:tab/>
        </w:r>
        <w:r w:rsidR="00E671CF" w:rsidRPr="00E671CF">
          <w:rPr>
            <w:rFonts w:ascii="Arial" w:hAnsi="Arial" w:cs="Arial"/>
            <w:i w:val="0"/>
            <w:noProof/>
            <w:webHidden/>
          </w:rPr>
          <w:fldChar w:fldCharType="begin"/>
        </w:r>
        <w:r w:rsidR="00E671CF" w:rsidRPr="00E671CF">
          <w:rPr>
            <w:rFonts w:ascii="Arial" w:hAnsi="Arial" w:cs="Arial"/>
            <w:i w:val="0"/>
            <w:noProof/>
            <w:webHidden/>
          </w:rPr>
          <w:instrText xml:space="preserve"> PAGEREF _Toc57716566 \h </w:instrText>
        </w:r>
        <w:r w:rsidR="00E671CF" w:rsidRPr="00E671CF">
          <w:rPr>
            <w:rFonts w:ascii="Arial" w:hAnsi="Arial" w:cs="Arial"/>
            <w:i w:val="0"/>
            <w:noProof/>
            <w:webHidden/>
          </w:rPr>
        </w:r>
        <w:r w:rsidR="00E671CF" w:rsidRPr="00E671CF">
          <w:rPr>
            <w:rFonts w:ascii="Arial" w:hAnsi="Arial" w:cs="Arial"/>
            <w:i w:val="0"/>
            <w:noProof/>
            <w:webHidden/>
          </w:rPr>
          <w:fldChar w:fldCharType="separate"/>
        </w:r>
        <w:r w:rsidR="00E671CF" w:rsidRPr="00E671CF">
          <w:rPr>
            <w:rFonts w:ascii="Arial" w:hAnsi="Arial" w:cs="Arial"/>
            <w:i w:val="0"/>
            <w:noProof/>
            <w:webHidden/>
          </w:rPr>
          <w:t>1–4</w:t>
        </w:r>
        <w:r w:rsidR="00E671CF" w:rsidRPr="00E671CF">
          <w:rPr>
            <w:rFonts w:ascii="Arial" w:hAnsi="Arial" w:cs="Arial"/>
            <w:i w:val="0"/>
            <w:noProof/>
            <w:webHidden/>
          </w:rPr>
          <w:fldChar w:fldCharType="end"/>
        </w:r>
      </w:hyperlink>
    </w:p>
    <w:p w14:paraId="1397318A" w14:textId="77777777" w:rsidR="00E671CF" w:rsidRDefault="006D3F10">
      <w:pPr>
        <w:pStyle w:val="TOC1"/>
        <w:tabs>
          <w:tab w:val="left" w:pos="400"/>
          <w:tab w:val="right" w:leader="dot" w:pos="9350"/>
        </w:tabs>
        <w:rPr>
          <w:rStyle w:val="Hyperlink"/>
          <w:noProof/>
        </w:rPr>
        <w:sectPr w:rsidR="00E671CF" w:rsidSect="00492A77">
          <w:pgSz w:w="12240" w:h="15840"/>
          <w:pgMar w:top="1440" w:right="1440" w:bottom="1440" w:left="1440" w:header="720" w:footer="720" w:gutter="0"/>
          <w:pgNumType w:start="1" w:chapStyle="1" w:chapSep="enDash"/>
          <w:cols w:space="720"/>
          <w:docGrid w:linePitch="360"/>
        </w:sectPr>
      </w:pPr>
      <w:hyperlink w:anchor="_Toc57716567" w:history="1">
        <w:r w:rsidR="00E671CF" w:rsidRPr="00E671CF">
          <w:rPr>
            <w:rStyle w:val="Hyperlink"/>
            <w:rFonts w:ascii="Arial" w:hAnsi="Arial" w:cs="Arial"/>
            <w:noProof/>
          </w:rPr>
          <w:t>2.</w:t>
        </w:r>
        <w:r w:rsidR="00E671CF" w:rsidRPr="00E671CF">
          <w:rPr>
            <w:rFonts w:ascii="Arial" w:eastAsiaTheme="minorEastAsia" w:hAnsi="Arial" w:cs="Arial"/>
            <w:b w:val="0"/>
            <w:bCs w:val="0"/>
            <w:noProof/>
            <w:sz w:val="22"/>
            <w:szCs w:val="22"/>
            <w:lang w:val="en-US"/>
          </w:rPr>
          <w:tab/>
        </w:r>
        <w:r w:rsidR="00E671CF" w:rsidRPr="00E671CF">
          <w:rPr>
            <w:rStyle w:val="Hyperlink"/>
            <w:rFonts w:ascii="Arial" w:hAnsi="Arial" w:cs="Arial"/>
            <w:noProof/>
          </w:rPr>
          <w:t>Guide For Hosting Swagger UI Locally</w:t>
        </w:r>
        <w:r w:rsidR="00E671CF" w:rsidRPr="00E671CF">
          <w:rPr>
            <w:rFonts w:ascii="Arial" w:hAnsi="Arial" w:cs="Arial"/>
            <w:noProof/>
            <w:webHidden/>
          </w:rPr>
          <w:tab/>
        </w:r>
        <w:r w:rsidR="00E671CF" w:rsidRPr="00E671CF">
          <w:rPr>
            <w:rFonts w:ascii="Arial" w:hAnsi="Arial" w:cs="Arial"/>
            <w:noProof/>
            <w:webHidden/>
          </w:rPr>
          <w:fldChar w:fldCharType="begin"/>
        </w:r>
        <w:r w:rsidR="00E671CF" w:rsidRPr="00E671CF">
          <w:rPr>
            <w:rFonts w:ascii="Arial" w:hAnsi="Arial" w:cs="Arial"/>
            <w:noProof/>
            <w:webHidden/>
          </w:rPr>
          <w:instrText xml:space="preserve"> PAGEREF _Toc57716567 \h </w:instrText>
        </w:r>
        <w:r w:rsidR="00E671CF" w:rsidRPr="00E671CF">
          <w:rPr>
            <w:rFonts w:ascii="Arial" w:hAnsi="Arial" w:cs="Arial"/>
            <w:noProof/>
            <w:webHidden/>
          </w:rPr>
        </w:r>
        <w:r w:rsidR="00E671CF" w:rsidRPr="00E671CF">
          <w:rPr>
            <w:rFonts w:ascii="Arial" w:hAnsi="Arial" w:cs="Arial"/>
            <w:noProof/>
            <w:webHidden/>
          </w:rPr>
          <w:fldChar w:fldCharType="separate"/>
        </w:r>
        <w:r w:rsidR="00E671CF" w:rsidRPr="00E671CF">
          <w:rPr>
            <w:rFonts w:ascii="Arial" w:hAnsi="Arial" w:cs="Arial"/>
            <w:noProof/>
            <w:webHidden/>
          </w:rPr>
          <w:t>2–1</w:t>
        </w:r>
        <w:r w:rsidR="00E671CF" w:rsidRPr="00E671CF">
          <w:rPr>
            <w:rFonts w:ascii="Arial" w:hAnsi="Arial" w:cs="Arial"/>
            <w:noProof/>
            <w:webHidden/>
          </w:rPr>
          <w:fldChar w:fldCharType="end"/>
        </w:r>
      </w:hyperlink>
    </w:p>
    <w:p w14:paraId="02045C51" w14:textId="0AF889CD" w:rsidR="00B922C5" w:rsidRPr="00135D4F" w:rsidRDefault="00B922C5" w:rsidP="00117220">
      <w:pPr>
        <w:pStyle w:val="Heading1"/>
        <w:spacing w:beforeLines="120" w:before="288" w:afterLines="120" w:after="288"/>
      </w:pPr>
      <w:r w:rsidRPr="00117220">
        <w:rPr>
          <w:rFonts w:cs="Arial"/>
          <w:bCs/>
          <w:caps/>
          <w:noProof/>
          <w:color w:val="000000"/>
          <w:sz w:val="20"/>
          <w:lang w:val="en-GB"/>
        </w:rPr>
        <w:lastRenderedPageBreak/>
        <w:fldChar w:fldCharType="end"/>
      </w:r>
      <w:bookmarkStart w:id="19" w:name="_Toc57716561"/>
      <w:r w:rsidRPr="002F533B">
        <w:t>Preface</w:t>
      </w:r>
      <w:bookmarkEnd w:id="11"/>
      <w:bookmarkEnd w:id="12"/>
      <w:bookmarkEnd w:id="13"/>
      <w:bookmarkEnd w:id="14"/>
      <w:bookmarkEnd w:id="15"/>
      <w:bookmarkEnd w:id="16"/>
      <w:bookmarkEnd w:id="17"/>
      <w:bookmarkEnd w:id="18"/>
      <w:bookmarkEnd w:id="19"/>
      <w:r w:rsidRPr="00163FA3">
        <w:t xml:space="preserve"> </w:t>
      </w:r>
    </w:p>
    <w:p w14:paraId="7C5641B3" w14:textId="77777777" w:rsidR="00B922C5" w:rsidRPr="00135D4F" w:rsidRDefault="00B922C5" w:rsidP="00B922C5">
      <w:pPr>
        <w:pStyle w:val="Heading2"/>
      </w:pPr>
      <w:bookmarkStart w:id="20" w:name="_Toc388274258"/>
      <w:bookmarkStart w:id="21" w:name="_Toc38272592"/>
      <w:bookmarkStart w:id="22" w:name="_Toc57716562"/>
      <w:r w:rsidRPr="002F533B">
        <w:t>Intended</w:t>
      </w:r>
      <w:r w:rsidRPr="00135D4F">
        <w:t xml:space="preserve"> Audience</w:t>
      </w:r>
      <w:bookmarkEnd w:id="20"/>
      <w:bookmarkEnd w:id="21"/>
      <w:bookmarkEnd w:id="22"/>
    </w:p>
    <w:p w14:paraId="14236BAA" w14:textId="77777777" w:rsidR="00B922C5" w:rsidRPr="00135D4F" w:rsidRDefault="00B922C5" w:rsidP="00B922C5">
      <w:pPr>
        <w:pStyle w:val="pBodyParagraph"/>
        <w:rPr>
          <w:i/>
          <w:color w:val="548DD4"/>
        </w:rPr>
      </w:pPr>
      <w:r w:rsidRPr="00135D4F">
        <w:t>This document is intended for the following audience</w:t>
      </w:r>
      <w:r w:rsidRPr="00135D4F">
        <w:rPr>
          <w:i/>
          <w:color w:val="548DD4"/>
        </w:rPr>
        <w:t>:</w:t>
      </w:r>
    </w:p>
    <w:p w14:paraId="2DE61813" w14:textId="77777777" w:rsidR="00B922C5" w:rsidRPr="00B6442A" w:rsidRDefault="00B922C5" w:rsidP="00B922C5">
      <w:pPr>
        <w:pStyle w:val="liListbullet"/>
        <w:keepLines w:val="0"/>
        <w:ind w:left="1170" w:hanging="420"/>
      </w:pPr>
      <w:r w:rsidRPr="00B6442A">
        <w:t>Customers</w:t>
      </w:r>
    </w:p>
    <w:p w14:paraId="6F365708" w14:textId="77777777" w:rsidR="00B922C5" w:rsidRPr="00B6442A" w:rsidRDefault="00B922C5" w:rsidP="00B922C5">
      <w:pPr>
        <w:pStyle w:val="liListbullet"/>
        <w:keepLines w:val="0"/>
        <w:ind w:left="1170" w:hanging="420"/>
      </w:pPr>
      <w:r w:rsidRPr="00B6442A">
        <w:t>Partners</w:t>
      </w:r>
    </w:p>
    <w:p w14:paraId="12B5CEB6" w14:textId="77777777" w:rsidR="00B922C5" w:rsidRPr="00D35623" w:rsidRDefault="00B922C5" w:rsidP="00B922C5">
      <w:pPr>
        <w:pStyle w:val="Heading2"/>
      </w:pPr>
      <w:bookmarkStart w:id="23" w:name="_Toc388274259"/>
      <w:bookmarkStart w:id="24" w:name="_Toc38272593"/>
      <w:bookmarkStart w:id="25" w:name="_Toc57716563"/>
      <w:r w:rsidRPr="00135D4F">
        <w:t>Documentation Accessibility</w:t>
      </w:r>
      <w:bookmarkEnd w:id="23"/>
      <w:bookmarkEnd w:id="24"/>
      <w:bookmarkEnd w:id="25"/>
    </w:p>
    <w:p w14:paraId="63C7D8E2" w14:textId="77777777" w:rsidR="00B922C5" w:rsidRDefault="00B922C5" w:rsidP="00B922C5">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t>
      </w:r>
      <w:r w:rsidRPr="00B6442A">
        <w:t>website</w:t>
      </w:r>
      <w:r w:rsidRPr="00135D4F">
        <w:t xml:space="preserve"> at </w:t>
      </w:r>
      <w:hyperlink r:id="rId10" w:history="1">
        <w:r w:rsidRPr="00552760">
          <w:rPr>
            <w:rStyle w:val="Hyperlink"/>
            <w:rFonts w:cs="Arial"/>
          </w:rPr>
          <w:t>http://www.oracle.com/pls/topic/lookup?ctx=acc&amp;id=docacc</w:t>
        </w:r>
      </w:hyperlink>
      <w:r>
        <w:rPr>
          <w:rStyle w:val="Hyperlink"/>
          <w:rFonts w:ascii="Calibri" w:hAnsi="Calibri"/>
          <w:sz w:val="22"/>
        </w:rPr>
        <w:t>.</w:t>
      </w:r>
    </w:p>
    <w:p w14:paraId="04D83BDC" w14:textId="77777777" w:rsidR="00B922C5" w:rsidRDefault="00B922C5" w:rsidP="00B922C5">
      <w:pPr>
        <w:pStyle w:val="Heading2"/>
      </w:pPr>
      <w:bookmarkStart w:id="26" w:name="_Toc38272594"/>
      <w:bookmarkStart w:id="27" w:name="_Toc57716564"/>
      <w:r>
        <w:t xml:space="preserve">Access to Oracle </w:t>
      </w:r>
      <w:r w:rsidRPr="001E3FB9">
        <w:t>Support</w:t>
      </w:r>
      <w:bookmarkEnd w:id="26"/>
      <w:bookmarkEnd w:id="27"/>
    </w:p>
    <w:p w14:paraId="767D0DA8" w14:textId="77777777" w:rsidR="00B922C5" w:rsidRDefault="00B922C5" w:rsidP="00B922C5">
      <w:pPr>
        <w:pStyle w:val="pBodyParagraph"/>
        <w:spacing w:before="120"/>
      </w:pPr>
      <w:r>
        <w:t xml:space="preserve">Oracle </w:t>
      </w:r>
      <w:r w:rsidRPr="001E3FB9">
        <w:t>customers</w:t>
      </w:r>
      <w:r>
        <w:t xml:space="preserve"> have access to electronic support through My Oracle Support. For </w:t>
      </w:r>
      <w:r w:rsidRPr="00F81C3F">
        <w:t>information</w:t>
      </w:r>
      <w:r>
        <w:t xml:space="preserve">, visit </w:t>
      </w:r>
    </w:p>
    <w:p w14:paraId="3681E2B6" w14:textId="77777777" w:rsidR="00B922C5" w:rsidRDefault="00B922C5" w:rsidP="00B922C5">
      <w:pPr>
        <w:pStyle w:val="pBodyParagraph"/>
        <w:spacing w:before="120"/>
        <w:jc w:val="left"/>
      </w:pPr>
      <w:r w:rsidRPr="00843C88">
        <w:rPr>
          <w:rStyle w:val="Hyperlink"/>
          <w:rFonts w:eastAsiaTheme="minorEastAsia"/>
        </w:rPr>
        <w:t>http://www.oracle.com/pls/topic/lookup?ctx=acc&amp;id=info</w:t>
      </w:r>
      <w:r>
        <w:t xml:space="preserve"> </w:t>
      </w:r>
      <w:r w:rsidRPr="00F81C3F">
        <w:t>or</w:t>
      </w:r>
      <w:r>
        <w:t xml:space="preserve"> visit</w:t>
      </w:r>
    </w:p>
    <w:p w14:paraId="2FE3438C" w14:textId="77777777" w:rsidR="00B922C5" w:rsidRPr="00F81C3F" w:rsidRDefault="00B922C5" w:rsidP="00B922C5">
      <w:pPr>
        <w:pStyle w:val="pBodyParagraph"/>
        <w:spacing w:before="120"/>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14:paraId="3CA32D1F" w14:textId="77777777" w:rsidR="00B922C5" w:rsidRPr="00135D4F" w:rsidRDefault="00B922C5" w:rsidP="00B922C5">
      <w:pPr>
        <w:pStyle w:val="Heading2"/>
      </w:pPr>
      <w:bookmarkStart w:id="28" w:name="_Toc388274261"/>
      <w:bookmarkStart w:id="29" w:name="_Toc38272595"/>
      <w:bookmarkStart w:id="30" w:name="_Toc57716565"/>
      <w:r w:rsidRPr="00135D4F">
        <w:t>Structure</w:t>
      </w:r>
      <w:bookmarkEnd w:id="28"/>
      <w:bookmarkEnd w:id="29"/>
      <w:bookmarkEnd w:id="30"/>
    </w:p>
    <w:p w14:paraId="5B06E13E" w14:textId="77777777" w:rsidR="00B922C5" w:rsidRPr="00135D4F" w:rsidRDefault="00B922C5" w:rsidP="00B922C5">
      <w:pPr>
        <w:pStyle w:val="pBodyParagraph"/>
        <w:spacing w:before="120"/>
      </w:pPr>
      <w:r w:rsidRPr="00135D4F">
        <w:t>This manual is organized into the following categories:</w:t>
      </w:r>
    </w:p>
    <w:p w14:paraId="6D3BFBE6" w14:textId="77777777" w:rsidR="00D340D0" w:rsidRPr="00D340D0" w:rsidRDefault="00D340D0" w:rsidP="00D340D0">
      <w:pPr>
        <w:pStyle w:val="pBodyParagraph"/>
        <w:spacing w:before="120"/>
      </w:pPr>
      <w:r w:rsidRPr="00D340D0">
        <w:t>Preface gives information on the intended audience. It also describes the overall structure of the User Manual.</w:t>
      </w:r>
    </w:p>
    <w:p w14:paraId="7FA00A0B" w14:textId="0300E230" w:rsidR="00D340D0" w:rsidRDefault="00D340D0" w:rsidP="00F17C80">
      <w:pPr>
        <w:pStyle w:val="pBodyParagraph"/>
        <w:spacing w:before="120"/>
      </w:pPr>
      <w:r w:rsidRPr="00D340D0">
        <w:t>The subsequent chapters describes following details:</w:t>
      </w:r>
    </w:p>
    <w:p w14:paraId="02E571BE" w14:textId="1A7D2621" w:rsidR="0012099E" w:rsidRDefault="0012099E" w:rsidP="00FC1D7B">
      <w:pPr>
        <w:pStyle w:val="liListbullet"/>
        <w:keepLines w:val="0"/>
        <w:numPr>
          <w:ilvl w:val="0"/>
          <w:numId w:val="28"/>
        </w:numPr>
        <w:ind w:left="1170" w:hanging="420"/>
      </w:pPr>
      <w:r>
        <w:t>Introduction</w:t>
      </w:r>
    </w:p>
    <w:p w14:paraId="3E83E3AB" w14:textId="77777777" w:rsidR="00D340D0" w:rsidRPr="001E0DC6" w:rsidRDefault="00D340D0" w:rsidP="00D340D0">
      <w:pPr>
        <w:pStyle w:val="liListbullet"/>
        <w:keepLines w:val="0"/>
        <w:ind w:left="1170" w:hanging="420"/>
      </w:pPr>
      <w:r w:rsidRPr="001E0DC6">
        <w:t xml:space="preserve">Preferences &amp; Database </w:t>
      </w:r>
    </w:p>
    <w:p w14:paraId="64C1E771" w14:textId="77777777" w:rsidR="00D340D0" w:rsidRPr="001E0DC6" w:rsidRDefault="00D340D0" w:rsidP="00D340D0">
      <w:pPr>
        <w:pStyle w:val="liListbullet"/>
        <w:keepLines w:val="0"/>
        <w:ind w:left="1170" w:hanging="420"/>
      </w:pPr>
      <w:r w:rsidRPr="001E0DC6">
        <w:t xml:space="preserve">Configuration / Installation. </w:t>
      </w:r>
    </w:p>
    <w:p w14:paraId="6E22BB5E" w14:textId="759B96F8" w:rsidR="00B922C5" w:rsidRPr="00135D4F" w:rsidRDefault="00B922C5" w:rsidP="00B922C5">
      <w:pPr>
        <w:pStyle w:val="Heading2"/>
      </w:pPr>
      <w:bookmarkStart w:id="31" w:name="_Toc388274262"/>
      <w:bookmarkStart w:id="32" w:name="_Toc38272596"/>
      <w:bookmarkStart w:id="33" w:name="_Toc57716566"/>
      <w:r w:rsidRPr="00135D4F">
        <w:t>Related Information Sources</w:t>
      </w:r>
      <w:bookmarkEnd w:id="31"/>
      <w:bookmarkEnd w:id="32"/>
      <w:bookmarkEnd w:id="33"/>
    </w:p>
    <w:p w14:paraId="457B0640" w14:textId="35E107B8" w:rsidR="00B922C5" w:rsidRPr="00336B0A" w:rsidRDefault="00B922C5" w:rsidP="00B922C5">
      <w:pPr>
        <w:pStyle w:val="pBodyParagraph"/>
      </w:pPr>
      <w:r w:rsidRPr="00336B0A">
        <w:t xml:space="preserve">For more information on Oracle Banking </w:t>
      </w:r>
      <w:r w:rsidR="00E671CF">
        <w:t>APIs</w:t>
      </w:r>
      <w:r w:rsidRPr="00336B0A">
        <w:t xml:space="preserve"> Release </w:t>
      </w:r>
      <w:r>
        <w:t>2</w:t>
      </w:r>
      <w:r w:rsidR="008152A7">
        <w:t>1</w:t>
      </w:r>
      <w:r>
        <w:t>.1.</w:t>
      </w:r>
      <w:r w:rsidRPr="00336B0A">
        <w:t>0.</w:t>
      </w:r>
      <w:r>
        <w:t>0.</w:t>
      </w:r>
      <w:r w:rsidRPr="00336B0A">
        <w:t>0, refer to the following documents:</w:t>
      </w:r>
    </w:p>
    <w:p w14:paraId="21D50919" w14:textId="1E3BD351" w:rsidR="00B922C5" w:rsidRPr="00B6442A" w:rsidRDefault="00B922C5" w:rsidP="00B922C5">
      <w:pPr>
        <w:pStyle w:val="liListbullet"/>
        <w:keepLines w:val="0"/>
        <w:ind w:left="1170" w:hanging="420"/>
        <w:sectPr w:rsidR="00B922C5" w:rsidRPr="00B6442A" w:rsidSect="00492A77">
          <w:headerReference w:type="default" r:id="rId11"/>
          <w:footerReference w:type="default" r:id="rId12"/>
          <w:pgSz w:w="12240" w:h="15840"/>
          <w:pgMar w:top="1440" w:right="1440" w:bottom="1440" w:left="1440" w:header="720" w:footer="720" w:gutter="0"/>
          <w:pgNumType w:start="1" w:chapStyle="1" w:chapSep="enDash"/>
          <w:cols w:space="720"/>
          <w:docGrid w:linePitch="360"/>
        </w:sectPr>
      </w:pPr>
      <w:r w:rsidRPr="00B6442A">
        <w:t xml:space="preserve">Oracle Banking </w:t>
      </w:r>
      <w:r w:rsidR="00E671CF">
        <w:t>APIs</w:t>
      </w:r>
      <w:r w:rsidRPr="00B6442A">
        <w:t xml:space="preserve"> Installation Manuals</w:t>
      </w:r>
    </w:p>
    <w:p w14:paraId="04A181FD" w14:textId="77777777" w:rsidR="00E671CF" w:rsidRDefault="00E671CF" w:rsidP="00E671CF">
      <w:pPr>
        <w:pStyle w:val="Heading1"/>
      </w:pPr>
      <w:bookmarkStart w:id="34" w:name="_Toc521074387"/>
      <w:bookmarkStart w:id="35" w:name="_Toc57716567"/>
      <w:bookmarkStart w:id="36" w:name="_Toc27998106"/>
      <w:bookmarkEnd w:id="0"/>
      <w:bookmarkEnd w:id="1"/>
      <w:bookmarkEnd w:id="2"/>
      <w:bookmarkEnd w:id="3"/>
      <w:bookmarkEnd w:id="4"/>
      <w:r>
        <w:lastRenderedPageBreak/>
        <w:t>Guide For Hosting Swagger UI Locally</w:t>
      </w:r>
      <w:bookmarkEnd w:id="34"/>
      <w:bookmarkEnd w:id="35"/>
    </w:p>
    <w:p w14:paraId="43047358" w14:textId="34A4D1A3" w:rsidR="00E671CF" w:rsidRDefault="00E671CF" w:rsidP="00E671CF">
      <w:pPr>
        <w:pStyle w:val="liProcedure"/>
        <w:ind w:left="1080"/>
      </w:pPr>
      <w:r>
        <w:t xml:space="preserve">First </w:t>
      </w:r>
      <w:proofErr w:type="gramStart"/>
      <w:r>
        <w:t>Go</w:t>
      </w:r>
      <w:proofErr w:type="gramEnd"/>
      <w:r>
        <w:t xml:space="preserve"> to the URL </w:t>
      </w:r>
      <w:hyperlink r:id="rId13" w:history="1">
        <w:r w:rsidR="008152A7" w:rsidRPr="00345DD8">
          <w:rPr>
            <w:rStyle w:val="Hyperlink"/>
          </w:rPr>
          <w:t>https://docs.oracle.com/cd/F40800_01/homepage.htm</w:t>
        </w:r>
      </w:hyperlink>
      <w:r>
        <w:t xml:space="preserve">  and download the </w:t>
      </w:r>
      <w:r w:rsidRPr="00E671CF">
        <w:t>swaggerUI</w:t>
      </w:r>
      <w:r>
        <w:t>.zip.</w:t>
      </w:r>
    </w:p>
    <w:p w14:paraId="1CC9C5CC" w14:textId="77777777" w:rsidR="00E671CF" w:rsidRDefault="00E671CF" w:rsidP="00E671CF">
      <w:pPr>
        <w:pStyle w:val="pImage"/>
      </w:pPr>
      <w:r w:rsidRPr="00E671CF">
        <w:rPr>
          <w:noProof/>
          <w:lang w:val="en-US"/>
        </w:rPr>
        <w:drawing>
          <wp:inline distT="0" distB="0" distL="0" distR="0" wp14:anchorId="09D888DD" wp14:editId="291080A9">
            <wp:extent cx="4978400" cy="688390"/>
            <wp:effectExtent l="19050" t="19050" r="12700" b="165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7952" cy="692476"/>
                    </a:xfrm>
                    <a:prstGeom prst="rect">
                      <a:avLst/>
                    </a:prstGeom>
                    <a:noFill/>
                    <a:ln>
                      <a:solidFill>
                        <a:schemeClr val="tx1"/>
                      </a:solidFill>
                    </a:ln>
                  </pic:spPr>
                </pic:pic>
              </a:graphicData>
            </a:graphic>
          </wp:inline>
        </w:drawing>
      </w:r>
    </w:p>
    <w:p w14:paraId="03B5D9E3" w14:textId="77777777" w:rsidR="00E671CF" w:rsidRDefault="00E671CF" w:rsidP="00E671CF">
      <w:pPr>
        <w:pStyle w:val="liProcedure"/>
        <w:ind w:left="1080"/>
      </w:pPr>
      <w:r>
        <w:t xml:space="preserve">Extract </w:t>
      </w:r>
      <w:r w:rsidRPr="00FA69B4">
        <w:rPr>
          <w:b/>
        </w:rPr>
        <w:t>swaggerUI</w:t>
      </w:r>
      <w:r>
        <w:t xml:space="preserve">.zip into </w:t>
      </w:r>
      <w:r w:rsidRPr="00FA69B4">
        <w:rPr>
          <w:bCs/>
        </w:rPr>
        <w:t>destination</w:t>
      </w:r>
      <w:r>
        <w:t xml:space="preserve"> folder. </w:t>
      </w:r>
      <w:r w:rsidRPr="00035EB4">
        <w:t xml:space="preserve">Swagger UI needs </w:t>
      </w:r>
      <w:proofErr w:type="gramStart"/>
      <w:r w:rsidRPr="00035EB4">
        <w:t>a</w:t>
      </w:r>
      <w:proofErr w:type="gramEnd"/>
      <w:r w:rsidRPr="00035EB4">
        <w:t xml:space="preserve"> </w:t>
      </w:r>
      <w:proofErr w:type="spellStart"/>
      <w:r w:rsidRPr="00035EB4">
        <w:t>HTTPServer</w:t>
      </w:r>
      <w:proofErr w:type="spellEnd"/>
      <w:r w:rsidRPr="00035EB4">
        <w:t xml:space="preserve"> to render itself. Step no 3 to 9 explains how to install node http serv</w:t>
      </w:r>
      <w:bookmarkStart w:id="37" w:name="_GoBack"/>
      <w:bookmarkEnd w:id="37"/>
      <w:r w:rsidRPr="00035EB4">
        <w:t>er</w:t>
      </w:r>
      <w:r>
        <w:t>.</w:t>
      </w:r>
    </w:p>
    <w:p w14:paraId="72748479" w14:textId="77777777" w:rsidR="00E671CF" w:rsidRDefault="00E671CF" w:rsidP="00E671CF">
      <w:pPr>
        <w:pStyle w:val="liProcedure"/>
        <w:ind w:left="1080"/>
      </w:pPr>
      <w:r>
        <w:t xml:space="preserve">Go to URL </w:t>
      </w:r>
      <w:hyperlink r:id="rId15" w:history="1">
        <w:r w:rsidRPr="00E633E7">
          <w:rPr>
            <w:rStyle w:val="Hyperlink"/>
          </w:rPr>
          <w:t>https://nodejs.org/en/</w:t>
        </w:r>
      </w:hyperlink>
      <w:r>
        <w:t xml:space="preserve"> to download node.js installer zip. (This is one time process).</w:t>
      </w:r>
    </w:p>
    <w:p w14:paraId="7B0AF9D5" w14:textId="77777777" w:rsidR="00E671CF" w:rsidRDefault="00E671CF" w:rsidP="00E671CF">
      <w:pPr>
        <w:pStyle w:val="liProcedure"/>
        <w:ind w:left="1080"/>
      </w:pPr>
      <w:r>
        <w:t xml:space="preserve">Open the downloaded file and run the </w:t>
      </w:r>
      <w:proofErr w:type="gramStart"/>
      <w:r>
        <w:t>programme .</w:t>
      </w:r>
      <w:proofErr w:type="gramEnd"/>
      <w:r>
        <w:t xml:space="preserve"> After the set up screen is opened click next as shown below-</w:t>
      </w:r>
    </w:p>
    <w:p w14:paraId="6F1F6586" w14:textId="77777777" w:rsidR="00E671CF" w:rsidRDefault="00E671CF" w:rsidP="00E671CF">
      <w:pPr>
        <w:pStyle w:val="pImage"/>
      </w:pPr>
      <w:r>
        <w:rPr>
          <w:noProof/>
          <w:lang w:val="en-US"/>
        </w:rPr>
        <w:drawing>
          <wp:inline distT="0" distB="0" distL="0" distR="0" wp14:anchorId="5756BE7A" wp14:editId="47C761AC">
            <wp:extent cx="5033630" cy="3943350"/>
            <wp:effectExtent l="19050" t="19050" r="15240"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37201" cy="3946148"/>
                    </a:xfrm>
                    <a:prstGeom prst="rect">
                      <a:avLst/>
                    </a:prstGeom>
                    <a:noFill/>
                    <a:ln>
                      <a:solidFill>
                        <a:schemeClr val="tx1"/>
                      </a:solidFill>
                    </a:ln>
                  </pic:spPr>
                </pic:pic>
              </a:graphicData>
            </a:graphic>
          </wp:inline>
        </w:drawing>
      </w:r>
    </w:p>
    <w:p w14:paraId="2286BD58" w14:textId="77777777" w:rsidR="00E671CF" w:rsidRDefault="00E671CF" w:rsidP="00E671CF">
      <w:pPr>
        <w:pStyle w:val="pImage"/>
      </w:pPr>
    </w:p>
    <w:p w14:paraId="261A8F98" w14:textId="77777777" w:rsidR="00E671CF" w:rsidRDefault="00E671CF" w:rsidP="00E671CF">
      <w:pPr>
        <w:pStyle w:val="pImage"/>
      </w:pPr>
    </w:p>
    <w:p w14:paraId="64037DA7" w14:textId="77777777" w:rsidR="00E671CF" w:rsidRDefault="00E671CF" w:rsidP="00E671CF">
      <w:pPr>
        <w:pStyle w:val="pImage"/>
      </w:pPr>
    </w:p>
    <w:p w14:paraId="74F85BC9" w14:textId="77777777" w:rsidR="00E671CF" w:rsidRDefault="00E671CF" w:rsidP="00E671CF">
      <w:pPr>
        <w:pStyle w:val="pImage"/>
      </w:pPr>
    </w:p>
    <w:p w14:paraId="76E63257" w14:textId="77777777" w:rsidR="00E671CF" w:rsidRDefault="00E671CF" w:rsidP="00E671CF">
      <w:pPr>
        <w:pStyle w:val="pImage"/>
      </w:pPr>
    </w:p>
    <w:p w14:paraId="78262B6A" w14:textId="77777777" w:rsidR="00E671CF" w:rsidRDefault="00E671CF" w:rsidP="00E671CF">
      <w:pPr>
        <w:pStyle w:val="pImage"/>
      </w:pPr>
    </w:p>
    <w:p w14:paraId="6B5C6C6E" w14:textId="77777777" w:rsidR="00E671CF" w:rsidRDefault="00E671CF" w:rsidP="00E671CF">
      <w:pPr>
        <w:pStyle w:val="liProcedure"/>
        <w:ind w:left="1080"/>
      </w:pPr>
      <w:r>
        <w:t xml:space="preserve">On the next screen </w:t>
      </w:r>
      <w:r w:rsidRPr="00C41CF7">
        <w:t>accept the agreement and click next.</w:t>
      </w:r>
    </w:p>
    <w:p w14:paraId="53B89997" w14:textId="77777777" w:rsidR="00E671CF" w:rsidRDefault="00E671CF" w:rsidP="00E671CF">
      <w:pPr>
        <w:pStyle w:val="pImage"/>
      </w:pPr>
      <w:r>
        <w:rPr>
          <w:noProof/>
          <w:lang w:val="en-US"/>
        </w:rPr>
        <w:drawing>
          <wp:inline distT="0" distB="0" distL="0" distR="0" wp14:anchorId="748D3607" wp14:editId="55AAE93E">
            <wp:extent cx="5004435" cy="3530600"/>
            <wp:effectExtent l="19050" t="19050" r="24765"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06325" cy="3531933"/>
                    </a:xfrm>
                    <a:prstGeom prst="rect">
                      <a:avLst/>
                    </a:prstGeom>
                    <a:ln>
                      <a:solidFill>
                        <a:schemeClr val="tx1"/>
                      </a:solidFill>
                    </a:ln>
                  </pic:spPr>
                </pic:pic>
              </a:graphicData>
            </a:graphic>
          </wp:inline>
        </w:drawing>
      </w:r>
      <w:r>
        <w:tab/>
      </w:r>
    </w:p>
    <w:p w14:paraId="6BE929C4" w14:textId="77777777" w:rsidR="00E671CF" w:rsidRDefault="00E671CF" w:rsidP="00E671CF">
      <w:pPr>
        <w:pStyle w:val="pImage"/>
      </w:pPr>
      <w:r>
        <w:rPr>
          <w:noProof/>
          <w:lang w:val="en-US"/>
        </w:rPr>
        <w:drawing>
          <wp:inline distT="0" distB="0" distL="0" distR="0" wp14:anchorId="1233B9DD" wp14:editId="28B4A18A">
            <wp:extent cx="5004435" cy="3686175"/>
            <wp:effectExtent l="19050" t="19050" r="24765"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04435" cy="3686175"/>
                    </a:xfrm>
                    <a:prstGeom prst="rect">
                      <a:avLst/>
                    </a:prstGeom>
                    <a:ln>
                      <a:solidFill>
                        <a:schemeClr val="tx1"/>
                      </a:solidFill>
                    </a:ln>
                  </pic:spPr>
                </pic:pic>
              </a:graphicData>
            </a:graphic>
          </wp:inline>
        </w:drawing>
      </w:r>
    </w:p>
    <w:p w14:paraId="6AF44454" w14:textId="77777777" w:rsidR="00E671CF" w:rsidRDefault="00E671CF" w:rsidP="00E671CF">
      <w:pPr>
        <w:pStyle w:val="pImage"/>
      </w:pPr>
      <w:r>
        <w:rPr>
          <w:noProof/>
          <w:lang w:val="en-US"/>
        </w:rPr>
        <w:lastRenderedPageBreak/>
        <w:drawing>
          <wp:inline distT="0" distB="0" distL="0" distR="0" wp14:anchorId="479EE8AD" wp14:editId="4F4F30A9">
            <wp:extent cx="4984750" cy="3686175"/>
            <wp:effectExtent l="19050" t="19050" r="2540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984750" cy="3686175"/>
                    </a:xfrm>
                    <a:prstGeom prst="rect">
                      <a:avLst/>
                    </a:prstGeom>
                    <a:ln>
                      <a:solidFill>
                        <a:schemeClr val="tx1"/>
                      </a:solidFill>
                    </a:ln>
                  </pic:spPr>
                </pic:pic>
              </a:graphicData>
            </a:graphic>
          </wp:inline>
        </w:drawing>
      </w:r>
    </w:p>
    <w:p w14:paraId="37EE3BBC" w14:textId="295BEAF8" w:rsidR="00E671CF" w:rsidRDefault="00E671CF" w:rsidP="00E671CF">
      <w:pPr>
        <w:pStyle w:val="pImage"/>
      </w:pPr>
      <w:r>
        <w:rPr>
          <w:noProof/>
          <w:lang w:val="en-US"/>
        </w:rPr>
        <w:drawing>
          <wp:inline distT="0" distB="0" distL="0" distR="0" wp14:anchorId="61118C10" wp14:editId="6ED0D359">
            <wp:extent cx="4986965" cy="3898900"/>
            <wp:effectExtent l="19050" t="19050" r="23495" b="254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90105" cy="3901355"/>
                    </a:xfrm>
                    <a:prstGeom prst="rect">
                      <a:avLst/>
                    </a:prstGeom>
                    <a:ln>
                      <a:solidFill>
                        <a:schemeClr val="tx1"/>
                      </a:solidFill>
                    </a:ln>
                  </pic:spPr>
                </pic:pic>
              </a:graphicData>
            </a:graphic>
          </wp:inline>
        </w:drawing>
      </w:r>
    </w:p>
    <w:p w14:paraId="4651FD51" w14:textId="77777777" w:rsidR="00E671CF" w:rsidRDefault="00E671CF" w:rsidP="00E671CF">
      <w:pPr>
        <w:pStyle w:val="pImage"/>
      </w:pPr>
    </w:p>
    <w:p w14:paraId="49766075" w14:textId="77777777" w:rsidR="00E671CF" w:rsidRDefault="00E671CF" w:rsidP="00E671CF">
      <w:pPr>
        <w:pStyle w:val="liProcedure"/>
        <w:ind w:left="1080"/>
      </w:pPr>
      <w:r w:rsidRPr="00517D4A">
        <w:lastRenderedPageBreak/>
        <w:t>Click finish</w:t>
      </w:r>
      <w:r>
        <w:t>.</w:t>
      </w:r>
    </w:p>
    <w:p w14:paraId="72936551" w14:textId="77777777" w:rsidR="00E671CF" w:rsidRPr="00517D4A" w:rsidRDefault="00E671CF" w:rsidP="00E671CF">
      <w:pPr>
        <w:pStyle w:val="liProcedure"/>
        <w:ind w:left="1080"/>
      </w:pPr>
      <w:r>
        <w:t xml:space="preserve">Run below commands in </w:t>
      </w:r>
      <w:proofErr w:type="spellStart"/>
      <w:r>
        <w:t>cmd</w:t>
      </w:r>
      <w:proofErr w:type="spellEnd"/>
      <w:r>
        <w:t xml:space="preserve"> to verify successful node installation.</w:t>
      </w:r>
    </w:p>
    <w:p w14:paraId="1BA2D36F" w14:textId="77777777" w:rsidR="00E671CF" w:rsidRDefault="00E671CF" w:rsidP="00E671CF">
      <w:pPr>
        <w:pStyle w:val="pImage"/>
      </w:pPr>
      <w:r>
        <w:rPr>
          <w:noProof/>
          <w:lang w:val="en-US"/>
        </w:rPr>
        <w:drawing>
          <wp:inline distT="0" distB="0" distL="0" distR="0" wp14:anchorId="52CAC03A" wp14:editId="3AD0194B">
            <wp:extent cx="5035550" cy="3028323"/>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038309" cy="3029982"/>
                    </a:xfrm>
                    <a:prstGeom prst="rect">
                      <a:avLst/>
                    </a:prstGeom>
                  </pic:spPr>
                </pic:pic>
              </a:graphicData>
            </a:graphic>
          </wp:inline>
        </w:drawing>
      </w:r>
    </w:p>
    <w:p w14:paraId="5095F84E" w14:textId="77777777" w:rsidR="00E671CF" w:rsidRDefault="00E671CF" w:rsidP="00E671CF">
      <w:pPr>
        <w:pStyle w:val="liProcedure"/>
        <w:ind w:left="1080"/>
      </w:pPr>
      <w:r>
        <w:t>If you are connected to oracle network set proxies as follows-(</w:t>
      </w:r>
      <w:r>
        <w:rPr>
          <w:b/>
          <w:bCs/>
        </w:rPr>
        <w:t>Otherwise go directly  to Step9</w:t>
      </w:r>
      <w:r>
        <w:t>)</w:t>
      </w:r>
    </w:p>
    <w:p w14:paraId="24639DE8" w14:textId="77777777" w:rsidR="00E671CF" w:rsidRDefault="00E671CF" w:rsidP="00E671CF">
      <w:pPr>
        <w:pStyle w:val="pCodeChar"/>
        <w:ind w:firstLine="720"/>
      </w:pPr>
      <w:proofErr w:type="spellStart"/>
      <w:proofErr w:type="gramStart"/>
      <w:r>
        <w:t>npm</w:t>
      </w:r>
      <w:proofErr w:type="spellEnd"/>
      <w:proofErr w:type="gramEnd"/>
      <w:r>
        <w:t xml:space="preserve"> </w:t>
      </w:r>
      <w:proofErr w:type="spellStart"/>
      <w:r>
        <w:t>config</w:t>
      </w:r>
      <w:proofErr w:type="spellEnd"/>
      <w:r>
        <w:t xml:space="preserve"> set proxy http://www-proxy-idc.in.oracle.com:80</w:t>
      </w:r>
    </w:p>
    <w:p w14:paraId="1CAD9165" w14:textId="77777777" w:rsidR="00E671CF" w:rsidRDefault="00E671CF" w:rsidP="00E671CF">
      <w:pPr>
        <w:pStyle w:val="pCodeChar"/>
        <w:ind w:firstLine="720"/>
      </w:pPr>
      <w:proofErr w:type="spellStart"/>
      <w:proofErr w:type="gramStart"/>
      <w:r>
        <w:t>npm</w:t>
      </w:r>
      <w:proofErr w:type="spellEnd"/>
      <w:proofErr w:type="gramEnd"/>
      <w:r>
        <w:t xml:space="preserve"> </w:t>
      </w:r>
      <w:proofErr w:type="spellStart"/>
      <w:r>
        <w:t>config</w:t>
      </w:r>
      <w:proofErr w:type="spellEnd"/>
      <w:r>
        <w:t xml:space="preserve"> set https-proxy </w:t>
      </w:r>
      <w:hyperlink r:id="rId22" w:history="1">
        <w:r w:rsidRPr="00E633E7">
          <w:rPr>
            <w:rStyle w:val="Hyperlink"/>
          </w:rPr>
          <w:t>http://www-proxy-idc.in.oracle.com:80</w:t>
        </w:r>
      </w:hyperlink>
    </w:p>
    <w:p w14:paraId="49AF8770" w14:textId="77777777" w:rsidR="00E671CF" w:rsidRDefault="00E671CF" w:rsidP="00E671CF">
      <w:pPr>
        <w:pStyle w:val="pImage"/>
      </w:pPr>
      <w:r>
        <w:rPr>
          <w:noProof/>
          <w:lang w:val="en-US"/>
        </w:rPr>
        <w:drawing>
          <wp:inline distT="0" distB="0" distL="0" distR="0" wp14:anchorId="15E858E3" wp14:editId="6B602149">
            <wp:extent cx="4940300" cy="1879424"/>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948990" cy="1882730"/>
                    </a:xfrm>
                    <a:prstGeom prst="rect">
                      <a:avLst/>
                    </a:prstGeom>
                  </pic:spPr>
                </pic:pic>
              </a:graphicData>
            </a:graphic>
          </wp:inline>
        </w:drawing>
      </w:r>
    </w:p>
    <w:p w14:paraId="631A6593" w14:textId="77777777" w:rsidR="00E671CF" w:rsidRDefault="00E671CF" w:rsidP="00E671CF">
      <w:pPr>
        <w:pStyle w:val="liProcedure"/>
        <w:ind w:left="1080"/>
      </w:pPr>
      <w:r>
        <w:t xml:space="preserve">Start your http server using following command in </w:t>
      </w:r>
      <w:proofErr w:type="spellStart"/>
      <w:r>
        <w:t>cmd</w:t>
      </w:r>
      <w:proofErr w:type="spellEnd"/>
    </w:p>
    <w:p w14:paraId="06B7B144" w14:textId="77777777" w:rsidR="00E671CF" w:rsidRPr="006970E6" w:rsidRDefault="00E671CF" w:rsidP="00E671CF">
      <w:pPr>
        <w:pStyle w:val="pCodeChar"/>
        <w:ind w:left="491" w:firstLine="720"/>
      </w:pPr>
      <w:proofErr w:type="spellStart"/>
      <w:proofErr w:type="gramStart"/>
      <w:r w:rsidRPr="006970E6">
        <w:t>npm</w:t>
      </w:r>
      <w:proofErr w:type="spellEnd"/>
      <w:proofErr w:type="gramEnd"/>
      <w:r w:rsidRPr="006970E6">
        <w:t xml:space="preserve"> install -g http-server</w:t>
      </w:r>
    </w:p>
    <w:p w14:paraId="501830A7" w14:textId="77777777" w:rsidR="00E671CF" w:rsidRDefault="00E671CF" w:rsidP="00E671CF">
      <w:pPr>
        <w:pStyle w:val="pImage"/>
      </w:pPr>
      <w:r>
        <w:rPr>
          <w:noProof/>
          <w:lang w:val="en-US"/>
        </w:rPr>
        <w:lastRenderedPageBreak/>
        <w:drawing>
          <wp:inline distT="0" distB="0" distL="0" distR="0" wp14:anchorId="5175E2AB" wp14:editId="3C1A943E">
            <wp:extent cx="5035550" cy="3028323"/>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042512" cy="3032510"/>
                    </a:xfrm>
                    <a:prstGeom prst="rect">
                      <a:avLst/>
                    </a:prstGeom>
                  </pic:spPr>
                </pic:pic>
              </a:graphicData>
            </a:graphic>
          </wp:inline>
        </w:drawing>
      </w:r>
    </w:p>
    <w:p w14:paraId="4B0F644A" w14:textId="77777777" w:rsidR="00E671CF" w:rsidRDefault="00E671CF" w:rsidP="00E671CF">
      <w:pPr>
        <w:pStyle w:val="liProcedure"/>
        <w:ind w:left="1080"/>
      </w:pPr>
      <w:r>
        <w:t>Now go to destination folder (folder in which swaggerUI.zip is extracted) using explorer</w:t>
      </w:r>
    </w:p>
    <w:p w14:paraId="28873AC2" w14:textId="77777777" w:rsidR="00E671CF" w:rsidRDefault="00E671CF" w:rsidP="00E671CF">
      <w:pPr>
        <w:pStyle w:val="pImage"/>
      </w:pPr>
      <w:r>
        <w:rPr>
          <w:noProof/>
          <w:lang w:val="en-US"/>
        </w:rPr>
        <w:drawing>
          <wp:inline distT="0" distB="0" distL="0" distR="0" wp14:anchorId="484264C8" wp14:editId="1EE2119E">
            <wp:extent cx="5016500" cy="2048617"/>
            <wp:effectExtent l="19050" t="19050" r="12700" b="279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029547" cy="2053945"/>
                    </a:xfrm>
                    <a:prstGeom prst="rect">
                      <a:avLst/>
                    </a:prstGeom>
                    <a:ln>
                      <a:solidFill>
                        <a:schemeClr val="bg1">
                          <a:lumMod val="85000"/>
                        </a:schemeClr>
                      </a:solidFill>
                    </a:ln>
                  </pic:spPr>
                </pic:pic>
              </a:graphicData>
            </a:graphic>
          </wp:inline>
        </w:drawing>
      </w:r>
    </w:p>
    <w:p w14:paraId="4AABADB8" w14:textId="77777777" w:rsidR="00E671CF" w:rsidRDefault="00E671CF" w:rsidP="00E671CF">
      <w:pPr>
        <w:pStyle w:val="pImage"/>
      </w:pPr>
    </w:p>
    <w:p w14:paraId="373439D8" w14:textId="77777777" w:rsidR="00E671CF" w:rsidRDefault="00E671CF" w:rsidP="00E671CF">
      <w:pPr>
        <w:pStyle w:val="liProcedure"/>
        <w:ind w:left="1080"/>
        <w:rPr>
          <w:noProof/>
          <w:lang w:eastAsia="en-IN" w:bidi="hi-IN"/>
        </w:rPr>
      </w:pPr>
      <w:r>
        <w:rPr>
          <w:noProof/>
          <w:lang w:eastAsia="en-IN" w:bidi="hi-IN"/>
        </w:rPr>
        <w:t>Right Click on SwaggerUI folder and select CMD prompt Here option</w:t>
      </w:r>
    </w:p>
    <w:p w14:paraId="699BF0AD" w14:textId="77777777" w:rsidR="00E671CF" w:rsidRDefault="00E671CF" w:rsidP="00E671CF">
      <w:pPr>
        <w:pStyle w:val="pImage"/>
      </w:pPr>
      <w:r>
        <w:rPr>
          <w:noProof/>
          <w:lang w:val="en-US"/>
        </w:rPr>
        <w:lastRenderedPageBreak/>
        <w:drawing>
          <wp:inline distT="0" distB="0" distL="0" distR="0" wp14:anchorId="3227984A" wp14:editId="261E7CB9">
            <wp:extent cx="5022850" cy="2664364"/>
            <wp:effectExtent l="19050" t="19050" r="25400" b="222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028060" cy="2667128"/>
                    </a:xfrm>
                    <a:prstGeom prst="rect">
                      <a:avLst/>
                    </a:prstGeom>
                    <a:ln>
                      <a:solidFill>
                        <a:schemeClr val="bg1">
                          <a:lumMod val="85000"/>
                        </a:schemeClr>
                      </a:solidFill>
                    </a:ln>
                  </pic:spPr>
                </pic:pic>
              </a:graphicData>
            </a:graphic>
          </wp:inline>
        </w:drawing>
      </w:r>
    </w:p>
    <w:p w14:paraId="5AC6CFFB" w14:textId="77777777" w:rsidR="00E671CF" w:rsidRPr="00326401" w:rsidRDefault="00E671CF" w:rsidP="00E671CF">
      <w:pPr>
        <w:pStyle w:val="liProcedure"/>
        <w:ind w:left="1080"/>
      </w:pPr>
      <w:r>
        <w:t xml:space="preserve">Now in </w:t>
      </w:r>
      <w:proofErr w:type="spellStart"/>
      <w:r>
        <w:t>cmd</w:t>
      </w:r>
      <w:proofErr w:type="spellEnd"/>
      <w:r>
        <w:t xml:space="preserve"> </w:t>
      </w:r>
      <w:r>
        <w:rPr>
          <w:noProof/>
          <w:lang w:eastAsia="en-IN" w:bidi="hi-IN"/>
        </w:rPr>
        <w:t>type</w:t>
      </w:r>
      <w:r>
        <w:t xml:space="preserve"> – </w:t>
      </w:r>
      <w:r w:rsidRPr="00F0180F">
        <w:rPr>
          <w:rFonts w:ascii="Courier New" w:hAnsi="Courier New" w:cs="Courier New"/>
        </w:rPr>
        <w:t>http-server</w:t>
      </w:r>
      <w:r w:rsidRPr="00326401">
        <w:t xml:space="preserve"> (Y</w:t>
      </w:r>
      <w:r>
        <w:t xml:space="preserve">ou can shut down the server by pressing </w:t>
      </w:r>
      <w:proofErr w:type="spellStart"/>
      <w:r w:rsidRPr="00326401">
        <w:t>Ctl+c</w:t>
      </w:r>
      <w:proofErr w:type="spellEnd"/>
      <w:r>
        <w:t xml:space="preserve"> keys).</w:t>
      </w:r>
    </w:p>
    <w:p w14:paraId="1825AF45" w14:textId="77777777" w:rsidR="00E671CF" w:rsidRDefault="00E671CF" w:rsidP="00E671CF">
      <w:pPr>
        <w:pStyle w:val="pImage"/>
      </w:pPr>
      <w:r>
        <w:rPr>
          <w:noProof/>
          <w:lang w:val="en-US"/>
        </w:rPr>
        <w:drawing>
          <wp:inline distT="0" distB="0" distL="0" distR="0" wp14:anchorId="0558CC6B" wp14:editId="5B3F4C57">
            <wp:extent cx="5003800" cy="2203597"/>
            <wp:effectExtent l="0" t="0" r="635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011094" cy="2206809"/>
                    </a:xfrm>
                    <a:prstGeom prst="rect">
                      <a:avLst/>
                    </a:prstGeom>
                  </pic:spPr>
                </pic:pic>
              </a:graphicData>
            </a:graphic>
          </wp:inline>
        </w:drawing>
      </w:r>
    </w:p>
    <w:p w14:paraId="69BC5DD8" w14:textId="77777777" w:rsidR="00E671CF" w:rsidRDefault="00E671CF" w:rsidP="00E671CF">
      <w:pPr>
        <w:pStyle w:val="liProcedure"/>
        <w:ind w:left="1080"/>
      </w:pPr>
      <w:r>
        <w:rPr>
          <w:noProof/>
          <w:lang w:eastAsia="en-IN" w:bidi="hi-IN"/>
        </w:rPr>
        <w:t>Open</w:t>
      </w:r>
      <w:r>
        <w:t xml:space="preserve"> URL </w:t>
      </w:r>
      <w:hyperlink r:id="rId28" w:history="1">
        <w:r w:rsidRPr="002A4A7E">
          <w:rPr>
            <w:rStyle w:val="Hyperlink"/>
          </w:rPr>
          <w:t>http://127.0.0.1:8080/obapi/index.html</w:t>
        </w:r>
      </w:hyperlink>
      <w:r>
        <w:t xml:space="preserve"> in browser-</w:t>
      </w:r>
    </w:p>
    <w:p w14:paraId="7A6919E2" w14:textId="77777777" w:rsidR="00E671CF" w:rsidRDefault="00E671CF" w:rsidP="00E671CF">
      <w:pPr>
        <w:pStyle w:val="liProcedure"/>
        <w:numPr>
          <w:ilvl w:val="0"/>
          <w:numId w:val="0"/>
        </w:numPr>
        <w:ind w:left="1211" w:hanging="360"/>
      </w:pPr>
      <w:r>
        <w:rPr>
          <w:noProof/>
          <w:lang w:val="en-US"/>
        </w:rPr>
        <w:drawing>
          <wp:inline distT="0" distB="0" distL="0" distR="0" wp14:anchorId="2B93395A" wp14:editId="30510F10">
            <wp:extent cx="4870450" cy="2620468"/>
            <wp:effectExtent l="0" t="0" r="635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873735" cy="2622235"/>
                    </a:xfrm>
                    <a:prstGeom prst="rect">
                      <a:avLst/>
                    </a:prstGeom>
                  </pic:spPr>
                </pic:pic>
              </a:graphicData>
            </a:graphic>
          </wp:inline>
        </w:drawing>
      </w:r>
    </w:p>
    <w:p w14:paraId="45297C64" w14:textId="77777777" w:rsidR="00E671CF" w:rsidRDefault="00E671CF" w:rsidP="00E671CF">
      <w:pPr>
        <w:pStyle w:val="liProcedure"/>
        <w:ind w:left="1080"/>
      </w:pPr>
      <w:r>
        <w:lastRenderedPageBreak/>
        <w:t xml:space="preserve">Open URL </w:t>
      </w:r>
      <w:hyperlink r:id="rId30" w:history="1">
        <w:r w:rsidRPr="00E633E7">
          <w:rPr>
            <w:rStyle w:val="Hyperlink"/>
          </w:rPr>
          <w:t>http://127.0.0.1:8080/swagger/ui/index.html</w:t>
        </w:r>
      </w:hyperlink>
      <w:r>
        <w:t xml:space="preserve"> in browser-</w:t>
      </w:r>
    </w:p>
    <w:p w14:paraId="6395EE01" w14:textId="77777777" w:rsidR="00E671CF" w:rsidRDefault="00E671CF" w:rsidP="00E671CF">
      <w:pPr>
        <w:pStyle w:val="pImage"/>
      </w:pPr>
      <w:r>
        <w:rPr>
          <w:noProof/>
          <w:lang w:val="en-US"/>
        </w:rPr>
        <w:drawing>
          <wp:inline distT="0" distB="0" distL="0" distR="0" wp14:anchorId="4B629599" wp14:editId="251A9ED7">
            <wp:extent cx="5067300" cy="3046336"/>
            <wp:effectExtent l="19050" t="19050" r="19050" b="209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074698" cy="3050783"/>
                    </a:xfrm>
                    <a:prstGeom prst="rect">
                      <a:avLst/>
                    </a:prstGeom>
                    <a:ln>
                      <a:solidFill>
                        <a:schemeClr val="tx1"/>
                      </a:solidFill>
                    </a:ln>
                  </pic:spPr>
                </pic:pic>
              </a:graphicData>
            </a:graphic>
          </wp:inline>
        </w:drawing>
      </w:r>
    </w:p>
    <w:p w14:paraId="0722F5AB" w14:textId="77777777" w:rsidR="00E671CF" w:rsidRDefault="00E671CF" w:rsidP="00E671CF">
      <w:pPr>
        <w:pStyle w:val="pBodyParagraph"/>
      </w:pPr>
    </w:p>
    <w:bookmarkEnd w:id="36"/>
    <w:p w14:paraId="172C68A5" w14:textId="17DFD60F" w:rsidR="00156DEA" w:rsidRPr="00D340D0" w:rsidRDefault="00FC1D7B" w:rsidP="00156DEA">
      <w:pPr>
        <w:pStyle w:val="pBodyParagraph"/>
        <w:jc w:val="right"/>
        <w:rPr>
          <w:b/>
        </w:rPr>
      </w:pPr>
      <w:r>
        <w:fldChar w:fldCharType="begin"/>
      </w:r>
      <w:r>
        <w:instrText xml:space="preserve"> HYPERLINK \l "toc" </w:instrText>
      </w:r>
      <w:r>
        <w:fldChar w:fldCharType="separate"/>
      </w:r>
      <w:r w:rsidR="006E23F3" w:rsidRPr="00D340D0">
        <w:rPr>
          <w:rStyle w:val="Hyperlink"/>
          <w:rFonts w:cs="Arial"/>
          <w:b/>
          <w:bCs/>
        </w:rPr>
        <w:t>Home</w:t>
      </w:r>
      <w:r>
        <w:rPr>
          <w:rStyle w:val="Hyperlink"/>
          <w:rFonts w:cs="Arial"/>
          <w:b/>
          <w:bCs/>
        </w:rPr>
        <w:fldChar w:fldCharType="end"/>
      </w:r>
    </w:p>
    <w:bookmarkEnd w:id="5"/>
    <w:bookmarkEnd w:id="6"/>
    <w:bookmarkEnd w:id="7"/>
    <w:bookmarkEnd w:id="8"/>
    <w:bookmarkEnd w:id="9"/>
    <w:bookmarkEnd w:id="10"/>
    <w:p w14:paraId="5ECB296C" w14:textId="77777777" w:rsidR="00492A77" w:rsidRPr="0091039A" w:rsidRDefault="0091039A" w:rsidP="0091039A">
      <w:pPr>
        <w:tabs>
          <w:tab w:val="left" w:pos="2320"/>
        </w:tabs>
      </w:pPr>
      <w:r>
        <w:tab/>
      </w:r>
    </w:p>
    <w:sectPr w:rsidR="00492A77" w:rsidRPr="0091039A" w:rsidSect="00492A77">
      <w:headerReference w:type="default" r:id="rId32"/>
      <w:pgSz w:w="12240" w:h="15840"/>
      <w:pgMar w:top="1440" w:right="1440" w:bottom="1440" w:left="1440" w:header="720" w:footer="720" w:gutter="0"/>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7A76C" w14:textId="77777777" w:rsidR="006D3F10" w:rsidRPr="004E29B7" w:rsidRDefault="006D3F10" w:rsidP="001836F7">
      <w:pPr>
        <w:spacing w:after="0"/>
        <w:rPr>
          <w:rFonts w:ascii="Calibri" w:eastAsia="Calibri" w:hAnsi="Calibri"/>
        </w:rPr>
      </w:pPr>
      <w:r>
        <w:separator/>
      </w:r>
    </w:p>
    <w:p w14:paraId="695ECA06" w14:textId="77777777" w:rsidR="006D3F10" w:rsidRDefault="006D3F10"/>
  </w:endnote>
  <w:endnote w:type="continuationSeparator" w:id="0">
    <w:p w14:paraId="6BE628C1" w14:textId="77777777" w:rsidR="006D3F10" w:rsidRPr="004E29B7" w:rsidRDefault="006D3F10" w:rsidP="001836F7">
      <w:pPr>
        <w:spacing w:after="0"/>
        <w:rPr>
          <w:rFonts w:ascii="Calibri" w:eastAsia="Calibri" w:hAnsi="Calibri"/>
        </w:rPr>
      </w:pPr>
      <w:r>
        <w:continuationSeparator/>
      </w:r>
    </w:p>
    <w:p w14:paraId="77B66387" w14:textId="77777777" w:rsidR="006D3F10" w:rsidRDefault="006D3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ource Sans Pro">
    <w:altName w:val="Cambria Math"/>
    <w:panose1 w:val="020B0503030403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ource Sans Pro Light">
    <w:altName w:val="Corbel"/>
    <w:panose1 w:val="020B0403030403020204"/>
    <w:charset w:val="00"/>
    <w:family w:val="swiss"/>
    <w:pitch w:val="variable"/>
    <w:sig w:usb0="600002F7" w:usb1="02000001" w:usb2="00000000" w:usb3="00000000" w:csb0="0000019F" w:csb1="00000000"/>
  </w:font>
  <w:font w:name="Source Sans Pro Semibold">
    <w:altName w:val="Myriad Pro Light"/>
    <w:panose1 w:val="020B06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0106" w14:textId="5A1CAFF0" w:rsidR="00E671CF" w:rsidRDefault="006D3F10" w:rsidP="000255CB">
    <w:pPr>
      <w:pStyle w:val="UMHeader"/>
      <w:jc w:val="center"/>
    </w:pPr>
    <w:sdt>
      <w:sdtPr>
        <w:id w:val="-2065171491"/>
        <w:docPartObj>
          <w:docPartGallery w:val="Page Numbers (Bottom of Page)"/>
          <w:docPartUnique/>
        </w:docPartObj>
      </w:sdtPr>
      <w:sdtEndPr>
        <w:rPr>
          <w:noProof/>
        </w:rPr>
      </w:sdtEndPr>
      <w:sdtContent>
        <w:r w:rsidR="00E671CF">
          <w:rPr>
            <w:noProof/>
            <w:lang w:val="en-US"/>
          </w:rPr>
          <w:drawing>
            <wp:anchor distT="0" distB="0" distL="114300" distR="114300" simplePos="0" relativeHeight="251667456" behindDoc="1" locked="0" layoutInCell="1" allowOverlap="1" wp14:anchorId="66772CE7" wp14:editId="05027F13">
              <wp:simplePos x="0" y="0"/>
              <wp:positionH relativeFrom="column">
                <wp:posOffset>4692843</wp:posOffset>
              </wp:positionH>
              <wp:positionV relativeFrom="paragraph">
                <wp:posOffset>118745</wp:posOffset>
              </wp:positionV>
              <wp:extent cx="1162050" cy="228600"/>
              <wp:effectExtent l="0" t="0" r="0" b="0"/>
              <wp:wrapSquare wrapText="bothSides"/>
              <wp:docPr id="13" name="Picture 13"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28600"/>
                      </a:xfrm>
                      <a:prstGeom prst="rect">
                        <a:avLst/>
                      </a:prstGeom>
                      <a:noFill/>
                    </pic:spPr>
                  </pic:pic>
                </a:graphicData>
              </a:graphic>
              <wp14:sizeRelH relativeFrom="page">
                <wp14:pctWidth>0</wp14:pctWidth>
              </wp14:sizeRelH>
              <wp14:sizeRelV relativeFrom="page">
                <wp14:pctHeight>0</wp14:pctHeight>
              </wp14:sizeRelV>
            </wp:anchor>
          </w:drawing>
        </w:r>
        <w:r w:rsidR="00E671CF">
          <w:fldChar w:fldCharType="begin"/>
        </w:r>
        <w:r w:rsidR="00E671CF">
          <w:instrText xml:space="preserve"> PAGE   \* MERGEFORMAT </w:instrText>
        </w:r>
        <w:r w:rsidR="00E671CF">
          <w:fldChar w:fldCharType="separate"/>
        </w:r>
        <w:r w:rsidR="008152A7">
          <w:rPr>
            <w:noProof/>
          </w:rPr>
          <w:t>2–5</w:t>
        </w:r>
        <w:r w:rsidR="00E671C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3E3B3" w14:textId="77777777" w:rsidR="006D3F10" w:rsidRPr="004E29B7" w:rsidRDefault="006D3F10" w:rsidP="001836F7">
      <w:pPr>
        <w:spacing w:after="0"/>
        <w:rPr>
          <w:rFonts w:ascii="Calibri" w:eastAsia="Calibri" w:hAnsi="Calibri"/>
        </w:rPr>
      </w:pPr>
      <w:r>
        <w:separator/>
      </w:r>
    </w:p>
    <w:p w14:paraId="170316AF" w14:textId="77777777" w:rsidR="006D3F10" w:rsidRDefault="006D3F10"/>
  </w:footnote>
  <w:footnote w:type="continuationSeparator" w:id="0">
    <w:p w14:paraId="00FFCF6D" w14:textId="77777777" w:rsidR="006D3F10" w:rsidRPr="004E29B7" w:rsidRDefault="006D3F10" w:rsidP="001836F7">
      <w:pPr>
        <w:spacing w:after="0"/>
        <w:rPr>
          <w:rFonts w:ascii="Calibri" w:eastAsia="Calibri" w:hAnsi="Calibri"/>
        </w:rPr>
      </w:pPr>
      <w:r>
        <w:continuationSeparator/>
      </w:r>
    </w:p>
    <w:p w14:paraId="70C53B52" w14:textId="77777777" w:rsidR="006D3F10" w:rsidRDefault="006D3F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4F4C1" w14:textId="3F8CAC61" w:rsidR="00E671CF" w:rsidRDefault="00E671CF" w:rsidP="007809BB">
    <w:pPr>
      <w:pStyle w:val="UMHeader"/>
    </w:pPr>
    <w:r>
      <w:rPr>
        <w:noProof/>
      </w:rPr>
      <w:fldChar w:fldCharType="begin"/>
    </w:r>
    <w:r>
      <w:rPr>
        <w:noProof/>
      </w:rPr>
      <w:instrText xml:space="preserve"> STYLEREF  "Heading 1"  \* MERGEFORMAT </w:instrText>
    </w:r>
    <w:r>
      <w:rPr>
        <w:noProof/>
      </w:rPr>
      <w:fldChar w:fldCharType="separate"/>
    </w:r>
    <w:r w:rsidR="008152A7">
      <w:rPr>
        <w:noProof/>
      </w:rPr>
      <w:t>Preface</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72CF" w14:textId="6D99CA35" w:rsidR="00983F3B" w:rsidRDefault="00983F3B" w:rsidP="007809BB">
    <w:pPr>
      <w:pStyle w:val="UMHeader"/>
    </w:pPr>
    <w:r>
      <w:rPr>
        <w:noProof/>
      </w:rPr>
      <w:fldChar w:fldCharType="begin"/>
    </w:r>
    <w:r>
      <w:rPr>
        <w:noProof/>
      </w:rPr>
      <w:instrText xml:space="preserve"> STYLEREF  "Heading 1"  \* MERGEFORMAT </w:instrText>
    </w:r>
    <w:r>
      <w:rPr>
        <w:noProof/>
      </w:rPr>
      <w:fldChar w:fldCharType="separate"/>
    </w:r>
    <w:r w:rsidR="008152A7">
      <w:rPr>
        <w:noProof/>
      </w:rPr>
      <w:t>Guide For Hosting Swagger UI Locally</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DF0D2F"/>
    <w:multiLevelType w:val="multilevel"/>
    <w:tmpl w:val="582E66C6"/>
    <w:lvl w:ilvl="0">
      <w:start w:val="1"/>
      <w:numFmt w:val="decimal"/>
      <w:pStyle w:val="UMH1"/>
      <w:lvlText w:val="%1."/>
      <w:lvlJc w:val="left"/>
      <w:pPr>
        <w:ind w:left="720" w:hanging="720"/>
      </w:pPr>
      <w:rPr>
        <w:rFonts w:ascii="Arial" w:hAnsi="Arial" w:hint="default"/>
        <w:b/>
        <w:i w:val="0"/>
        <w:sz w:val="32"/>
      </w:rPr>
    </w:lvl>
    <w:lvl w:ilvl="1">
      <w:start w:val="1"/>
      <w:numFmt w:val="decimal"/>
      <w:pStyle w:val="UMh2"/>
      <w:lvlText w:val="%1.%2"/>
      <w:lvlJc w:val="left"/>
      <w:pPr>
        <w:ind w:left="288" w:hanging="288"/>
      </w:pPr>
      <w:rPr>
        <w:rFonts w:hint="default"/>
      </w:rPr>
    </w:lvl>
    <w:lvl w:ilvl="2">
      <w:start w:val="1"/>
      <w:numFmt w:val="decimal"/>
      <w:pStyle w:val="UMh3"/>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7" w15:restartNumberingAfterBreak="0">
    <w:nsid w:val="20730859"/>
    <w:multiLevelType w:val="hybridMultilevel"/>
    <w:tmpl w:val="EC400340"/>
    <w:lvl w:ilvl="0" w:tplc="B00A0018">
      <w:start w:val="1"/>
      <w:numFmt w:val="bullet"/>
      <w:pStyle w:val="liListbullet2"/>
      <w:lvlText w:val=""/>
      <w:lvlJc w:val="left"/>
      <w:pPr>
        <w:ind w:left="2160" w:hanging="360"/>
      </w:pPr>
      <w:rPr>
        <w:rFonts w:ascii="Wingdings" w:hAnsi="Wingdings" w:hint="default"/>
        <w:color w:val="808080" w:themeColor="background1" w:themeShade="8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17E266D"/>
    <w:multiLevelType w:val="hybridMultilevel"/>
    <w:tmpl w:val="9DB01960"/>
    <w:lvl w:ilvl="0" w:tplc="FECA1508">
      <w:start w:val="1"/>
      <w:numFmt w:val="decimal"/>
      <w:pStyle w:val="FAQquest"/>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C3C0F6C"/>
    <w:multiLevelType w:val="multilevel"/>
    <w:tmpl w:val="2758AA84"/>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28"/>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CFE2B21"/>
    <w:multiLevelType w:val="hybridMultilevel"/>
    <w:tmpl w:val="FDA44354"/>
    <w:lvl w:ilvl="0" w:tplc="884E8714">
      <w:start w:val="1"/>
      <w:numFmt w:val="bullet"/>
      <w:pStyle w:val="Bullet1"/>
      <w:lvlText w:val=""/>
      <w:lvlJc w:val="left"/>
      <w:pPr>
        <w:tabs>
          <w:tab w:val="num" w:pos="504"/>
        </w:tabs>
        <w:ind w:left="504" w:hanging="360"/>
      </w:pPr>
      <w:rPr>
        <w:rFonts w:ascii="Symbol" w:hAnsi="Symbol" w:hint="default"/>
        <w:color w:val="6666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54A3661"/>
    <w:multiLevelType w:val="multilevel"/>
    <w:tmpl w:val="A89E590E"/>
    <w:lvl w:ilvl="0">
      <w:numFmt w:val="bullet"/>
      <w:pStyle w:val="li-li"/>
      <w:lvlText w:val=""/>
      <w:lvlJc w:val="right"/>
      <w:pPr>
        <w:tabs>
          <w:tab w:val="num" w:pos="180"/>
        </w:tabs>
        <w:spacing w:before="80" w:after="80" w:line="195" w:lineRule="atLeast"/>
        <w:ind w:left="180" w:hanging="210"/>
        <w:jc w:val="both"/>
      </w:pPr>
      <w:rPr>
        <w:rFonts w:ascii="Source Sans Pro" w:hAnsi="Symbol"/>
        <w:color w:val="000000"/>
        <w:sz w:val="21"/>
        <w:szCs w:val="21"/>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E0435E"/>
    <w:multiLevelType w:val="multilevel"/>
    <w:tmpl w:val="35A42352"/>
    <w:lvl w:ilvl="0">
      <w:start w:val="2"/>
      <w:numFmt w:val="decimal"/>
      <w:pStyle w:val="po"/>
      <w:lvlText w:val="%1."/>
      <w:lvlJc w:val="right"/>
      <w:pPr>
        <w:tabs>
          <w:tab w:val="num" w:pos="0"/>
        </w:tabs>
        <w:spacing w:before="120" w:after="120" w:line="195" w:lineRule="atLeast"/>
        <w:ind w:left="0" w:hanging="210"/>
      </w:pPr>
      <w:rPr>
        <w:rFonts w:ascii="Arial"/>
        <w:color w:val="363636"/>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 w15:restartNumberingAfterBreak="0">
    <w:nsid w:val="6EAA35A9"/>
    <w:multiLevelType w:val="hybridMultilevel"/>
    <w:tmpl w:val="20D621AE"/>
    <w:lvl w:ilvl="0" w:tplc="264EDBD6">
      <w:start w:val="1"/>
      <w:numFmt w:val="decimal"/>
      <w:pStyle w:val="liProcedur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35685A"/>
    <w:multiLevelType w:val="multilevel"/>
    <w:tmpl w:val="C60E8C1A"/>
    <w:lvl w:ilvl="0">
      <w:start w:val="1"/>
      <w:numFmt w:val="bullet"/>
      <w:pStyle w:val="liListbullet"/>
      <w:lvlText w:val=""/>
      <w:lvlJc w:val="left"/>
      <w:pPr>
        <w:ind w:left="1440" w:hanging="360"/>
      </w:pPr>
      <w:rPr>
        <w:rFonts w:ascii="Symbol" w:hAnsi="Symbol" w:hint="default"/>
        <w:color w:val="808080" w:themeColor="background1" w:themeShade="8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10E56"/>
    <w:multiLevelType w:val="hybridMultilevel"/>
    <w:tmpl w:val="A7ACDCCA"/>
    <w:lvl w:ilvl="0" w:tplc="ADF64BB4">
      <w:start w:val="1"/>
      <w:numFmt w:val="bullet"/>
      <w:pStyle w:val="liListbullet1"/>
      <w:lvlText w:val=""/>
      <w:lvlJc w:val="left"/>
      <w:pPr>
        <w:ind w:left="1872" w:hanging="360"/>
      </w:pPr>
      <w:rPr>
        <w:rFonts w:ascii="Wingdings" w:hAnsi="Wingdings" w:hint="default"/>
        <w:color w:val="808080" w:themeColor="background1" w:themeShade="8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5"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22"/>
  </w:num>
  <w:num w:numId="3">
    <w:abstractNumId w:val="17"/>
  </w:num>
  <w:num w:numId="4">
    <w:abstractNumId w:val="4"/>
  </w:num>
  <w:num w:numId="5">
    <w:abstractNumId w:val="14"/>
  </w:num>
  <w:num w:numId="6">
    <w:abstractNumId w:val="13"/>
  </w:num>
  <w:num w:numId="7">
    <w:abstractNumId w:val="9"/>
  </w:num>
  <w:num w:numId="8">
    <w:abstractNumId w:val="26"/>
  </w:num>
  <w:num w:numId="9">
    <w:abstractNumId w:val="3"/>
  </w:num>
  <w:num w:numId="10">
    <w:abstractNumId w:val="6"/>
  </w:num>
  <w:num w:numId="11">
    <w:abstractNumId w:val="10"/>
  </w:num>
  <w:num w:numId="12">
    <w:abstractNumId w:val="16"/>
  </w:num>
  <w:num w:numId="13">
    <w:abstractNumId w:val="25"/>
  </w:num>
  <w:num w:numId="14">
    <w:abstractNumId w:val="15"/>
  </w:num>
  <w:num w:numId="15">
    <w:abstractNumId w:val="8"/>
  </w:num>
  <w:num w:numId="16">
    <w:abstractNumId w:val="12"/>
  </w:num>
  <w:num w:numId="17">
    <w:abstractNumId w:val="5"/>
  </w:num>
  <w:num w:numId="18">
    <w:abstractNumId w:val="11"/>
  </w:num>
  <w:num w:numId="19">
    <w:abstractNumId w:val="2"/>
  </w:num>
  <w:num w:numId="20">
    <w:abstractNumId w:val="0"/>
  </w:num>
  <w:num w:numId="21">
    <w:abstractNumId w:val="1"/>
    <w:lvlOverride w:ilvl="0">
      <w:startOverride w:val="1"/>
    </w:lvlOverride>
  </w:num>
  <w:num w:numId="22">
    <w:abstractNumId w:val="20"/>
  </w:num>
  <w:num w:numId="23">
    <w:abstractNumId w:val="23"/>
  </w:num>
  <w:num w:numId="24">
    <w:abstractNumId w:val="7"/>
  </w:num>
  <w:num w:numId="25">
    <w:abstractNumId w:val="21"/>
  </w:num>
  <w:num w:numId="26">
    <w:abstractNumId w:val="19"/>
  </w:num>
  <w:num w:numId="27">
    <w:abstractNumId w:val="18"/>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16"/>
    <w:rsid w:val="000066CE"/>
    <w:rsid w:val="000166A0"/>
    <w:rsid w:val="000255CB"/>
    <w:rsid w:val="00025B2F"/>
    <w:rsid w:val="00025B30"/>
    <w:rsid w:val="0003204A"/>
    <w:rsid w:val="0004016D"/>
    <w:rsid w:val="0004267F"/>
    <w:rsid w:val="00054E1B"/>
    <w:rsid w:val="00066CBA"/>
    <w:rsid w:val="00077CA8"/>
    <w:rsid w:val="00080972"/>
    <w:rsid w:val="000811F8"/>
    <w:rsid w:val="00081B2D"/>
    <w:rsid w:val="00083F38"/>
    <w:rsid w:val="00090F5C"/>
    <w:rsid w:val="00092DF2"/>
    <w:rsid w:val="00093189"/>
    <w:rsid w:val="000C1DBF"/>
    <w:rsid w:val="000C7494"/>
    <w:rsid w:val="000D6817"/>
    <w:rsid w:val="000E6759"/>
    <w:rsid w:val="00110BA7"/>
    <w:rsid w:val="00117220"/>
    <w:rsid w:val="0012099E"/>
    <w:rsid w:val="0012501D"/>
    <w:rsid w:val="00125B8A"/>
    <w:rsid w:val="00134D61"/>
    <w:rsid w:val="00136765"/>
    <w:rsid w:val="00137011"/>
    <w:rsid w:val="00144221"/>
    <w:rsid w:val="0015408E"/>
    <w:rsid w:val="00156DEA"/>
    <w:rsid w:val="00162062"/>
    <w:rsid w:val="00165554"/>
    <w:rsid w:val="00172798"/>
    <w:rsid w:val="00175057"/>
    <w:rsid w:val="0018101B"/>
    <w:rsid w:val="00182AEB"/>
    <w:rsid w:val="001836F7"/>
    <w:rsid w:val="00184051"/>
    <w:rsid w:val="00192393"/>
    <w:rsid w:val="001A0D41"/>
    <w:rsid w:val="001A5FD0"/>
    <w:rsid w:val="001C4CB1"/>
    <w:rsid w:val="001C527A"/>
    <w:rsid w:val="001D297D"/>
    <w:rsid w:val="001D4964"/>
    <w:rsid w:val="001F4FB8"/>
    <w:rsid w:val="001F5D1A"/>
    <w:rsid w:val="00202104"/>
    <w:rsid w:val="00210DCB"/>
    <w:rsid w:val="002140D0"/>
    <w:rsid w:val="002247C6"/>
    <w:rsid w:val="00231423"/>
    <w:rsid w:val="002468DE"/>
    <w:rsid w:val="00250E5D"/>
    <w:rsid w:val="00250F70"/>
    <w:rsid w:val="002517F0"/>
    <w:rsid w:val="00252682"/>
    <w:rsid w:val="00255382"/>
    <w:rsid w:val="002600AF"/>
    <w:rsid w:val="00265D45"/>
    <w:rsid w:val="00272CC2"/>
    <w:rsid w:val="00277196"/>
    <w:rsid w:val="00277705"/>
    <w:rsid w:val="00277D09"/>
    <w:rsid w:val="0028075D"/>
    <w:rsid w:val="00284C0E"/>
    <w:rsid w:val="002A5BEA"/>
    <w:rsid w:val="002A6F7D"/>
    <w:rsid w:val="002B1216"/>
    <w:rsid w:val="002B1D29"/>
    <w:rsid w:val="002B49F5"/>
    <w:rsid w:val="002C5E4B"/>
    <w:rsid w:val="002C6B41"/>
    <w:rsid w:val="002E20EC"/>
    <w:rsid w:val="002F60CA"/>
    <w:rsid w:val="003020B1"/>
    <w:rsid w:val="003038B8"/>
    <w:rsid w:val="00303D8D"/>
    <w:rsid w:val="00315184"/>
    <w:rsid w:val="00317025"/>
    <w:rsid w:val="003267F0"/>
    <w:rsid w:val="00346BC9"/>
    <w:rsid w:val="003503DC"/>
    <w:rsid w:val="00357533"/>
    <w:rsid w:val="00360172"/>
    <w:rsid w:val="003828DB"/>
    <w:rsid w:val="003A63B9"/>
    <w:rsid w:val="003C0DB9"/>
    <w:rsid w:val="003C287B"/>
    <w:rsid w:val="003E510D"/>
    <w:rsid w:val="003F3975"/>
    <w:rsid w:val="0040421E"/>
    <w:rsid w:val="004118E8"/>
    <w:rsid w:val="00414DB8"/>
    <w:rsid w:val="00443227"/>
    <w:rsid w:val="00444BD3"/>
    <w:rsid w:val="00451114"/>
    <w:rsid w:val="00460B6A"/>
    <w:rsid w:val="00463433"/>
    <w:rsid w:val="00465F5C"/>
    <w:rsid w:val="00467F26"/>
    <w:rsid w:val="0047301E"/>
    <w:rsid w:val="00474C1F"/>
    <w:rsid w:val="00492A77"/>
    <w:rsid w:val="00496845"/>
    <w:rsid w:val="004A38A0"/>
    <w:rsid w:val="004A3A2B"/>
    <w:rsid w:val="004C6316"/>
    <w:rsid w:val="004D6DDE"/>
    <w:rsid w:val="00500DEB"/>
    <w:rsid w:val="005010A9"/>
    <w:rsid w:val="00516557"/>
    <w:rsid w:val="005424ED"/>
    <w:rsid w:val="00550BD9"/>
    <w:rsid w:val="00555997"/>
    <w:rsid w:val="00556A43"/>
    <w:rsid w:val="005574A6"/>
    <w:rsid w:val="00562FB8"/>
    <w:rsid w:val="005700C8"/>
    <w:rsid w:val="005702CC"/>
    <w:rsid w:val="00581518"/>
    <w:rsid w:val="0058659A"/>
    <w:rsid w:val="0059026C"/>
    <w:rsid w:val="00590923"/>
    <w:rsid w:val="005929C1"/>
    <w:rsid w:val="00594954"/>
    <w:rsid w:val="005A07D4"/>
    <w:rsid w:val="005A2CAB"/>
    <w:rsid w:val="005A6782"/>
    <w:rsid w:val="005B24ED"/>
    <w:rsid w:val="005B3923"/>
    <w:rsid w:val="005B3D58"/>
    <w:rsid w:val="005B40C8"/>
    <w:rsid w:val="005C0B11"/>
    <w:rsid w:val="005C31A7"/>
    <w:rsid w:val="005D147A"/>
    <w:rsid w:val="005E0EB3"/>
    <w:rsid w:val="005E4C46"/>
    <w:rsid w:val="005E6391"/>
    <w:rsid w:val="00606AC6"/>
    <w:rsid w:val="00610C5F"/>
    <w:rsid w:val="00616699"/>
    <w:rsid w:val="00621659"/>
    <w:rsid w:val="00622ABC"/>
    <w:rsid w:val="006241B9"/>
    <w:rsid w:val="00636019"/>
    <w:rsid w:val="006554BC"/>
    <w:rsid w:val="006568B2"/>
    <w:rsid w:val="00657E99"/>
    <w:rsid w:val="00664234"/>
    <w:rsid w:val="00671A67"/>
    <w:rsid w:val="0067641E"/>
    <w:rsid w:val="00691864"/>
    <w:rsid w:val="006A4D18"/>
    <w:rsid w:val="006A503C"/>
    <w:rsid w:val="006A61B8"/>
    <w:rsid w:val="006C1A13"/>
    <w:rsid w:val="006C239D"/>
    <w:rsid w:val="006C4FE7"/>
    <w:rsid w:val="006D3F10"/>
    <w:rsid w:val="006E23F3"/>
    <w:rsid w:val="006E6D50"/>
    <w:rsid w:val="006F5F88"/>
    <w:rsid w:val="007064B0"/>
    <w:rsid w:val="00731CD1"/>
    <w:rsid w:val="00743BFB"/>
    <w:rsid w:val="00746C9C"/>
    <w:rsid w:val="007574C3"/>
    <w:rsid w:val="007641CB"/>
    <w:rsid w:val="0076730B"/>
    <w:rsid w:val="0077684F"/>
    <w:rsid w:val="00776A34"/>
    <w:rsid w:val="007809BB"/>
    <w:rsid w:val="007838BD"/>
    <w:rsid w:val="00795751"/>
    <w:rsid w:val="007C40AC"/>
    <w:rsid w:val="007D7D7A"/>
    <w:rsid w:val="007E2BFA"/>
    <w:rsid w:val="007F7D30"/>
    <w:rsid w:val="00805CE7"/>
    <w:rsid w:val="0081295F"/>
    <w:rsid w:val="008131DC"/>
    <w:rsid w:val="008152A7"/>
    <w:rsid w:val="00817EBA"/>
    <w:rsid w:val="00821048"/>
    <w:rsid w:val="00830729"/>
    <w:rsid w:val="008313C6"/>
    <w:rsid w:val="00832CB5"/>
    <w:rsid w:val="00833F38"/>
    <w:rsid w:val="00834A1E"/>
    <w:rsid w:val="00840C03"/>
    <w:rsid w:val="008426DD"/>
    <w:rsid w:val="00855719"/>
    <w:rsid w:val="008561B8"/>
    <w:rsid w:val="008576EF"/>
    <w:rsid w:val="008644A4"/>
    <w:rsid w:val="00871BE1"/>
    <w:rsid w:val="00874234"/>
    <w:rsid w:val="00894171"/>
    <w:rsid w:val="008973A2"/>
    <w:rsid w:val="008A57A6"/>
    <w:rsid w:val="008A6F92"/>
    <w:rsid w:val="008B0EFE"/>
    <w:rsid w:val="008B644B"/>
    <w:rsid w:val="008B7153"/>
    <w:rsid w:val="008D3EE2"/>
    <w:rsid w:val="008E1352"/>
    <w:rsid w:val="008E45EC"/>
    <w:rsid w:val="008F4492"/>
    <w:rsid w:val="00907763"/>
    <w:rsid w:val="0091039A"/>
    <w:rsid w:val="009107B5"/>
    <w:rsid w:val="009124FB"/>
    <w:rsid w:val="0092206E"/>
    <w:rsid w:val="0092639A"/>
    <w:rsid w:val="00950CDE"/>
    <w:rsid w:val="00965385"/>
    <w:rsid w:val="009704E7"/>
    <w:rsid w:val="00983F3B"/>
    <w:rsid w:val="009945F3"/>
    <w:rsid w:val="00995BC5"/>
    <w:rsid w:val="009B49E0"/>
    <w:rsid w:val="009B4EE0"/>
    <w:rsid w:val="009B6BFF"/>
    <w:rsid w:val="009D194A"/>
    <w:rsid w:val="009D441F"/>
    <w:rsid w:val="009E08E0"/>
    <w:rsid w:val="009E6D5A"/>
    <w:rsid w:val="009F1AFA"/>
    <w:rsid w:val="009F43A6"/>
    <w:rsid w:val="00A13E43"/>
    <w:rsid w:val="00A15A17"/>
    <w:rsid w:val="00A17828"/>
    <w:rsid w:val="00A30702"/>
    <w:rsid w:val="00A50C51"/>
    <w:rsid w:val="00A52B34"/>
    <w:rsid w:val="00A62A5D"/>
    <w:rsid w:val="00A7208B"/>
    <w:rsid w:val="00A72287"/>
    <w:rsid w:val="00A73746"/>
    <w:rsid w:val="00A74EDA"/>
    <w:rsid w:val="00A80C16"/>
    <w:rsid w:val="00A9169A"/>
    <w:rsid w:val="00A9431F"/>
    <w:rsid w:val="00A949E3"/>
    <w:rsid w:val="00AA494B"/>
    <w:rsid w:val="00AA62E2"/>
    <w:rsid w:val="00AB72F1"/>
    <w:rsid w:val="00AF3695"/>
    <w:rsid w:val="00AF64C5"/>
    <w:rsid w:val="00B36747"/>
    <w:rsid w:val="00B36E45"/>
    <w:rsid w:val="00B407B0"/>
    <w:rsid w:val="00B43A3B"/>
    <w:rsid w:val="00B43BC8"/>
    <w:rsid w:val="00B47F4B"/>
    <w:rsid w:val="00B51EF8"/>
    <w:rsid w:val="00B53ED0"/>
    <w:rsid w:val="00B602F5"/>
    <w:rsid w:val="00B61A63"/>
    <w:rsid w:val="00B6274D"/>
    <w:rsid w:val="00B6442A"/>
    <w:rsid w:val="00B67690"/>
    <w:rsid w:val="00B74195"/>
    <w:rsid w:val="00B74D03"/>
    <w:rsid w:val="00B76A16"/>
    <w:rsid w:val="00B906D8"/>
    <w:rsid w:val="00B922C5"/>
    <w:rsid w:val="00B9484B"/>
    <w:rsid w:val="00BA1806"/>
    <w:rsid w:val="00BA4341"/>
    <w:rsid w:val="00BE5A53"/>
    <w:rsid w:val="00C06B17"/>
    <w:rsid w:val="00C06E82"/>
    <w:rsid w:val="00C21C0E"/>
    <w:rsid w:val="00C31A02"/>
    <w:rsid w:val="00C465A0"/>
    <w:rsid w:val="00C475D6"/>
    <w:rsid w:val="00C51CDB"/>
    <w:rsid w:val="00C5605F"/>
    <w:rsid w:val="00C579DA"/>
    <w:rsid w:val="00C65709"/>
    <w:rsid w:val="00C70D1D"/>
    <w:rsid w:val="00C80BFD"/>
    <w:rsid w:val="00C83780"/>
    <w:rsid w:val="00C83B15"/>
    <w:rsid w:val="00C8489B"/>
    <w:rsid w:val="00C85FED"/>
    <w:rsid w:val="00C90671"/>
    <w:rsid w:val="00CA2787"/>
    <w:rsid w:val="00CA3F8B"/>
    <w:rsid w:val="00CA47BF"/>
    <w:rsid w:val="00CA6548"/>
    <w:rsid w:val="00CC27BE"/>
    <w:rsid w:val="00CC4C5F"/>
    <w:rsid w:val="00CD6D20"/>
    <w:rsid w:val="00CE5FF3"/>
    <w:rsid w:val="00CF4547"/>
    <w:rsid w:val="00D078A3"/>
    <w:rsid w:val="00D16D16"/>
    <w:rsid w:val="00D17AF9"/>
    <w:rsid w:val="00D20180"/>
    <w:rsid w:val="00D31879"/>
    <w:rsid w:val="00D31D2E"/>
    <w:rsid w:val="00D340D0"/>
    <w:rsid w:val="00D512BA"/>
    <w:rsid w:val="00D577DA"/>
    <w:rsid w:val="00D64607"/>
    <w:rsid w:val="00D71551"/>
    <w:rsid w:val="00D800EB"/>
    <w:rsid w:val="00D85C42"/>
    <w:rsid w:val="00D86CEE"/>
    <w:rsid w:val="00D923A5"/>
    <w:rsid w:val="00DA0E0A"/>
    <w:rsid w:val="00DB049F"/>
    <w:rsid w:val="00DB1377"/>
    <w:rsid w:val="00DB44E2"/>
    <w:rsid w:val="00DC15BC"/>
    <w:rsid w:val="00DC51B0"/>
    <w:rsid w:val="00DC53CC"/>
    <w:rsid w:val="00DC74A1"/>
    <w:rsid w:val="00DD187C"/>
    <w:rsid w:val="00E065A0"/>
    <w:rsid w:val="00E166E1"/>
    <w:rsid w:val="00E176FC"/>
    <w:rsid w:val="00E2292F"/>
    <w:rsid w:val="00E31A0B"/>
    <w:rsid w:val="00E372EB"/>
    <w:rsid w:val="00E40B24"/>
    <w:rsid w:val="00E42865"/>
    <w:rsid w:val="00E4360D"/>
    <w:rsid w:val="00E60D1D"/>
    <w:rsid w:val="00E62237"/>
    <w:rsid w:val="00E666E9"/>
    <w:rsid w:val="00E671CF"/>
    <w:rsid w:val="00E70CB7"/>
    <w:rsid w:val="00E73376"/>
    <w:rsid w:val="00E7691B"/>
    <w:rsid w:val="00E80DDB"/>
    <w:rsid w:val="00E84CED"/>
    <w:rsid w:val="00E8747F"/>
    <w:rsid w:val="00E94036"/>
    <w:rsid w:val="00EA3302"/>
    <w:rsid w:val="00EA771C"/>
    <w:rsid w:val="00EB32DD"/>
    <w:rsid w:val="00EB54EF"/>
    <w:rsid w:val="00EC20D8"/>
    <w:rsid w:val="00ED4D9D"/>
    <w:rsid w:val="00EE30EA"/>
    <w:rsid w:val="00EE776E"/>
    <w:rsid w:val="00EF31E1"/>
    <w:rsid w:val="00EF58DD"/>
    <w:rsid w:val="00F04A2B"/>
    <w:rsid w:val="00F04A66"/>
    <w:rsid w:val="00F17C80"/>
    <w:rsid w:val="00F33195"/>
    <w:rsid w:val="00F367BD"/>
    <w:rsid w:val="00F474DC"/>
    <w:rsid w:val="00F54839"/>
    <w:rsid w:val="00F6093A"/>
    <w:rsid w:val="00F7072C"/>
    <w:rsid w:val="00F73B1F"/>
    <w:rsid w:val="00F77BD0"/>
    <w:rsid w:val="00F87846"/>
    <w:rsid w:val="00FA0935"/>
    <w:rsid w:val="00FA3435"/>
    <w:rsid w:val="00FA5639"/>
    <w:rsid w:val="00FB137C"/>
    <w:rsid w:val="00FB6CFB"/>
    <w:rsid w:val="00FC1D7B"/>
    <w:rsid w:val="00FC76AB"/>
    <w:rsid w:val="00FD2B70"/>
    <w:rsid w:val="00FD31FB"/>
    <w:rsid w:val="00FE3D67"/>
    <w:rsid w:val="00FF4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54003"/>
  <w15:docId w15:val="{8C116FE0-EBE3-4AA3-B9A0-BA32E155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1CF"/>
    <w:pPr>
      <w:keepLines/>
      <w:spacing w:before="240" w:after="120" w:line="240" w:lineRule="auto"/>
      <w:ind w:left="720"/>
    </w:pPr>
    <w:rPr>
      <w:rFonts w:ascii="Arial" w:eastAsia="Times New Roman" w:hAnsi="Arial" w:cs="Times New Roman"/>
      <w:sz w:val="20"/>
      <w:szCs w:val="20"/>
      <w:lang w:val="en-GB"/>
    </w:rPr>
  </w:style>
  <w:style w:type="paragraph" w:styleId="Heading1">
    <w:name w:val="heading 1"/>
    <w:basedOn w:val="TableofContents"/>
    <w:next w:val="Normal"/>
    <w:link w:val="Heading1Char"/>
    <w:qFormat/>
    <w:rsid w:val="00E671CF"/>
    <w:pPr>
      <w:keepNext/>
      <w:pageBreakBefore/>
      <w:numPr>
        <w:numId w:val="18"/>
      </w:numPr>
      <w:jc w:val="right"/>
      <w:outlineLvl w:val="0"/>
    </w:pPr>
  </w:style>
  <w:style w:type="paragraph" w:styleId="Heading2">
    <w:name w:val="heading 2"/>
    <w:next w:val="Normal"/>
    <w:link w:val="Heading2Char"/>
    <w:qFormat/>
    <w:rsid w:val="00E671CF"/>
    <w:pPr>
      <w:keepNext/>
      <w:keepLines/>
      <w:numPr>
        <w:ilvl w:val="1"/>
        <w:numId w:val="18"/>
      </w:numPr>
      <w:spacing w:before="240" w:after="120" w:line="240" w:lineRule="auto"/>
      <w:outlineLvl w:val="1"/>
    </w:pPr>
    <w:rPr>
      <w:rFonts w:ascii="Arial" w:eastAsia="Times New Roman" w:hAnsi="Arial" w:cs="Times New Roman"/>
      <w:b/>
      <w:sz w:val="32"/>
      <w:szCs w:val="20"/>
      <w:u w:val="single"/>
    </w:rPr>
  </w:style>
  <w:style w:type="paragraph" w:styleId="Heading3">
    <w:name w:val="heading 3"/>
    <w:next w:val="Normal"/>
    <w:link w:val="Heading3Char"/>
    <w:qFormat/>
    <w:rsid w:val="00E671CF"/>
    <w:pPr>
      <w:keepNext/>
      <w:keepLines/>
      <w:numPr>
        <w:ilvl w:val="2"/>
        <w:numId w:val="18"/>
      </w:numPr>
      <w:tabs>
        <w:tab w:val="left" w:pos="288"/>
      </w:tabs>
      <w:spacing w:before="240" w:after="120" w:line="240" w:lineRule="auto"/>
      <w:outlineLvl w:val="2"/>
    </w:pPr>
    <w:rPr>
      <w:rFonts w:ascii="Arial" w:eastAsia="Times New Roman" w:hAnsi="Arial" w:cs="Times New Roman"/>
      <w:b/>
      <w:sz w:val="24"/>
      <w:szCs w:val="20"/>
      <w:u w:val="single"/>
    </w:rPr>
  </w:style>
  <w:style w:type="paragraph" w:styleId="Heading4">
    <w:name w:val="heading 4"/>
    <w:basedOn w:val="Normal"/>
    <w:next w:val="Normal"/>
    <w:link w:val="Heading4Char"/>
    <w:autoRedefine/>
    <w:qFormat/>
    <w:rsid w:val="00E671CF"/>
    <w:pPr>
      <w:keepNext/>
      <w:numPr>
        <w:ilvl w:val="3"/>
        <w:numId w:val="18"/>
      </w:numPr>
      <w:tabs>
        <w:tab w:val="left" w:pos="720"/>
      </w:tabs>
      <w:outlineLvl w:val="3"/>
    </w:pPr>
    <w:rPr>
      <w:b/>
      <w:u w:val="single"/>
    </w:rPr>
  </w:style>
  <w:style w:type="paragraph" w:styleId="Heading5">
    <w:name w:val="heading 5"/>
    <w:basedOn w:val="Normal"/>
    <w:next w:val="Normal"/>
    <w:link w:val="Heading5Char"/>
    <w:qFormat/>
    <w:rsid w:val="00E671CF"/>
    <w:pPr>
      <w:keepNext/>
      <w:numPr>
        <w:ilvl w:val="4"/>
        <w:numId w:val="18"/>
      </w:numPr>
      <w:spacing w:before="120" w:after="60"/>
      <w:outlineLvl w:val="4"/>
    </w:pPr>
    <w:rPr>
      <w:b/>
      <w:sz w:val="25"/>
    </w:rPr>
  </w:style>
  <w:style w:type="paragraph" w:styleId="Heading6">
    <w:name w:val="heading 6"/>
    <w:basedOn w:val="Normal"/>
    <w:next w:val="Normal"/>
    <w:link w:val="Heading6Char"/>
    <w:qFormat/>
    <w:rsid w:val="00E671CF"/>
    <w:pPr>
      <w:keepNext/>
      <w:numPr>
        <w:ilvl w:val="5"/>
        <w:numId w:val="18"/>
      </w:numPr>
      <w:outlineLvl w:val="5"/>
    </w:pPr>
    <w:rPr>
      <w:rFonts w:ascii="Univers" w:hAnsi="Univers"/>
      <w:b/>
      <w:sz w:val="56"/>
    </w:rPr>
  </w:style>
  <w:style w:type="paragraph" w:styleId="Heading7">
    <w:name w:val="heading 7"/>
    <w:basedOn w:val="Normal"/>
    <w:next w:val="Normal"/>
    <w:link w:val="Heading7Char"/>
    <w:qFormat/>
    <w:rsid w:val="00E671CF"/>
    <w:pPr>
      <w:keepNext/>
      <w:numPr>
        <w:ilvl w:val="6"/>
        <w:numId w:val="18"/>
      </w:numPr>
      <w:outlineLvl w:val="6"/>
    </w:pPr>
    <w:rPr>
      <w:b/>
      <w:sz w:val="32"/>
    </w:rPr>
  </w:style>
  <w:style w:type="paragraph" w:styleId="Heading8">
    <w:name w:val="heading 8"/>
    <w:basedOn w:val="Normal"/>
    <w:next w:val="Normal"/>
    <w:link w:val="Heading8Char"/>
    <w:qFormat/>
    <w:rsid w:val="00E671CF"/>
    <w:pPr>
      <w:keepNext/>
      <w:numPr>
        <w:ilvl w:val="7"/>
        <w:numId w:val="18"/>
      </w:numPr>
      <w:pBdr>
        <w:bottom w:val="single" w:sz="4" w:space="1" w:color="auto"/>
      </w:pBdr>
      <w:jc w:val="center"/>
      <w:outlineLvl w:val="7"/>
    </w:pPr>
    <w:rPr>
      <w:b/>
      <w:sz w:val="32"/>
    </w:rPr>
  </w:style>
  <w:style w:type="paragraph" w:styleId="Heading9">
    <w:name w:val="heading 9"/>
    <w:basedOn w:val="Normal"/>
    <w:next w:val="Normal"/>
    <w:link w:val="Heading9Char"/>
    <w:qFormat/>
    <w:rsid w:val="00E671CF"/>
    <w:pPr>
      <w:keepNext/>
      <w:numPr>
        <w:ilvl w:val="8"/>
        <w:numId w:val="18"/>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671CF"/>
    <w:pPr>
      <w:numPr>
        <w:ilvl w:val="1"/>
      </w:numPr>
      <w:ind w:left="720"/>
    </w:pPr>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E671CF"/>
    <w:rPr>
      <w:b/>
      <w:bCs/>
      <w:i/>
      <w:iCs/>
      <w:color w:val="4F81BD" w:themeColor="accent1"/>
    </w:rPr>
  </w:style>
  <w:style w:type="character" w:customStyle="1" w:styleId="SubtitleChar">
    <w:name w:val="Subtitle Char"/>
    <w:basedOn w:val="DefaultParagraphFont"/>
    <w:link w:val="Subtitle"/>
    <w:uiPriority w:val="11"/>
    <w:rsid w:val="00E671CF"/>
    <w:rPr>
      <w:rFonts w:asciiTheme="majorHAnsi" w:eastAsiaTheme="majorEastAsia" w:hAnsiTheme="majorHAnsi" w:cstheme="majorBidi"/>
      <w:i/>
      <w:iCs/>
      <w:color w:val="4F81BD" w:themeColor="accent1"/>
      <w:spacing w:val="15"/>
      <w:sz w:val="24"/>
      <w:szCs w:val="24"/>
      <w:lang w:val="en-GB"/>
    </w:rPr>
  </w:style>
  <w:style w:type="character" w:customStyle="1" w:styleId="Heading2Char">
    <w:name w:val="Heading 2 Char"/>
    <w:basedOn w:val="DefaultParagraphFont"/>
    <w:link w:val="Heading2"/>
    <w:rsid w:val="00E671CF"/>
    <w:rPr>
      <w:rFonts w:ascii="Arial" w:eastAsia="Times New Roman" w:hAnsi="Arial" w:cs="Times New Roman"/>
      <w:b/>
      <w:sz w:val="32"/>
      <w:szCs w:val="20"/>
      <w:u w:val="single"/>
    </w:rPr>
  </w:style>
  <w:style w:type="paragraph" w:customStyle="1" w:styleId="UMH1">
    <w:name w:val="UM_H1"/>
    <w:basedOn w:val="Heading1"/>
    <w:rsid w:val="00E671CF"/>
    <w:pPr>
      <w:numPr>
        <w:numId w:val="10"/>
      </w:numPr>
      <w:spacing w:before="120" w:after="120"/>
      <w:jc w:val="both"/>
    </w:pPr>
    <w:rPr>
      <w:rFonts w:cs="Arial"/>
      <w:kern w:val="32"/>
      <w:sz w:val="32"/>
      <w:szCs w:val="44"/>
    </w:rPr>
  </w:style>
  <w:style w:type="character" w:customStyle="1" w:styleId="Heading1Char">
    <w:name w:val="Heading 1 Char"/>
    <w:basedOn w:val="DefaultParagraphFont"/>
    <w:link w:val="Heading1"/>
    <w:rsid w:val="00E671CF"/>
    <w:rPr>
      <w:rFonts w:ascii="Arial" w:eastAsia="Times New Roman" w:hAnsi="Arial" w:cs="Times New Roman"/>
      <w:b/>
      <w:sz w:val="36"/>
      <w:szCs w:val="20"/>
    </w:rPr>
  </w:style>
  <w:style w:type="paragraph" w:customStyle="1" w:styleId="UMh2">
    <w:name w:val="UM_h2"/>
    <w:basedOn w:val="Heading2"/>
    <w:rsid w:val="00E671CF"/>
    <w:pPr>
      <w:keepLines w:val="0"/>
      <w:numPr>
        <w:numId w:val="10"/>
      </w:numPr>
      <w:spacing w:before="120"/>
      <w:jc w:val="both"/>
    </w:pPr>
    <w:rPr>
      <w:rFonts w:cs="Arial"/>
      <w:iCs/>
      <w:sz w:val="28"/>
      <w:szCs w:val="24"/>
    </w:rPr>
  </w:style>
  <w:style w:type="paragraph" w:customStyle="1" w:styleId="UMh3">
    <w:name w:val="UM_h3"/>
    <w:basedOn w:val="Heading3"/>
    <w:rsid w:val="00E671CF"/>
    <w:pPr>
      <w:keepLines w:val="0"/>
      <w:numPr>
        <w:numId w:val="10"/>
      </w:numPr>
      <w:spacing w:before="120"/>
      <w:jc w:val="both"/>
    </w:pPr>
    <w:rPr>
      <w:bCs/>
      <w:spacing w:val="-5"/>
      <w:szCs w:val="24"/>
    </w:rPr>
  </w:style>
  <w:style w:type="character" w:customStyle="1" w:styleId="Heading3Char">
    <w:name w:val="Heading 3 Char"/>
    <w:basedOn w:val="DefaultParagraphFont"/>
    <w:link w:val="Heading3"/>
    <w:rsid w:val="00E671CF"/>
    <w:rPr>
      <w:rFonts w:ascii="Arial" w:eastAsia="Times New Roman" w:hAnsi="Arial" w:cs="Times New Roman"/>
      <w:b/>
      <w:sz w:val="24"/>
      <w:szCs w:val="20"/>
      <w:u w:val="single"/>
    </w:rPr>
  </w:style>
  <w:style w:type="paragraph" w:customStyle="1" w:styleId="liProcedure">
    <w:name w:val="li_Procedure"/>
    <w:basedOn w:val="Normal"/>
    <w:rsid w:val="00E671CF"/>
    <w:pPr>
      <w:numPr>
        <w:numId w:val="25"/>
      </w:numPr>
      <w:spacing w:before="120"/>
    </w:pPr>
  </w:style>
  <w:style w:type="paragraph" w:customStyle="1" w:styleId="pHeadings">
    <w:name w:val="p_Headings"/>
    <w:basedOn w:val="Normal"/>
    <w:rsid w:val="00E671CF"/>
    <w:pPr>
      <w:spacing w:before="320"/>
    </w:pPr>
    <w:rPr>
      <w:b/>
    </w:rPr>
  </w:style>
  <w:style w:type="paragraph" w:customStyle="1" w:styleId="liListbullet">
    <w:name w:val="li_Listbullet"/>
    <w:basedOn w:val="Normal"/>
    <w:next w:val="Bullet1"/>
    <w:rsid w:val="00E671CF"/>
    <w:pPr>
      <w:numPr>
        <w:numId w:val="2"/>
      </w:numPr>
      <w:spacing w:before="120"/>
      <w:jc w:val="both"/>
    </w:pPr>
    <w:rPr>
      <w:rFonts w:eastAsia="Calibri"/>
    </w:rPr>
  </w:style>
  <w:style w:type="paragraph" w:customStyle="1" w:styleId="ptableheadingtext">
    <w:name w:val="p_tableheadingtext"/>
    <w:basedOn w:val="Normal"/>
    <w:rsid w:val="00E671CF"/>
    <w:pPr>
      <w:spacing w:before="120"/>
      <w:ind w:left="0"/>
    </w:pPr>
    <w:rPr>
      <w:b/>
    </w:rPr>
  </w:style>
  <w:style w:type="paragraph" w:customStyle="1" w:styleId="ptablenormaltext">
    <w:name w:val="p_tablenormaltext"/>
    <w:basedOn w:val="Normal"/>
    <w:link w:val="ptablenormaltextChar"/>
    <w:rsid w:val="00E671CF"/>
    <w:pPr>
      <w:spacing w:before="120"/>
      <w:ind w:left="0"/>
      <w:jc w:val="both"/>
    </w:pPr>
  </w:style>
  <w:style w:type="paragraph" w:customStyle="1" w:styleId="pImage">
    <w:name w:val="p_Image"/>
    <w:basedOn w:val="Normal"/>
    <w:rsid w:val="00E671CF"/>
    <w:pPr>
      <w:spacing w:before="200"/>
    </w:pPr>
    <w:rPr>
      <w:szCs w:val="24"/>
    </w:rPr>
  </w:style>
  <w:style w:type="paragraph" w:customStyle="1" w:styleId="TableBullet1">
    <w:name w:val="TableBullet 1"/>
    <w:basedOn w:val="ListBullet2"/>
    <w:qFormat/>
    <w:rsid w:val="00E671CF"/>
    <w:pPr>
      <w:numPr>
        <w:numId w:val="9"/>
      </w:numPr>
      <w:tabs>
        <w:tab w:val="left" w:pos="720"/>
        <w:tab w:val="left" w:pos="1440"/>
      </w:tabs>
      <w:spacing w:before="100" w:after="100"/>
      <w:outlineLvl w:val="0"/>
    </w:pPr>
    <w:rPr>
      <w:rFonts w:eastAsia="Calibri"/>
    </w:rPr>
  </w:style>
  <w:style w:type="paragraph" w:styleId="ListBullet2">
    <w:name w:val="List Bullet 2"/>
    <w:basedOn w:val="Normal"/>
    <w:rsid w:val="00E671CF"/>
    <w:pPr>
      <w:numPr>
        <w:numId w:val="20"/>
      </w:numPr>
    </w:pPr>
  </w:style>
  <w:style w:type="paragraph" w:customStyle="1" w:styleId="TableBullet2">
    <w:name w:val="TableBullet 2"/>
    <w:basedOn w:val="TableBullet1"/>
    <w:qFormat/>
    <w:rsid w:val="00E671CF"/>
    <w:pPr>
      <w:numPr>
        <w:numId w:val="8"/>
      </w:numPr>
      <w:tabs>
        <w:tab w:val="clear" w:pos="720"/>
        <w:tab w:val="clear" w:pos="1440"/>
        <w:tab w:val="left" w:pos="1008"/>
      </w:tabs>
      <w:outlineLvl w:val="1"/>
    </w:pPr>
  </w:style>
  <w:style w:type="paragraph" w:customStyle="1" w:styleId="TableBullet3">
    <w:name w:val="TableBullet 3"/>
    <w:basedOn w:val="TableBullet1"/>
    <w:qFormat/>
    <w:rsid w:val="00E671CF"/>
    <w:pPr>
      <w:numPr>
        <w:numId w:val="0"/>
      </w:numPr>
      <w:outlineLvl w:val="2"/>
    </w:pPr>
  </w:style>
  <w:style w:type="paragraph" w:customStyle="1" w:styleId="pNote">
    <w:name w:val="p_Note"/>
    <w:basedOn w:val="Normal"/>
    <w:rsid w:val="00E671CF"/>
    <w:pPr>
      <w:pBdr>
        <w:top w:val="single" w:sz="4" w:space="1" w:color="auto"/>
        <w:bottom w:val="single" w:sz="4" w:space="1" w:color="auto"/>
      </w:pBdr>
      <w:spacing w:before="160" w:after="160"/>
      <w:jc w:val="both"/>
    </w:pPr>
  </w:style>
  <w:style w:type="paragraph" w:customStyle="1" w:styleId="pBodyParagraph">
    <w:name w:val="p_BodyParagraph"/>
    <w:basedOn w:val="Normal"/>
    <w:rsid w:val="00E671CF"/>
    <w:pPr>
      <w:jc w:val="both"/>
    </w:pPr>
  </w:style>
  <w:style w:type="paragraph" w:customStyle="1" w:styleId="liListbullet1">
    <w:name w:val="li_Listbullet1"/>
    <w:basedOn w:val="liListbullet"/>
    <w:qFormat/>
    <w:rsid w:val="00E671CF"/>
    <w:pPr>
      <w:numPr>
        <w:numId w:val="1"/>
      </w:numPr>
      <w:spacing w:before="80" w:after="80"/>
    </w:pPr>
  </w:style>
  <w:style w:type="paragraph" w:customStyle="1" w:styleId="liListbullet2">
    <w:name w:val="li_Listbullet2"/>
    <w:basedOn w:val="liListbullet"/>
    <w:qFormat/>
    <w:rsid w:val="00E671CF"/>
    <w:pPr>
      <w:numPr>
        <w:numId w:val="24"/>
      </w:numPr>
      <w:spacing w:before="80" w:after="80"/>
    </w:pPr>
  </w:style>
  <w:style w:type="paragraph" w:customStyle="1" w:styleId="pStartPoint">
    <w:name w:val="p_StartPoint"/>
    <w:basedOn w:val="Normal"/>
    <w:rsid w:val="00E671CF"/>
    <w:pPr>
      <w:widowControl w:val="0"/>
      <w:adjustRightInd w:val="0"/>
      <w:spacing w:before="120" w:line="360" w:lineRule="atLeast"/>
      <w:jc w:val="both"/>
      <w:textAlignment w:val="baseline"/>
    </w:pPr>
    <w:rPr>
      <w:b/>
      <w:szCs w:val="24"/>
    </w:rPr>
  </w:style>
  <w:style w:type="paragraph" w:customStyle="1" w:styleId="PartNo">
    <w:name w:val="PartNo"/>
    <w:basedOn w:val="Normal"/>
    <w:qFormat/>
    <w:rsid w:val="00E671CF"/>
    <w:pPr>
      <w:autoSpaceDE w:val="0"/>
      <w:autoSpaceDN w:val="0"/>
      <w:adjustRightInd w:val="0"/>
      <w:spacing w:after="0"/>
      <w:ind w:left="4320"/>
    </w:pPr>
    <w:rPr>
      <w:rFonts w:eastAsia="Calibri" w:cs="Arial"/>
      <w:b/>
      <w:color w:val="000000"/>
      <w:sz w:val="24"/>
      <w:szCs w:val="28"/>
    </w:rPr>
  </w:style>
  <w:style w:type="paragraph" w:customStyle="1" w:styleId="ManualName">
    <w:name w:val="ManualName"/>
    <w:basedOn w:val="Normal"/>
    <w:qFormat/>
    <w:rsid w:val="00E671CF"/>
    <w:pPr>
      <w:autoSpaceDE w:val="0"/>
      <w:autoSpaceDN w:val="0"/>
      <w:adjustRightInd w:val="0"/>
      <w:spacing w:after="0"/>
      <w:ind w:left="4320"/>
    </w:pPr>
    <w:rPr>
      <w:rFonts w:eastAsia="Calibri" w:cs="Arial"/>
      <w:b/>
      <w:color w:val="000000"/>
      <w:szCs w:val="36"/>
    </w:rPr>
  </w:style>
  <w:style w:type="paragraph" w:customStyle="1" w:styleId="ReleaseDate">
    <w:name w:val="ReleaseDate"/>
    <w:basedOn w:val="Normal"/>
    <w:qFormat/>
    <w:rsid w:val="00E671CF"/>
    <w:pPr>
      <w:autoSpaceDE w:val="0"/>
      <w:autoSpaceDN w:val="0"/>
      <w:adjustRightInd w:val="0"/>
      <w:spacing w:after="0"/>
      <w:ind w:left="4320"/>
    </w:pPr>
    <w:rPr>
      <w:rFonts w:eastAsia="Calibri" w:cs="Arial"/>
      <w:b/>
      <w:color w:val="000000"/>
      <w:szCs w:val="36"/>
    </w:rPr>
  </w:style>
  <w:style w:type="paragraph" w:customStyle="1" w:styleId="Default">
    <w:name w:val="Default"/>
    <w:rsid w:val="00E671CF"/>
    <w:pPr>
      <w:autoSpaceDE w:val="0"/>
      <w:autoSpaceDN w:val="0"/>
      <w:adjustRightInd w:val="0"/>
      <w:spacing w:after="0" w:line="240" w:lineRule="auto"/>
    </w:pPr>
    <w:rPr>
      <w:rFonts w:ascii="Garamond" w:eastAsia="Calibri" w:hAnsi="Garamond" w:cs="Garamond"/>
      <w:color w:val="000000"/>
      <w:sz w:val="24"/>
      <w:szCs w:val="24"/>
    </w:rPr>
  </w:style>
  <w:style w:type="paragraph" w:customStyle="1" w:styleId="ProductName">
    <w:name w:val="ProductName"/>
    <w:basedOn w:val="Default"/>
    <w:qFormat/>
    <w:rsid w:val="00E671CF"/>
    <w:pPr>
      <w:spacing w:line="276" w:lineRule="auto"/>
      <w:ind w:left="4320"/>
    </w:pPr>
    <w:rPr>
      <w:rFonts w:ascii="Arial" w:hAnsi="Arial" w:cs="Arial"/>
      <w:b/>
      <w:sz w:val="32"/>
      <w:szCs w:val="36"/>
    </w:rPr>
  </w:style>
  <w:style w:type="paragraph" w:styleId="BalloonText">
    <w:name w:val="Balloon Text"/>
    <w:basedOn w:val="Normal"/>
    <w:link w:val="BalloonTextChar"/>
    <w:uiPriority w:val="99"/>
    <w:unhideWhenUsed/>
    <w:rsid w:val="00E671CF"/>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E671CF"/>
    <w:rPr>
      <w:rFonts w:ascii="Tahoma" w:eastAsia="Times New Roman" w:hAnsi="Tahoma" w:cs="Tahoma"/>
      <w:sz w:val="16"/>
      <w:szCs w:val="16"/>
      <w:lang w:val="en-GB"/>
    </w:rPr>
  </w:style>
  <w:style w:type="character" w:styleId="Hyperlink">
    <w:name w:val="Hyperlink"/>
    <w:uiPriority w:val="99"/>
    <w:rsid w:val="00E671CF"/>
    <w:rPr>
      <w:color w:val="0000FF"/>
      <w:u w:val="single"/>
    </w:rPr>
  </w:style>
  <w:style w:type="paragraph" w:styleId="TOC1">
    <w:name w:val="toc 1"/>
    <w:basedOn w:val="Normal"/>
    <w:next w:val="Normal"/>
    <w:uiPriority w:val="39"/>
    <w:rsid w:val="00E671CF"/>
    <w:pPr>
      <w:ind w:left="0"/>
    </w:pPr>
    <w:rPr>
      <w:rFonts w:asciiTheme="minorHAnsi" w:hAnsiTheme="minorHAnsi" w:cstheme="minorHAnsi"/>
      <w:b/>
      <w:bCs/>
    </w:rPr>
  </w:style>
  <w:style w:type="paragraph" w:styleId="Footer">
    <w:name w:val="footer"/>
    <w:aliases w:val="Even Footer"/>
    <w:basedOn w:val="Normal"/>
    <w:link w:val="FooterChar"/>
    <w:autoRedefine/>
    <w:uiPriority w:val="99"/>
    <w:rsid w:val="00E671CF"/>
    <w:pPr>
      <w:tabs>
        <w:tab w:val="center" w:pos="4320"/>
        <w:tab w:val="right" w:pos="8640"/>
      </w:tabs>
      <w:ind w:left="-180"/>
      <w:jc w:val="center"/>
    </w:pPr>
  </w:style>
  <w:style w:type="character" w:customStyle="1" w:styleId="FooterChar">
    <w:name w:val="Footer Char"/>
    <w:aliases w:val="Even Footer Char"/>
    <w:link w:val="Footer"/>
    <w:uiPriority w:val="99"/>
    <w:rsid w:val="00E671CF"/>
    <w:rPr>
      <w:rFonts w:ascii="Arial" w:eastAsia="Times New Roman" w:hAnsi="Arial" w:cs="Times New Roman"/>
      <w:sz w:val="20"/>
      <w:szCs w:val="20"/>
      <w:lang w:val="en-GB"/>
    </w:rPr>
  </w:style>
  <w:style w:type="paragraph" w:customStyle="1" w:styleId="TOC">
    <w:name w:val="TOC"/>
    <w:basedOn w:val="Heading1"/>
    <w:qFormat/>
    <w:rsid w:val="00E671CF"/>
    <w:pPr>
      <w:numPr>
        <w:numId w:val="0"/>
      </w:numPr>
      <w:overflowPunct w:val="0"/>
      <w:autoSpaceDE w:val="0"/>
      <w:autoSpaceDN w:val="0"/>
      <w:adjustRightInd w:val="0"/>
      <w:spacing w:before="240" w:after="60"/>
      <w:jc w:val="center"/>
      <w:textAlignment w:val="baseline"/>
    </w:pPr>
    <w:rPr>
      <w:kern w:val="28"/>
      <w:sz w:val="28"/>
    </w:rPr>
  </w:style>
  <w:style w:type="character" w:customStyle="1" w:styleId="ptablenormaltextChar">
    <w:name w:val="p_tablenormaltext Char"/>
    <w:basedOn w:val="DefaultParagraphFont"/>
    <w:link w:val="ptablenormaltext"/>
    <w:rsid w:val="00E671CF"/>
    <w:rPr>
      <w:rFonts w:ascii="Arial" w:eastAsia="Times New Roman" w:hAnsi="Arial" w:cs="Times New Roman"/>
      <w:sz w:val="20"/>
      <w:szCs w:val="20"/>
      <w:lang w:val="en-GB"/>
    </w:rPr>
  </w:style>
  <w:style w:type="table" w:styleId="TableGrid">
    <w:name w:val="Table Grid"/>
    <w:basedOn w:val="TableNormal"/>
    <w:uiPriority w:val="59"/>
    <w:rsid w:val="00E671C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Odd Header"/>
    <w:basedOn w:val="Normal"/>
    <w:link w:val="HeaderChar"/>
    <w:rsid w:val="00E671CF"/>
    <w:pPr>
      <w:tabs>
        <w:tab w:val="center" w:pos="4320"/>
        <w:tab w:val="right" w:pos="8640"/>
      </w:tabs>
    </w:pPr>
  </w:style>
  <w:style w:type="character" w:customStyle="1" w:styleId="HeaderChar">
    <w:name w:val="Header Char"/>
    <w:aliases w:val="Odd Header Char"/>
    <w:basedOn w:val="DefaultParagraphFont"/>
    <w:link w:val="Header"/>
    <w:rsid w:val="00E671CF"/>
    <w:rPr>
      <w:rFonts w:ascii="Arial" w:eastAsia="Times New Roman" w:hAnsi="Arial" w:cs="Times New Roman"/>
      <w:sz w:val="20"/>
      <w:szCs w:val="20"/>
      <w:lang w:val="en-GB"/>
    </w:rPr>
  </w:style>
  <w:style w:type="character" w:styleId="PlaceholderText">
    <w:name w:val="Placeholder Text"/>
    <w:basedOn w:val="DefaultParagraphFont"/>
    <w:uiPriority w:val="99"/>
    <w:rsid w:val="00E671CF"/>
    <w:rPr>
      <w:color w:val="808080"/>
    </w:rPr>
  </w:style>
  <w:style w:type="paragraph" w:customStyle="1" w:styleId="pBodyparagraphBold">
    <w:name w:val="p_BodyparagraphBold"/>
    <w:basedOn w:val="pBodyParagraph"/>
    <w:qFormat/>
    <w:rsid w:val="00E671CF"/>
    <w:pPr>
      <w:jc w:val="left"/>
    </w:pPr>
    <w:rPr>
      <w:b/>
    </w:rPr>
  </w:style>
  <w:style w:type="paragraph" w:customStyle="1" w:styleId="liProcedure1">
    <w:name w:val="li_Procedure1"/>
    <w:basedOn w:val="liProcedure"/>
    <w:qFormat/>
    <w:rsid w:val="00E671CF"/>
    <w:pPr>
      <w:numPr>
        <w:numId w:val="11"/>
      </w:numPr>
      <w:ind w:left="1483"/>
    </w:pPr>
  </w:style>
  <w:style w:type="paragraph" w:customStyle="1" w:styleId="Disclaimer">
    <w:name w:val="Disclaimer"/>
    <w:basedOn w:val="Normal"/>
    <w:qFormat/>
    <w:rsid w:val="00E671CF"/>
    <w:pPr>
      <w:spacing w:before="120" w:after="0"/>
      <w:jc w:val="both"/>
    </w:pPr>
    <w:rPr>
      <w:rFonts w:cs="Arial"/>
      <w:noProof/>
      <w:sz w:val="16"/>
      <w:szCs w:val="16"/>
    </w:rPr>
  </w:style>
  <w:style w:type="paragraph" w:customStyle="1" w:styleId="Address">
    <w:name w:val="Address"/>
    <w:rsid w:val="00E671CF"/>
    <w:pPr>
      <w:spacing w:after="0" w:line="240" w:lineRule="auto"/>
      <w:jc w:val="center"/>
    </w:pPr>
    <w:rPr>
      <w:rFonts w:ascii="Arial" w:eastAsia="Times New Roman" w:hAnsi="Arial" w:cs="Times New Roman"/>
      <w:sz w:val="18"/>
      <w:szCs w:val="18"/>
    </w:rPr>
  </w:style>
  <w:style w:type="paragraph" w:customStyle="1" w:styleId="blockquotation">
    <w:name w:val="blockquotation"/>
    <w:basedOn w:val="Normal"/>
    <w:rsid w:val="00E671CF"/>
    <w:pPr>
      <w:spacing w:before="100" w:beforeAutospacing="1" w:after="100" w:afterAutospacing="1"/>
    </w:pPr>
    <w:rPr>
      <w:color w:val="000000"/>
    </w:rPr>
  </w:style>
  <w:style w:type="paragraph" w:customStyle="1" w:styleId="blockquotationfirst">
    <w:name w:val="blockquotationfirst"/>
    <w:basedOn w:val="Normal"/>
    <w:rsid w:val="00E671CF"/>
    <w:pPr>
      <w:spacing w:before="100" w:beforeAutospacing="1" w:after="100" w:afterAutospacing="1"/>
    </w:pPr>
    <w:rPr>
      <w:color w:val="000000"/>
    </w:rPr>
  </w:style>
  <w:style w:type="paragraph" w:customStyle="1" w:styleId="Bodyparagraphbold">
    <w:name w:val="Body paragraph bold"/>
    <w:next w:val="Normal"/>
    <w:rsid w:val="00E671CF"/>
    <w:pPr>
      <w:spacing w:before="240" w:after="240" w:line="240" w:lineRule="auto"/>
    </w:pPr>
    <w:rPr>
      <w:rFonts w:ascii="Arial" w:eastAsia="Times New Roman" w:hAnsi="Arial" w:cs="Times New Roman"/>
      <w:b/>
      <w:sz w:val="20"/>
      <w:szCs w:val="20"/>
    </w:rPr>
  </w:style>
  <w:style w:type="paragraph" w:styleId="BodyText">
    <w:name w:val="Body Text"/>
    <w:basedOn w:val="Normal"/>
    <w:link w:val="BodyTextChar"/>
    <w:rsid w:val="00E671CF"/>
  </w:style>
  <w:style w:type="character" w:customStyle="1" w:styleId="BodyTextChar">
    <w:name w:val="Body Text Char"/>
    <w:basedOn w:val="DefaultParagraphFont"/>
    <w:link w:val="BodyText"/>
    <w:rsid w:val="00E671CF"/>
    <w:rPr>
      <w:rFonts w:ascii="Arial" w:eastAsia="Times New Roman" w:hAnsi="Arial" w:cs="Times New Roman"/>
      <w:sz w:val="20"/>
      <w:szCs w:val="20"/>
      <w:lang w:val="en-GB"/>
    </w:rPr>
  </w:style>
  <w:style w:type="paragraph" w:customStyle="1" w:styleId="BodyPara">
    <w:name w:val="BodyPara"/>
    <w:basedOn w:val="BodyText"/>
    <w:rsid w:val="00E671CF"/>
    <w:pPr>
      <w:spacing w:after="40"/>
    </w:pPr>
  </w:style>
  <w:style w:type="paragraph" w:customStyle="1" w:styleId="BodyParagraph">
    <w:name w:val="BodyParagraph"/>
    <w:rsid w:val="00E671CF"/>
    <w:pPr>
      <w:spacing w:before="120" w:after="120" w:line="240" w:lineRule="auto"/>
    </w:pPr>
    <w:rPr>
      <w:rFonts w:ascii="Arial" w:eastAsia="Times New Roman" w:hAnsi="Arial" w:cs="Times New Roman"/>
      <w:sz w:val="20"/>
      <w:szCs w:val="20"/>
    </w:rPr>
  </w:style>
  <w:style w:type="paragraph" w:customStyle="1" w:styleId="bodytext0">
    <w:name w:val="bodytext"/>
    <w:basedOn w:val="Normal"/>
    <w:rsid w:val="00E671CF"/>
    <w:pPr>
      <w:spacing w:before="100" w:after="100"/>
    </w:pPr>
    <w:rPr>
      <w:color w:val="000000"/>
    </w:rPr>
  </w:style>
  <w:style w:type="character" w:styleId="BookTitle">
    <w:name w:val="Book Title"/>
    <w:basedOn w:val="DefaultParagraphFont"/>
    <w:uiPriority w:val="33"/>
    <w:qFormat/>
    <w:rsid w:val="00E671CF"/>
    <w:rPr>
      <w:b/>
      <w:bCs/>
      <w:smallCaps/>
      <w:spacing w:val="5"/>
    </w:rPr>
  </w:style>
  <w:style w:type="paragraph" w:styleId="Caption">
    <w:name w:val="caption"/>
    <w:basedOn w:val="Normal"/>
    <w:next w:val="Normal"/>
    <w:uiPriority w:val="35"/>
    <w:semiHidden/>
    <w:unhideWhenUsed/>
    <w:qFormat/>
    <w:rsid w:val="00E671CF"/>
    <w:rPr>
      <w:b/>
      <w:bCs/>
      <w:color w:val="4F81BD"/>
      <w:sz w:val="18"/>
      <w:szCs w:val="18"/>
    </w:rPr>
  </w:style>
  <w:style w:type="paragraph" w:customStyle="1" w:styleId="codechar">
    <w:name w:val="codechar"/>
    <w:basedOn w:val="Normal"/>
    <w:rsid w:val="00E671CF"/>
    <w:pPr>
      <w:spacing w:before="100" w:after="100"/>
    </w:pPr>
    <w:rPr>
      <w:rFonts w:cs="Courier New"/>
      <w:i/>
      <w:iCs/>
      <w:color w:val="000000"/>
    </w:rPr>
  </w:style>
  <w:style w:type="character" w:styleId="CommentReference">
    <w:name w:val="annotation reference"/>
    <w:basedOn w:val="DefaultParagraphFont"/>
    <w:rsid w:val="00E671CF"/>
    <w:rPr>
      <w:sz w:val="16"/>
      <w:szCs w:val="16"/>
    </w:rPr>
  </w:style>
  <w:style w:type="paragraph" w:styleId="CommentText">
    <w:name w:val="annotation text"/>
    <w:basedOn w:val="Normal"/>
    <w:link w:val="CommentTextChar"/>
    <w:rsid w:val="00E671CF"/>
  </w:style>
  <w:style w:type="character" w:customStyle="1" w:styleId="CommentTextChar">
    <w:name w:val="Comment Text Char"/>
    <w:basedOn w:val="DefaultParagraphFont"/>
    <w:link w:val="CommentText"/>
    <w:rsid w:val="00E671CF"/>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rsid w:val="00E671CF"/>
    <w:rPr>
      <w:b/>
      <w:bCs/>
    </w:rPr>
  </w:style>
  <w:style w:type="character" w:customStyle="1" w:styleId="CommentSubjectChar">
    <w:name w:val="Comment Subject Char"/>
    <w:basedOn w:val="CommentTextChar"/>
    <w:link w:val="CommentSubject"/>
    <w:rsid w:val="00E671CF"/>
    <w:rPr>
      <w:rFonts w:ascii="Arial" w:eastAsia="Times New Roman" w:hAnsi="Arial" w:cs="Times New Roman"/>
      <w:b/>
      <w:bCs/>
      <w:sz w:val="20"/>
      <w:szCs w:val="20"/>
      <w:lang w:val="en-GB"/>
    </w:rPr>
  </w:style>
  <w:style w:type="paragraph" w:customStyle="1" w:styleId="companyname">
    <w:name w:val="companyname"/>
    <w:basedOn w:val="Normal"/>
    <w:rsid w:val="00E671CF"/>
  </w:style>
  <w:style w:type="character" w:customStyle="1" w:styleId="conditionalText">
    <w:name w:val="conditionalText"/>
    <w:rsid w:val="00E671CF"/>
    <w:rPr>
      <w:sz w:val="20"/>
    </w:rPr>
  </w:style>
  <w:style w:type="paragraph" w:customStyle="1" w:styleId="Contents">
    <w:name w:val="Contents"/>
    <w:rsid w:val="00E671CF"/>
    <w:pPr>
      <w:spacing w:after="0" w:line="240" w:lineRule="auto"/>
      <w:jc w:val="center"/>
    </w:pPr>
    <w:rPr>
      <w:rFonts w:ascii="Arial" w:eastAsia="Times New Roman" w:hAnsi="Arial" w:cs="Times New Roman"/>
      <w:b/>
      <w:sz w:val="32"/>
      <w:szCs w:val="32"/>
    </w:rPr>
  </w:style>
  <w:style w:type="paragraph" w:customStyle="1" w:styleId="Copyright">
    <w:name w:val="Copyright"/>
    <w:rsid w:val="00E671CF"/>
    <w:pPr>
      <w:spacing w:after="240" w:line="240" w:lineRule="auto"/>
    </w:pPr>
    <w:rPr>
      <w:rFonts w:ascii="Arial" w:eastAsia="Times New Roman" w:hAnsi="Arial" w:cs="Times New Roman"/>
      <w:sz w:val="18"/>
      <w:szCs w:val="24"/>
    </w:rPr>
  </w:style>
  <w:style w:type="character" w:customStyle="1" w:styleId="CopyrightChar">
    <w:name w:val="Copyright Char"/>
    <w:basedOn w:val="DefaultParagraphFont"/>
    <w:rsid w:val="00E671CF"/>
    <w:rPr>
      <w:rFonts w:ascii="Arial" w:hAnsi="Arial"/>
      <w:sz w:val="18"/>
      <w:szCs w:val="24"/>
      <w:lang w:val="en-US" w:eastAsia="en-US" w:bidi="ar-SA"/>
    </w:rPr>
  </w:style>
  <w:style w:type="paragraph" w:customStyle="1" w:styleId="CopyrightBold">
    <w:name w:val="Copyright+Bold"/>
    <w:basedOn w:val="Copyright"/>
    <w:rsid w:val="00E671CF"/>
    <w:rPr>
      <w:b/>
    </w:rPr>
  </w:style>
  <w:style w:type="character" w:customStyle="1" w:styleId="CopyrightBoldChar">
    <w:name w:val="Copyright+Bold Char"/>
    <w:basedOn w:val="CopyrightChar"/>
    <w:rsid w:val="00E671CF"/>
    <w:rPr>
      <w:rFonts w:ascii="Arial" w:hAnsi="Arial"/>
      <w:b/>
      <w:sz w:val="18"/>
      <w:szCs w:val="24"/>
      <w:lang w:val="en-US" w:eastAsia="en-US" w:bidi="ar-SA"/>
    </w:rPr>
  </w:style>
  <w:style w:type="paragraph" w:customStyle="1" w:styleId="CoverText">
    <w:name w:val="CoverText"/>
    <w:rsid w:val="00E671CF"/>
    <w:pPr>
      <w:spacing w:after="0" w:line="240" w:lineRule="auto"/>
      <w:jc w:val="center"/>
    </w:pPr>
    <w:rPr>
      <w:rFonts w:ascii="Arial" w:eastAsia="Times New Roman" w:hAnsi="Arial" w:cs="Times New Roman"/>
      <w:b/>
      <w:bCs/>
      <w:caps/>
      <w:sz w:val="36"/>
      <w:szCs w:val="36"/>
    </w:rPr>
  </w:style>
  <w:style w:type="paragraph" w:customStyle="1" w:styleId="CoverTitle">
    <w:name w:val="CoverTitle"/>
    <w:rsid w:val="00E671CF"/>
    <w:pPr>
      <w:spacing w:after="0" w:line="240" w:lineRule="auto"/>
      <w:jc w:val="right"/>
    </w:pPr>
    <w:rPr>
      <w:rFonts w:ascii="Garamond" w:eastAsia="Times New Roman" w:hAnsi="Garamond" w:cs="Times New Roman"/>
      <w:sz w:val="36"/>
      <w:szCs w:val="64"/>
    </w:rPr>
  </w:style>
  <w:style w:type="paragraph" w:styleId="DocumentMap">
    <w:name w:val="Document Map"/>
    <w:basedOn w:val="Normal"/>
    <w:link w:val="DocumentMapChar"/>
    <w:rsid w:val="00E671CF"/>
    <w:pPr>
      <w:shd w:val="clear" w:color="auto" w:fill="000080"/>
    </w:pPr>
    <w:rPr>
      <w:rFonts w:ascii="Tahoma" w:hAnsi="Tahoma" w:cs="Tahoma"/>
    </w:rPr>
  </w:style>
  <w:style w:type="character" w:customStyle="1" w:styleId="DocumentMapChar">
    <w:name w:val="Document Map Char"/>
    <w:basedOn w:val="DefaultParagraphFont"/>
    <w:link w:val="DocumentMap"/>
    <w:rsid w:val="00E671CF"/>
    <w:rPr>
      <w:rFonts w:ascii="Tahoma" w:eastAsia="Times New Roman" w:hAnsi="Tahoma" w:cs="Tahoma"/>
      <w:sz w:val="20"/>
      <w:szCs w:val="20"/>
      <w:shd w:val="clear" w:color="auto" w:fill="000080"/>
      <w:lang w:val="en-GB"/>
    </w:rPr>
  </w:style>
  <w:style w:type="character" w:customStyle="1" w:styleId="Drop-downhotspot">
    <w:name w:val="Drop-down hotspot"/>
    <w:basedOn w:val="DefaultParagraphFont"/>
    <w:rsid w:val="00E671CF"/>
    <w:rPr>
      <w:rFonts w:ascii="Arial" w:hAnsi="Arial"/>
      <w:b/>
      <w:bCs/>
      <w:dstrike w:val="0"/>
      <w:color w:val="006699"/>
      <w:sz w:val="22"/>
      <w:szCs w:val="22"/>
      <w:u w:val="none"/>
      <w:effect w:val="none"/>
    </w:rPr>
  </w:style>
  <w:style w:type="character" w:styleId="Emphasis">
    <w:name w:val="Emphasis"/>
    <w:basedOn w:val="DefaultParagraphFont"/>
    <w:qFormat/>
    <w:rsid w:val="00E671CF"/>
    <w:rPr>
      <w:i/>
      <w:iCs/>
    </w:rPr>
  </w:style>
  <w:style w:type="paragraph" w:customStyle="1" w:styleId="endpoint">
    <w:name w:val="endpoint"/>
    <w:basedOn w:val="Normal"/>
    <w:rsid w:val="00E671CF"/>
  </w:style>
  <w:style w:type="paragraph" w:customStyle="1" w:styleId="Endpoint0">
    <w:name w:val="Endpoint"/>
    <w:basedOn w:val="Normal"/>
    <w:rsid w:val="00E671CF"/>
    <w:pPr>
      <w:ind w:left="792" w:hanging="288"/>
    </w:pPr>
  </w:style>
  <w:style w:type="paragraph" w:customStyle="1" w:styleId="EvenHeader">
    <w:name w:val="Even Header"/>
    <w:basedOn w:val="Header"/>
    <w:rsid w:val="00E671CF"/>
  </w:style>
  <w:style w:type="character" w:customStyle="1" w:styleId="Expandinghotspot">
    <w:name w:val="Expanding hotspot"/>
    <w:basedOn w:val="DefaultParagraphFont"/>
    <w:rsid w:val="00E671CF"/>
    <w:rPr>
      <w:rFonts w:ascii="Arial" w:hAnsi="Arial"/>
      <w:i/>
      <w:iCs/>
      <w:strike w:val="0"/>
      <w:dstrike w:val="0"/>
      <w:color w:val="008000"/>
      <w:u w:val="none"/>
      <w:effect w:val="none"/>
    </w:rPr>
  </w:style>
  <w:style w:type="character" w:customStyle="1" w:styleId="Expandingtext">
    <w:name w:val="Expanding text"/>
    <w:basedOn w:val="DefaultParagraphFont"/>
    <w:rsid w:val="00E671CF"/>
    <w:rPr>
      <w:rFonts w:ascii="Arial" w:hAnsi="Arial"/>
      <w:b w:val="0"/>
      <w:bCs w:val="0"/>
      <w:i/>
      <w:iCs/>
      <w:color w:val="FF0000"/>
    </w:rPr>
  </w:style>
  <w:style w:type="paragraph" w:customStyle="1" w:styleId="fastpath">
    <w:name w:val="fastpath"/>
    <w:basedOn w:val="Normal"/>
    <w:rsid w:val="00E671CF"/>
    <w:pPr>
      <w:spacing w:before="40" w:after="60"/>
    </w:pPr>
    <w:rPr>
      <w:b/>
      <w:bCs/>
    </w:rPr>
  </w:style>
  <w:style w:type="paragraph" w:customStyle="1" w:styleId="Flexcube">
    <w:name w:val="Flexcube"/>
    <w:rsid w:val="00E671CF"/>
    <w:pPr>
      <w:spacing w:after="0" w:line="240" w:lineRule="auto"/>
      <w:jc w:val="right"/>
    </w:pPr>
    <w:rPr>
      <w:rFonts w:ascii="Arial" w:eastAsia="Times New Roman" w:hAnsi="Arial" w:cs="Times New Roman"/>
      <w:b/>
      <w:sz w:val="32"/>
      <w:szCs w:val="32"/>
    </w:rPr>
  </w:style>
  <w:style w:type="character" w:customStyle="1" w:styleId="FlexcubeChar">
    <w:name w:val="Flexcube Char"/>
    <w:basedOn w:val="DefaultParagraphFont"/>
    <w:rsid w:val="00E671CF"/>
    <w:rPr>
      <w:rFonts w:ascii="Arial" w:hAnsi="Arial"/>
      <w:b/>
      <w:sz w:val="32"/>
      <w:szCs w:val="32"/>
      <w:lang w:val="en-US" w:eastAsia="en-US" w:bidi="ar-SA"/>
    </w:rPr>
  </w:style>
  <w:style w:type="character" w:styleId="FollowedHyperlink">
    <w:name w:val="FollowedHyperlink"/>
    <w:basedOn w:val="DefaultParagraphFont"/>
    <w:rsid w:val="00E671CF"/>
    <w:rPr>
      <w:rFonts w:ascii="Arial" w:hAnsi="Arial"/>
      <w:color w:val="800080"/>
      <w:u w:val="single"/>
    </w:rPr>
  </w:style>
  <w:style w:type="paragraph" w:customStyle="1" w:styleId="FSBODY">
    <w:name w:val="FS_BODY"/>
    <w:basedOn w:val="Normal"/>
    <w:qFormat/>
    <w:rsid w:val="00E671CF"/>
    <w:pPr>
      <w:spacing w:line="280" w:lineRule="atLeast"/>
      <w:jc w:val="both"/>
    </w:pPr>
    <w:rPr>
      <w:rFonts w:eastAsia="MS Mincho" w:cs="Arial"/>
      <w:sz w:val="18"/>
      <w:szCs w:val="18"/>
      <w:lang w:eastAsia="ja-JP"/>
    </w:rPr>
  </w:style>
  <w:style w:type="paragraph" w:customStyle="1" w:styleId="GlossaryDefinition">
    <w:name w:val="Glossary Definition"/>
    <w:basedOn w:val="Normal"/>
    <w:rsid w:val="00E671CF"/>
    <w:pPr>
      <w:spacing w:before="120"/>
      <w:ind w:hanging="720"/>
    </w:pPr>
  </w:style>
  <w:style w:type="paragraph" w:customStyle="1" w:styleId="GlossaryHeading">
    <w:name w:val="Glossary Heading"/>
    <w:basedOn w:val="Normal"/>
    <w:next w:val="Normal"/>
    <w:rsid w:val="00E671CF"/>
    <w:pPr>
      <w:spacing w:before="320" w:after="60"/>
      <w:jc w:val="center"/>
    </w:pPr>
    <w:rPr>
      <w:b/>
      <w:sz w:val="32"/>
      <w:szCs w:val="32"/>
    </w:rPr>
  </w:style>
  <w:style w:type="character" w:customStyle="1" w:styleId="GlossaryLabel">
    <w:name w:val="Glossary Label"/>
    <w:basedOn w:val="DefaultParagraphFont"/>
    <w:rsid w:val="00E671CF"/>
    <w:rPr>
      <w:rFonts w:ascii="Arial" w:hAnsi="Arial"/>
      <w:b/>
      <w:bCs w:val="0"/>
    </w:rPr>
  </w:style>
  <w:style w:type="character" w:customStyle="1" w:styleId="Glossaryterm">
    <w:name w:val="Glossary term"/>
    <w:basedOn w:val="DefaultParagraphFont"/>
    <w:rsid w:val="00E671CF"/>
    <w:rPr>
      <w:rFonts w:ascii="Arial" w:hAnsi="Arial"/>
      <w:i/>
      <w:iCs/>
      <w:strike w:val="0"/>
      <w:dstrike w:val="0"/>
      <w:color w:val="800000"/>
      <w:u w:val="none"/>
      <w:effect w:val="none"/>
    </w:rPr>
  </w:style>
  <w:style w:type="character" w:customStyle="1" w:styleId="Glossarytext">
    <w:name w:val="Glossary text"/>
    <w:basedOn w:val="DefaultParagraphFont"/>
    <w:rsid w:val="00E671CF"/>
    <w:rPr>
      <w:rFonts w:ascii="Arial" w:hAnsi="Arial"/>
      <w:b w:val="0"/>
      <w:bCs w:val="0"/>
      <w:i/>
      <w:iCs/>
      <w:color w:val="0000FF"/>
    </w:rPr>
  </w:style>
  <w:style w:type="paragraph" w:customStyle="1" w:styleId="Header1">
    <w:name w:val="Header1"/>
    <w:basedOn w:val="Normal"/>
    <w:rsid w:val="00E671CF"/>
  </w:style>
  <w:style w:type="paragraph" w:customStyle="1" w:styleId="Header10">
    <w:name w:val="Header10"/>
    <w:basedOn w:val="Normal"/>
    <w:rsid w:val="00E671CF"/>
  </w:style>
  <w:style w:type="paragraph" w:customStyle="1" w:styleId="Header11">
    <w:name w:val="Header11"/>
    <w:basedOn w:val="Normal"/>
    <w:rsid w:val="00E671CF"/>
  </w:style>
  <w:style w:type="paragraph" w:customStyle="1" w:styleId="Header12">
    <w:name w:val="Header12"/>
    <w:basedOn w:val="Normal"/>
    <w:rsid w:val="00E671CF"/>
  </w:style>
  <w:style w:type="paragraph" w:customStyle="1" w:styleId="Header13">
    <w:name w:val="Header13"/>
    <w:basedOn w:val="Normal"/>
    <w:rsid w:val="00E671CF"/>
  </w:style>
  <w:style w:type="paragraph" w:customStyle="1" w:styleId="Header14">
    <w:name w:val="Header14"/>
    <w:basedOn w:val="Normal"/>
    <w:rsid w:val="00E671CF"/>
  </w:style>
  <w:style w:type="paragraph" w:customStyle="1" w:styleId="Header15">
    <w:name w:val="Header15"/>
    <w:basedOn w:val="Normal"/>
    <w:rsid w:val="00E671CF"/>
  </w:style>
  <w:style w:type="paragraph" w:customStyle="1" w:styleId="Header16">
    <w:name w:val="Header16"/>
    <w:basedOn w:val="Normal"/>
    <w:rsid w:val="00E671CF"/>
  </w:style>
  <w:style w:type="paragraph" w:customStyle="1" w:styleId="Header2">
    <w:name w:val="Header2"/>
    <w:basedOn w:val="Normal"/>
    <w:rsid w:val="00E671CF"/>
  </w:style>
  <w:style w:type="paragraph" w:customStyle="1" w:styleId="Header3">
    <w:name w:val="Header3"/>
    <w:basedOn w:val="Normal"/>
    <w:rsid w:val="00E671CF"/>
  </w:style>
  <w:style w:type="paragraph" w:customStyle="1" w:styleId="Header4">
    <w:name w:val="Header4"/>
    <w:basedOn w:val="Normal"/>
    <w:rsid w:val="00E671CF"/>
  </w:style>
  <w:style w:type="paragraph" w:customStyle="1" w:styleId="Header5">
    <w:name w:val="Header5"/>
    <w:basedOn w:val="Normal"/>
    <w:rsid w:val="00E671CF"/>
  </w:style>
  <w:style w:type="paragraph" w:customStyle="1" w:styleId="Header6">
    <w:name w:val="Header6"/>
    <w:basedOn w:val="Normal"/>
    <w:rsid w:val="00E671CF"/>
  </w:style>
  <w:style w:type="paragraph" w:customStyle="1" w:styleId="Header7">
    <w:name w:val="Header7"/>
    <w:basedOn w:val="Normal"/>
    <w:rsid w:val="00E671CF"/>
  </w:style>
  <w:style w:type="paragraph" w:customStyle="1" w:styleId="Header8">
    <w:name w:val="Header8"/>
    <w:basedOn w:val="Normal"/>
    <w:rsid w:val="00E671CF"/>
  </w:style>
  <w:style w:type="paragraph" w:customStyle="1" w:styleId="Header9">
    <w:name w:val="Header9"/>
    <w:basedOn w:val="Normal"/>
    <w:rsid w:val="00E671CF"/>
  </w:style>
  <w:style w:type="character" w:customStyle="1" w:styleId="Heading4Char">
    <w:name w:val="Heading 4 Char"/>
    <w:basedOn w:val="DefaultParagraphFont"/>
    <w:link w:val="Heading4"/>
    <w:rsid w:val="00E671CF"/>
    <w:rPr>
      <w:rFonts w:ascii="Arial" w:eastAsia="Times New Roman" w:hAnsi="Arial" w:cs="Times New Roman"/>
      <w:b/>
      <w:sz w:val="20"/>
      <w:szCs w:val="20"/>
      <w:u w:val="single"/>
      <w:lang w:val="en-GB"/>
    </w:rPr>
  </w:style>
  <w:style w:type="character" w:customStyle="1" w:styleId="Heading5Char">
    <w:name w:val="Heading 5 Char"/>
    <w:basedOn w:val="DefaultParagraphFont"/>
    <w:link w:val="Heading5"/>
    <w:rsid w:val="00E671CF"/>
    <w:rPr>
      <w:rFonts w:ascii="Arial" w:eastAsia="Times New Roman" w:hAnsi="Arial" w:cs="Times New Roman"/>
      <w:b/>
      <w:sz w:val="25"/>
      <w:szCs w:val="20"/>
      <w:lang w:val="en-GB"/>
    </w:rPr>
  </w:style>
  <w:style w:type="character" w:customStyle="1" w:styleId="Heading6Char">
    <w:name w:val="Heading 6 Char"/>
    <w:basedOn w:val="DefaultParagraphFont"/>
    <w:link w:val="Heading6"/>
    <w:rsid w:val="00E671CF"/>
    <w:rPr>
      <w:rFonts w:ascii="Univers" w:eastAsia="Times New Roman" w:hAnsi="Univers" w:cs="Times New Roman"/>
      <w:b/>
      <w:sz w:val="56"/>
      <w:szCs w:val="20"/>
      <w:lang w:val="en-GB"/>
    </w:rPr>
  </w:style>
  <w:style w:type="character" w:customStyle="1" w:styleId="Heading7Char">
    <w:name w:val="Heading 7 Char"/>
    <w:basedOn w:val="DefaultParagraphFont"/>
    <w:link w:val="Heading7"/>
    <w:rsid w:val="00E671CF"/>
    <w:rPr>
      <w:rFonts w:ascii="Arial" w:eastAsia="Times New Roman" w:hAnsi="Arial" w:cs="Times New Roman"/>
      <w:b/>
      <w:sz w:val="32"/>
      <w:szCs w:val="20"/>
      <w:lang w:val="en-GB"/>
    </w:rPr>
  </w:style>
  <w:style w:type="character" w:customStyle="1" w:styleId="Heading8Char">
    <w:name w:val="Heading 8 Char"/>
    <w:basedOn w:val="DefaultParagraphFont"/>
    <w:link w:val="Heading8"/>
    <w:rsid w:val="00E671CF"/>
    <w:rPr>
      <w:rFonts w:ascii="Arial" w:eastAsia="Times New Roman" w:hAnsi="Arial" w:cs="Times New Roman"/>
      <w:b/>
      <w:sz w:val="32"/>
      <w:szCs w:val="20"/>
      <w:lang w:val="en-GB"/>
    </w:rPr>
  </w:style>
  <w:style w:type="character" w:customStyle="1" w:styleId="Heading9Char">
    <w:name w:val="Heading 9 Char"/>
    <w:basedOn w:val="DefaultParagraphFont"/>
    <w:link w:val="Heading9"/>
    <w:rsid w:val="00E671CF"/>
    <w:rPr>
      <w:rFonts w:ascii="Arial" w:eastAsia="Times New Roman" w:hAnsi="Arial" w:cs="Times New Roman"/>
      <w:b/>
      <w:sz w:val="20"/>
      <w:szCs w:val="20"/>
      <w:lang w:val="en-GB"/>
    </w:rPr>
  </w:style>
  <w:style w:type="paragraph" w:customStyle="1" w:styleId="Headings">
    <w:name w:val="Headings"/>
    <w:rsid w:val="00E671CF"/>
    <w:pPr>
      <w:spacing w:before="320" w:after="120" w:line="240" w:lineRule="auto"/>
    </w:pPr>
    <w:rPr>
      <w:rFonts w:ascii="Arial" w:eastAsia="Times New Roman" w:hAnsi="Arial" w:cs="Times New Roman"/>
      <w:b/>
      <w:color w:val="006699"/>
      <w:sz w:val="20"/>
    </w:rPr>
  </w:style>
  <w:style w:type="paragraph" w:customStyle="1" w:styleId="Image">
    <w:name w:val="Image"/>
    <w:rsid w:val="00E671CF"/>
    <w:pPr>
      <w:spacing w:before="200" w:line="240" w:lineRule="auto"/>
    </w:pPr>
    <w:rPr>
      <w:rFonts w:ascii="Arial" w:eastAsia="Times New Roman" w:hAnsi="Arial" w:cs="Times New Roman"/>
      <w:sz w:val="20"/>
      <w:szCs w:val="24"/>
    </w:rPr>
  </w:style>
  <w:style w:type="paragraph" w:customStyle="1" w:styleId="IndexBase">
    <w:name w:val="Index Base"/>
    <w:basedOn w:val="Normal"/>
    <w:rsid w:val="00E671CF"/>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E671C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E671CF"/>
    <w:rPr>
      <w:rFonts w:ascii="Arial" w:eastAsia="Times New Roman" w:hAnsi="Arial" w:cs="Times New Roman"/>
      <w:b/>
      <w:bCs/>
      <w:i/>
      <w:iCs/>
      <w:color w:val="4F81BD"/>
      <w:sz w:val="20"/>
      <w:szCs w:val="20"/>
      <w:lang w:val="en-GB"/>
    </w:rPr>
  </w:style>
  <w:style w:type="character" w:styleId="IntenseReference">
    <w:name w:val="Intense Reference"/>
    <w:basedOn w:val="DefaultParagraphFont"/>
    <w:uiPriority w:val="32"/>
    <w:qFormat/>
    <w:rsid w:val="00E671CF"/>
    <w:rPr>
      <w:b/>
      <w:bCs/>
      <w:smallCaps/>
      <w:color w:val="C0504D"/>
      <w:spacing w:val="5"/>
      <w:u w:val="single"/>
    </w:rPr>
  </w:style>
  <w:style w:type="paragraph" w:customStyle="1" w:styleId="ListNumber1">
    <w:name w:val="List Number1"/>
    <w:basedOn w:val="Normal"/>
    <w:next w:val="BodyText"/>
    <w:rsid w:val="00E671CF"/>
    <w:pPr>
      <w:spacing w:before="60" w:after="40"/>
    </w:pPr>
  </w:style>
  <w:style w:type="paragraph" w:styleId="ListParagraph">
    <w:name w:val="List Paragraph"/>
    <w:basedOn w:val="Normal"/>
    <w:uiPriority w:val="34"/>
    <w:qFormat/>
    <w:rsid w:val="00E671CF"/>
    <w:pPr>
      <w:contextualSpacing/>
    </w:pPr>
  </w:style>
  <w:style w:type="paragraph" w:customStyle="1" w:styleId="Logo">
    <w:name w:val="Logo"/>
    <w:rsid w:val="00E671CF"/>
    <w:pPr>
      <w:numPr>
        <w:numId w:val="3"/>
      </w:numPr>
      <w:spacing w:before="120" w:after="120" w:afterAutospacing="1" w:line="240" w:lineRule="auto"/>
      <w:jc w:val="both"/>
    </w:pPr>
    <w:rPr>
      <w:rFonts w:ascii="Arial" w:eastAsia="Times New Roman" w:hAnsi="Arial" w:cs="Times New Roman"/>
      <w:sz w:val="18"/>
      <w:szCs w:val="18"/>
    </w:rPr>
  </w:style>
  <w:style w:type="paragraph" w:styleId="NoSpacing">
    <w:name w:val="No Spacing"/>
    <w:uiPriority w:val="1"/>
    <w:qFormat/>
    <w:rsid w:val="00E671CF"/>
    <w:pPr>
      <w:spacing w:before="120" w:after="0" w:line="240" w:lineRule="auto"/>
    </w:pPr>
    <w:rPr>
      <w:rFonts w:ascii="Calibri" w:eastAsia="Calibri" w:hAnsi="Calibri" w:cs="Times New Roman"/>
      <w:lang w:bidi="en-US"/>
    </w:rPr>
  </w:style>
  <w:style w:type="paragraph" w:styleId="NormalWeb">
    <w:name w:val="Normal (Web)"/>
    <w:basedOn w:val="Normal"/>
    <w:rsid w:val="00E671CF"/>
  </w:style>
  <w:style w:type="character" w:customStyle="1" w:styleId="NoteHeading">
    <w:name w:val="NoteHeading"/>
    <w:basedOn w:val="DefaultParagraphFont"/>
    <w:rsid w:val="00E671CF"/>
    <w:rPr>
      <w:rFonts w:ascii="Arial" w:hAnsi="Arial"/>
      <w:b/>
      <w:sz w:val="20"/>
      <w:szCs w:val="20"/>
    </w:rPr>
  </w:style>
  <w:style w:type="paragraph" w:customStyle="1" w:styleId="OddFooter">
    <w:name w:val="Odd Footer"/>
    <w:basedOn w:val="Footer"/>
    <w:rsid w:val="00E671CF"/>
  </w:style>
  <w:style w:type="paragraph" w:customStyle="1" w:styleId="pCodeChar">
    <w:name w:val="p_CodeChar"/>
    <w:basedOn w:val="codechar"/>
    <w:rsid w:val="00E671CF"/>
  </w:style>
  <w:style w:type="paragraph" w:customStyle="1" w:styleId="pCopyright">
    <w:name w:val="p_Copyright"/>
    <w:basedOn w:val="BodyParagraph"/>
    <w:rsid w:val="00E671CF"/>
    <w:rPr>
      <w:sz w:val="18"/>
    </w:rPr>
  </w:style>
  <w:style w:type="paragraph" w:customStyle="1" w:styleId="spacer">
    <w:name w:val="spacer"/>
    <w:basedOn w:val="Normal"/>
    <w:rsid w:val="00E671CF"/>
    <w:pPr>
      <w:spacing w:before="20" w:after="20"/>
    </w:pPr>
    <w:rPr>
      <w:color w:val="000000"/>
    </w:rPr>
  </w:style>
  <w:style w:type="paragraph" w:customStyle="1" w:styleId="pSpacer">
    <w:name w:val="p_Spacer"/>
    <w:basedOn w:val="spacer"/>
    <w:rsid w:val="00E671CF"/>
  </w:style>
  <w:style w:type="paragraph" w:customStyle="1" w:styleId="Tab">
    <w:name w:val="Tab"/>
    <w:rsid w:val="00E671CF"/>
    <w:pPr>
      <w:spacing w:before="480" w:after="0" w:line="240" w:lineRule="auto"/>
    </w:pPr>
    <w:rPr>
      <w:rFonts w:ascii="Arial" w:eastAsia="Times New Roman" w:hAnsi="Arial" w:cs="Arial"/>
      <w:b/>
      <w:bCs/>
      <w:iCs/>
      <w:color w:val="0033CC"/>
      <w:sz w:val="24"/>
      <w:szCs w:val="24"/>
    </w:rPr>
  </w:style>
  <w:style w:type="paragraph" w:customStyle="1" w:styleId="pTab">
    <w:name w:val="p_Tab"/>
    <w:basedOn w:val="Tab"/>
    <w:rsid w:val="00E671CF"/>
  </w:style>
  <w:style w:type="character" w:styleId="PageNumber">
    <w:name w:val="page number"/>
    <w:basedOn w:val="DefaultParagraphFont"/>
    <w:rsid w:val="00E671CF"/>
  </w:style>
  <w:style w:type="paragraph" w:customStyle="1" w:styleId="pagenumber0">
    <w:name w:val="pagenumber"/>
    <w:basedOn w:val="Normal"/>
    <w:rsid w:val="00E671CF"/>
  </w:style>
  <w:style w:type="paragraph" w:customStyle="1" w:styleId="partlabel">
    <w:name w:val="partlabel"/>
    <w:basedOn w:val="Normal"/>
    <w:rsid w:val="00E671CF"/>
  </w:style>
  <w:style w:type="paragraph" w:customStyle="1" w:styleId="parttitle">
    <w:name w:val="parttitle"/>
    <w:basedOn w:val="Normal"/>
    <w:rsid w:val="00E671CF"/>
  </w:style>
  <w:style w:type="paragraph" w:styleId="Quote">
    <w:name w:val="Quote"/>
    <w:basedOn w:val="Normal"/>
    <w:next w:val="Normal"/>
    <w:link w:val="QuoteChar"/>
    <w:uiPriority w:val="29"/>
    <w:qFormat/>
    <w:rsid w:val="00E671CF"/>
    <w:rPr>
      <w:i/>
      <w:iCs/>
      <w:color w:val="000000"/>
    </w:rPr>
  </w:style>
  <w:style w:type="character" w:customStyle="1" w:styleId="QuoteChar">
    <w:name w:val="Quote Char"/>
    <w:basedOn w:val="DefaultParagraphFont"/>
    <w:link w:val="Quote"/>
    <w:uiPriority w:val="29"/>
    <w:rsid w:val="00E671CF"/>
    <w:rPr>
      <w:rFonts w:ascii="Arial" w:eastAsia="Times New Roman" w:hAnsi="Arial" w:cs="Times New Roman"/>
      <w:i/>
      <w:iCs/>
      <w:color w:val="000000"/>
      <w:sz w:val="20"/>
      <w:szCs w:val="20"/>
      <w:lang w:val="en-GB"/>
    </w:rPr>
  </w:style>
  <w:style w:type="character" w:customStyle="1" w:styleId="Restartlist">
    <w:name w:val="Restartlist"/>
    <w:basedOn w:val="DefaultParagraphFont"/>
    <w:rsid w:val="00E671CF"/>
    <w:rPr>
      <w:rFonts w:ascii="Times New Roman" w:hAnsi="Times New Roman"/>
      <w:noProof/>
      <w:color w:val="FFFFFF"/>
      <w:sz w:val="24"/>
    </w:rPr>
  </w:style>
  <w:style w:type="paragraph" w:customStyle="1" w:styleId="returnaddress">
    <w:name w:val="returnaddress"/>
    <w:basedOn w:val="Normal"/>
    <w:rsid w:val="00E671CF"/>
    <w:pPr>
      <w:jc w:val="center"/>
    </w:pPr>
    <w:rPr>
      <w:spacing w:val="-3"/>
    </w:rPr>
  </w:style>
  <w:style w:type="paragraph" w:customStyle="1" w:styleId="rhblockquotation">
    <w:name w:val="rh_blockquotation"/>
    <w:basedOn w:val="Normal"/>
    <w:rsid w:val="00E671CF"/>
  </w:style>
  <w:style w:type="paragraph" w:customStyle="1" w:styleId="rhblockquotationfirst">
    <w:name w:val="rh_blockquotationfirst"/>
    <w:basedOn w:val="Normal"/>
    <w:rsid w:val="00E671CF"/>
  </w:style>
  <w:style w:type="paragraph" w:customStyle="1" w:styleId="rhpagenumber">
    <w:name w:val="rh_pagenumber"/>
    <w:basedOn w:val="Normal"/>
    <w:rsid w:val="00E671CF"/>
    <w:rPr>
      <w:sz w:val="16"/>
    </w:rPr>
  </w:style>
  <w:style w:type="paragraph" w:customStyle="1" w:styleId="rhreturnaddress">
    <w:name w:val="rh_returnaddress"/>
    <w:basedOn w:val="Normal"/>
    <w:rsid w:val="00E671CF"/>
  </w:style>
  <w:style w:type="paragraph" w:customStyle="1" w:styleId="rhsubtitlecover">
    <w:name w:val="rh_subtitlecover"/>
    <w:basedOn w:val="Normal"/>
    <w:rsid w:val="00E671CF"/>
  </w:style>
  <w:style w:type="character" w:customStyle="1" w:styleId="script">
    <w:name w:val="script"/>
    <w:rsid w:val="00E671CF"/>
    <w:rPr>
      <w:sz w:val="24"/>
    </w:rPr>
  </w:style>
  <w:style w:type="paragraph" w:customStyle="1" w:styleId="sectionlabel">
    <w:name w:val="sectionlabel"/>
    <w:basedOn w:val="Normal"/>
    <w:rsid w:val="00E671CF"/>
  </w:style>
  <w:style w:type="paragraph" w:customStyle="1" w:styleId="StartPoint">
    <w:name w:val="StartPoint"/>
    <w:next w:val="Normal"/>
    <w:rsid w:val="00E671CF"/>
    <w:pPr>
      <w:spacing w:before="360" w:after="120" w:line="240" w:lineRule="auto"/>
    </w:pPr>
    <w:rPr>
      <w:rFonts w:ascii="Arial" w:eastAsia="Times New Roman" w:hAnsi="Arial" w:cs="Times New Roman"/>
      <w:b/>
      <w:sz w:val="20"/>
      <w:szCs w:val="24"/>
    </w:rPr>
  </w:style>
  <w:style w:type="character" w:styleId="Strong">
    <w:name w:val="Strong"/>
    <w:basedOn w:val="DefaultParagraphFont"/>
    <w:uiPriority w:val="22"/>
    <w:qFormat/>
    <w:rsid w:val="00E671CF"/>
    <w:rPr>
      <w:b/>
      <w:bCs/>
    </w:rPr>
  </w:style>
  <w:style w:type="numbering" w:customStyle="1" w:styleId="StyleOutlinenumberedVerdana10ptLeft025Hanging02">
    <w:name w:val="Style Outline numbered Verdana 10 pt Left:  0.25&quot; Hanging:  0.2..."/>
    <w:basedOn w:val="NoList"/>
    <w:rsid w:val="00E671CF"/>
    <w:pPr>
      <w:numPr>
        <w:numId w:val="4"/>
      </w:numPr>
    </w:pPr>
  </w:style>
  <w:style w:type="numbering" w:customStyle="1" w:styleId="StyleOutlinenumberedVerdana10ptLeft025Hanging021">
    <w:name w:val="Style Outline numbered Verdana 10 pt Left:  0.25&quot; Hanging:  0.2...1"/>
    <w:basedOn w:val="NoList"/>
    <w:rsid w:val="00E671CF"/>
    <w:pPr>
      <w:numPr>
        <w:numId w:val="5"/>
      </w:numPr>
    </w:pPr>
  </w:style>
  <w:style w:type="numbering" w:customStyle="1" w:styleId="StyleOutlinenumberedVerdana10ptLeft025Hanging022">
    <w:name w:val="Style Outline numbered Verdana 10 pt Left:  0.25&quot; Hanging:  0.2...2"/>
    <w:basedOn w:val="NoList"/>
    <w:rsid w:val="00E671CF"/>
    <w:pPr>
      <w:numPr>
        <w:numId w:val="6"/>
      </w:numPr>
    </w:pPr>
  </w:style>
  <w:style w:type="numbering" w:customStyle="1" w:styleId="StyleOutlinenumberedVerdana10ptLeft025Hanging023">
    <w:name w:val="Style Outline numbered Verdana 10 pt Left:  0.25&quot; Hanging:  0.2...3"/>
    <w:basedOn w:val="NoList"/>
    <w:rsid w:val="00E671CF"/>
    <w:pPr>
      <w:numPr>
        <w:numId w:val="7"/>
      </w:numPr>
    </w:pPr>
  </w:style>
  <w:style w:type="paragraph" w:customStyle="1" w:styleId="StyleProcedureBold">
    <w:name w:val="Style Procedure + Bold"/>
    <w:basedOn w:val="Normal"/>
    <w:rsid w:val="00E671CF"/>
    <w:pPr>
      <w:spacing w:before="120"/>
    </w:pPr>
    <w:rPr>
      <w:b/>
      <w:bCs/>
    </w:rPr>
  </w:style>
  <w:style w:type="paragraph" w:customStyle="1" w:styleId="tablenormaltext">
    <w:name w:val="tablenormaltext"/>
    <w:rsid w:val="00E671CF"/>
    <w:pPr>
      <w:spacing w:before="100" w:after="100" w:line="240" w:lineRule="auto"/>
    </w:pPr>
    <w:rPr>
      <w:rFonts w:ascii="Arial" w:eastAsia="Times New Roman" w:hAnsi="Arial" w:cs="Times New Roman"/>
      <w:sz w:val="20"/>
      <w:szCs w:val="20"/>
    </w:rPr>
  </w:style>
  <w:style w:type="paragraph" w:customStyle="1" w:styleId="subtitlecover">
    <w:name w:val="subtitlecover"/>
    <w:basedOn w:val="Normal"/>
    <w:rsid w:val="00E671CF"/>
    <w:pPr>
      <w:spacing w:before="100" w:beforeAutospacing="1" w:after="100" w:afterAutospacing="1"/>
    </w:pPr>
    <w:rPr>
      <w:color w:val="000000"/>
    </w:rPr>
  </w:style>
  <w:style w:type="character" w:styleId="SubtleEmphasis">
    <w:name w:val="Subtle Emphasis"/>
    <w:basedOn w:val="DefaultParagraphFont"/>
    <w:uiPriority w:val="19"/>
    <w:qFormat/>
    <w:rsid w:val="00E671CF"/>
    <w:rPr>
      <w:i/>
      <w:iCs/>
      <w:color w:val="808080"/>
    </w:rPr>
  </w:style>
  <w:style w:type="character" w:styleId="SubtleReference">
    <w:name w:val="Subtle Reference"/>
    <w:basedOn w:val="DefaultParagraphFont"/>
    <w:uiPriority w:val="31"/>
    <w:qFormat/>
    <w:rsid w:val="00E671CF"/>
    <w:rPr>
      <w:smallCaps/>
      <w:color w:val="C0504D"/>
      <w:u w:val="single"/>
    </w:rPr>
  </w:style>
  <w:style w:type="paragraph" w:customStyle="1" w:styleId="TableofContents">
    <w:name w:val="Table of Contents"/>
    <w:link w:val="TableofContentsChar"/>
    <w:rsid w:val="00E671CF"/>
    <w:pPr>
      <w:pBdr>
        <w:top w:val="single" w:sz="36" w:space="1" w:color="auto"/>
      </w:pBdr>
      <w:spacing w:after="0" w:line="240" w:lineRule="auto"/>
      <w:jc w:val="center"/>
    </w:pPr>
    <w:rPr>
      <w:rFonts w:ascii="Arial" w:eastAsia="Times New Roman" w:hAnsi="Arial" w:cs="Times New Roman"/>
      <w:b/>
      <w:sz w:val="36"/>
      <w:szCs w:val="20"/>
    </w:rPr>
  </w:style>
  <w:style w:type="paragraph" w:customStyle="1" w:styleId="TableofContentsPageTitle">
    <w:name w:val="Table of Contents Page Title"/>
    <w:basedOn w:val="Normal"/>
    <w:next w:val="Normal"/>
    <w:rsid w:val="00E671CF"/>
    <w:pPr>
      <w:spacing w:after="60"/>
      <w:jc w:val="center"/>
    </w:pPr>
    <w:rPr>
      <w:b/>
      <w:sz w:val="30"/>
      <w:szCs w:val="32"/>
    </w:rPr>
  </w:style>
  <w:style w:type="paragraph" w:customStyle="1" w:styleId="tableheadingtext">
    <w:name w:val="tableheadingtext"/>
    <w:rsid w:val="00E671CF"/>
    <w:pPr>
      <w:spacing w:before="100" w:after="100" w:line="240" w:lineRule="auto"/>
    </w:pPr>
    <w:rPr>
      <w:rFonts w:ascii="Arial" w:eastAsia="Times New Roman" w:hAnsi="Arial" w:cs="Times New Roman"/>
      <w:b/>
      <w:sz w:val="20"/>
      <w:szCs w:val="20"/>
    </w:rPr>
  </w:style>
  <w:style w:type="paragraph" w:styleId="Title">
    <w:name w:val="Title"/>
    <w:basedOn w:val="Normal"/>
    <w:next w:val="Normal"/>
    <w:link w:val="TitleChar"/>
    <w:uiPriority w:val="10"/>
    <w:qFormat/>
    <w:rsid w:val="00E671C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E671CF"/>
    <w:rPr>
      <w:rFonts w:ascii="Cambria" w:eastAsia="Times New Roman" w:hAnsi="Cambria" w:cs="Times New Roman"/>
      <w:color w:val="17365D"/>
      <w:spacing w:val="5"/>
      <w:kern w:val="28"/>
      <w:sz w:val="52"/>
      <w:szCs w:val="52"/>
      <w:lang w:val="en-GB"/>
    </w:rPr>
  </w:style>
  <w:style w:type="paragraph" w:customStyle="1" w:styleId="TitlePageTitle">
    <w:name w:val="Title Page Title"/>
    <w:basedOn w:val="Normal"/>
    <w:next w:val="Normal"/>
    <w:rsid w:val="00E671CF"/>
    <w:pPr>
      <w:pBdr>
        <w:bottom w:val="single" w:sz="24" w:space="1" w:color="auto"/>
      </w:pBdr>
      <w:spacing w:before="3000" w:after="60"/>
      <w:jc w:val="right"/>
    </w:pPr>
    <w:rPr>
      <w:b/>
      <w:sz w:val="48"/>
      <w:szCs w:val="48"/>
    </w:rPr>
  </w:style>
  <w:style w:type="paragraph" w:customStyle="1" w:styleId="titlecover">
    <w:name w:val="titlecover"/>
    <w:basedOn w:val="Normal"/>
    <w:rsid w:val="00E671CF"/>
  </w:style>
  <w:style w:type="paragraph" w:styleId="TOC2">
    <w:name w:val="toc 2"/>
    <w:basedOn w:val="Normal"/>
    <w:next w:val="Normal"/>
    <w:uiPriority w:val="39"/>
    <w:rsid w:val="00E671CF"/>
    <w:pPr>
      <w:spacing w:before="120" w:after="0"/>
      <w:ind w:left="200"/>
    </w:pPr>
    <w:rPr>
      <w:rFonts w:asciiTheme="minorHAnsi" w:hAnsiTheme="minorHAnsi" w:cstheme="minorHAnsi"/>
      <w:i/>
      <w:iCs/>
    </w:rPr>
  </w:style>
  <w:style w:type="paragraph" w:styleId="TOC3">
    <w:name w:val="toc 3"/>
    <w:basedOn w:val="Normal"/>
    <w:next w:val="Normal"/>
    <w:uiPriority w:val="39"/>
    <w:rsid w:val="00E671CF"/>
    <w:pPr>
      <w:spacing w:before="0" w:after="0"/>
      <w:ind w:left="400"/>
    </w:pPr>
    <w:rPr>
      <w:rFonts w:asciiTheme="minorHAnsi" w:hAnsiTheme="minorHAnsi" w:cstheme="minorHAnsi"/>
    </w:rPr>
  </w:style>
  <w:style w:type="paragraph" w:styleId="TOC4">
    <w:name w:val="toc 4"/>
    <w:basedOn w:val="Normal"/>
    <w:next w:val="Normal"/>
    <w:uiPriority w:val="39"/>
    <w:unhideWhenUsed/>
    <w:rsid w:val="00E671CF"/>
    <w:pPr>
      <w:spacing w:before="0" w:after="0"/>
      <w:ind w:left="600"/>
    </w:pPr>
    <w:rPr>
      <w:rFonts w:asciiTheme="minorHAnsi" w:hAnsiTheme="minorHAnsi" w:cstheme="minorHAnsi"/>
    </w:rPr>
  </w:style>
  <w:style w:type="paragraph" w:styleId="TOC5">
    <w:name w:val="toc 5"/>
    <w:basedOn w:val="Normal"/>
    <w:next w:val="Normal"/>
    <w:uiPriority w:val="39"/>
    <w:unhideWhenUsed/>
    <w:rsid w:val="00E671CF"/>
    <w:pPr>
      <w:spacing w:before="0" w:after="0"/>
      <w:ind w:left="800"/>
    </w:pPr>
    <w:rPr>
      <w:rFonts w:asciiTheme="minorHAnsi" w:hAnsiTheme="minorHAnsi" w:cstheme="minorHAnsi"/>
    </w:rPr>
  </w:style>
  <w:style w:type="paragraph" w:styleId="TOC6">
    <w:name w:val="toc 6"/>
    <w:basedOn w:val="Normal"/>
    <w:next w:val="Normal"/>
    <w:uiPriority w:val="39"/>
    <w:unhideWhenUsed/>
    <w:rsid w:val="00E671CF"/>
    <w:pPr>
      <w:spacing w:before="0" w:after="0"/>
      <w:ind w:left="1000"/>
    </w:pPr>
    <w:rPr>
      <w:rFonts w:asciiTheme="minorHAnsi" w:hAnsiTheme="minorHAnsi" w:cstheme="minorHAnsi"/>
    </w:rPr>
  </w:style>
  <w:style w:type="paragraph" w:styleId="TOC7">
    <w:name w:val="toc 7"/>
    <w:basedOn w:val="Normal"/>
    <w:next w:val="Normal"/>
    <w:uiPriority w:val="39"/>
    <w:unhideWhenUsed/>
    <w:rsid w:val="00E671CF"/>
    <w:pPr>
      <w:spacing w:before="0" w:after="0"/>
      <w:ind w:left="1200"/>
    </w:pPr>
    <w:rPr>
      <w:rFonts w:asciiTheme="minorHAnsi" w:hAnsiTheme="minorHAnsi" w:cstheme="minorHAnsi"/>
    </w:rPr>
  </w:style>
  <w:style w:type="paragraph" w:styleId="TOC8">
    <w:name w:val="toc 8"/>
    <w:basedOn w:val="Normal"/>
    <w:next w:val="Normal"/>
    <w:uiPriority w:val="39"/>
    <w:unhideWhenUsed/>
    <w:rsid w:val="00E671CF"/>
    <w:pPr>
      <w:spacing w:before="0" w:after="0"/>
      <w:ind w:left="1400"/>
    </w:pPr>
    <w:rPr>
      <w:rFonts w:asciiTheme="minorHAnsi" w:hAnsiTheme="minorHAnsi" w:cstheme="minorHAnsi"/>
    </w:rPr>
  </w:style>
  <w:style w:type="paragraph" w:styleId="TOC9">
    <w:name w:val="toc 9"/>
    <w:basedOn w:val="Normal"/>
    <w:next w:val="Normal"/>
    <w:uiPriority w:val="39"/>
    <w:unhideWhenUsed/>
    <w:rsid w:val="00E671CF"/>
    <w:pPr>
      <w:spacing w:before="0" w:after="0"/>
      <w:ind w:left="1600"/>
    </w:pPr>
    <w:rPr>
      <w:rFonts w:asciiTheme="minorHAnsi" w:hAnsiTheme="minorHAnsi" w:cstheme="minorHAnsi"/>
    </w:rPr>
  </w:style>
  <w:style w:type="paragraph" w:styleId="TOCHeading">
    <w:name w:val="TOC Heading"/>
    <w:basedOn w:val="Heading1"/>
    <w:next w:val="Normal"/>
    <w:uiPriority w:val="39"/>
    <w:unhideWhenUsed/>
    <w:qFormat/>
    <w:rsid w:val="00E671CF"/>
    <w:pPr>
      <w:outlineLvl w:val="9"/>
    </w:pPr>
  </w:style>
  <w:style w:type="character" w:customStyle="1" w:styleId="toggler">
    <w:name w:val="toggler"/>
    <w:rsid w:val="00E671CF"/>
    <w:rPr>
      <w:color w:val="000080"/>
      <w:sz w:val="20"/>
    </w:rPr>
  </w:style>
  <w:style w:type="paragraph" w:customStyle="1" w:styleId="UMTitle">
    <w:name w:val="UM Title"/>
    <w:rsid w:val="00E671CF"/>
    <w:pPr>
      <w:spacing w:before="3000" w:after="100" w:afterAutospacing="1" w:line="240" w:lineRule="auto"/>
      <w:jc w:val="right"/>
    </w:pPr>
    <w:rPr>
      <w:rFonts w:ascii="Arial" w:eastAsia="Times New Roman" w:hAnsi="Arial" w:cs="Times New Roman"/>
      <w:b/>
      <w:sz w:val="64"/>
      <w:szCs w:val="64"/>
    </w:rPr>
  </w:style>
  <w:style w:type="paragraph" w:customStyle="1" w:styleId="UMh4">
    <w:name w:val="UM_h4"/>
    <w:basedOn w:val="Heading4"/>
    <w:rsid w:val="00E671CF"/>
  </w:style>
  <w:style w:type="paragraph" w:customStyle="1" w:styleId="VersionNumber">
    <w:name w:val="Version Number"/>
    <w:basedOn w:val="Normal"/>
    <w:rsid w:val="00E671CF"/>
    <w:pPr>
      <w:jc w:val="right"/>
    </w:pPr>
    <w:rPr>
      <w:b/>
    </w:rPr>
  </w:style>
  <w:style w:type="character" w:customStyle="1" w:styleId="VersionNumberChar">
    <w:name w:val="Version Number Char"/>
    <w:basedOn w:val="DefaultParagraphFont"/>
    <w:rsid w:val="00E671CF"/>
    <w:rPr>
      <w:rFonts w:ascii="Arial" w:hAnsi="Arial"/>
      <w:b/>
      <w:sz w:val="24"/>
      <w:szCs w:val="24"/>
      <w:lang w:val="en-US" w:eastAsia="en-US" w:bidi="ar-SA"/>
    </w:rPr>
  </w:style>
  <w:style w:type="paragraph" w:styleId="Index1">
    <w:name w:val="index 1"/>
    <w:basedOn w:val="Normal"/>
    <w:next w:val="Normal"/>
    <w:uiPriority w:val="99"/>
    <w:unhideWhenUsed/>
    <w:rsid w:val="00E671CF"/>
    <w:pPr>
      <w:spacing w:after="0"/>
      <w:ind w:left="220" w:hanging="220"/>
    </w:pPr>
  </w:style>
  <w:style w:type="paragraph" w:styleId="Index2">
    <w:name w:val="index 2"/>
    <w:basedOn w:val="Normal"/>
    <w:next w:val="Normal"/>
    <w:uiPriority w:val="99"/>
    <w:unhideWhenUsed/>
    <w:rsid w:val="00E671CF"/>
    <w:pPr>
      <w:spacing w:after="0"/>
      <w:ind w:left="440" w:hanging="220"/>
    </w:pPr>
  </w:style>
  <w:style w:type="paragraph" w:styleId="Index3">
    <w:name w:val="index 3"/>
    <w:basedOn w:val="Normal"/>
    <w:next w:val="Normal"/>
    <w:uiPriority w:val="99"/>
    <w:unhideWhenUsed/>
    <w:rsid w:val="00E671CF"/>
    <w:pPr>
      <w:spacing w:after="0"/>
      <w:ind w:left="660" w:hanging="220"/>
    </w:pPr>
  </w:style>
  <w:style w:type="paragraph" w:styleId="Index4">
    <w:name w:val="index 4"/>
    <w:basedOn w:val="Normal"/>
    <w:next w:val="Normal"/>
    <w:uiPriority w:val="99"/>
    <w:unhideWhenUsed/>
    <w:rsid w:val="00E671CF"/>
    <w:pPr>
      <w:spacing w:after="0"/>
      <w:ind w:left="880" w:hanging="220"/>
    </w:pPr>
  </w:style>
  <w:style w:type="paragraph" w:styleId="Index5">
    <w:name w:val="index 5"/>
    <w:basedOn w:val="Normal"/>
    <w:next w:val="Normal"/>
    <w:uiPriority w:val="99"/>
    <w:unhideWhenUsed/>
    <w:rsid w:val="00E671CF"/>
    <w:pPr>
      <w:spacing w:after="0"/>
      <w:ind w:left="1100" w:hanging="220"/>
    </w:pPr>
  </w:style>
  <w:style w:type="paragraph" w:styleId="Index6">
    <w:name w:val="index 6"/>
    <w:basedOn w:val="Normal"/>
    <w:next w:val="Normal"/>
    <w:uiPriority w:val="99"/>
    <w:unhideWhenUsed/>
    <w:rsid w:val="00E671CF"/>
    <w:pPr>
      <w:spacing w:after="0"/>
      <w:ind w:left="1320" w:hanging="220"/>
    </w:pPr>
  </w:style>
  <w:style w:type="paragraph" w:styleId="Index7">
    <w:name w:val="index 7"/>
    <w:basedOn w:val="Normal"/>
    <w:next w:val="Normal"/>
    <w:uiPriority w:val="99"/>
    <w:unhideWhenUsed/>
    <w:rsid w:val="00E671CF"/>
    <w:pPr>
      <w:spacing w:after="0"/>
      <w:ind w:left="1540" w:hanging="220"/>
    </w:pPr>
  </w:style>
  <w:style w:type="paragraph" w:styleId="Index8">
    <w:name w:val="index 8"/>
    <w:basedOn w:val="Normal"/>
    <w:next w:val="Normal"/>
    <w:uiPriority w:val="99"/>
    <w:unhideWhenUsed/>
    <w:rsid w:val="00E671CF"/>
    <w:pPr>
      <w:spacing w:after="0"/>
      <w:ind w:left="1760" w:hanging="220"/>
    </w:pPr>
  </w:style>
  <w:style w:type="paragraph" w:styleId="Index9">
    <w:name w:val="index 9"/>
    <w:basedOn w:val="Normal"/>
    <w:next w:val="Normal"/>
    <w:uiPriority w:val="99"/>
    <w:unhideWhenUsed/>
    <w:rsid w:val="00E671CF"/>
    <w:pPr>
      <w:spacing w:after="0"/>
      <w:ind w:left="1980" w:hanging="220"/>
    </w:pPr>
  </w:style>
  <w:style w:type="paragraph" w:customStyle="1" w:styleId="liProcedure2">
    <w:name w:val="li_Procedure2"/>
    <w:basedOn w:val="liProcedure"/>
    <w:qFormat/>
    <w:rsid w:val="00E671CF"/>
    <w:pPr>
      <w:numPr>
        <w:numId w:val="12"/>
      </w:numPr>
      <w:ind w:left="2016" w:hanging="288"/>
    </w:pPr>
  </w:style>
  <w:style w:type="paragraph" w:customStyle="1" w:styleId="UMfooter">
    <w:name w:val="UM_footer"/>
    <w:basedOn w:val="Normal"/>
    <w:qFormat/>
    <w:rsid w:val="00E671CF"/>
    <w:rPr>
      <w:rFonts w:cs="Arial"/>
      <w:noProof/>
      <w:sz w:val="16"/>
      <w:szCs w:val="16"/>
    </w:rPr>
  </w:style>
  <w:style w:type="paragraph" w:customStyle="1" w:styleId="UMHeader">
    <w:name w:val="UM_Header"/>
    <w:basedOn w:val="Header"/>
    <w:qFormat/>
    <w:rsid w:val="00E671CF"/>
    <w:pPr>
      <w:jc w:val="right"/>
    </w:pPr>
    <w:rPr>
      <w:sz w:val="16"/>
    </w:rPr>
  </w:style>
  <w:style w:type="paragraph" w:customStyle="1" w:styleId="liProcedure3">
    <w:name w:val="li_Procedure3"/>
    <w:basedOn w:val="liProcedure2"/>
    <w:next w:val="liProcedure2"/>
    <w:qFormat/>
    <w:rsid w:val="00E671CF"/>
    <w:pPr>
      <w:numPr>
        <w:numId w:val="13"/>
      </w:numPr>
      <w:ind w:left="2448" w:hanging="432"/>
    </w:pPr>
  </w:style>
  <w:style w:type="paragraph" w:customStyle="1" w:styleId="liProcedure4">
    <w:name w:val="li_Procedure4"/>
    <w:basedOn w:val="liProcedure3"/>
    <w:next w:val="liProcedure3"/>
    <w:qFormat/>
    <w:rsid w:val="00E671CF"/>
    <w:pPr>
      <w:numPr>
        <w:numId w:val="14"/>
      </w:numPr>
      <w:ind w:left="2923"/>
    </w:pPr>
  </w:style>
  <w:style w:type="paragraph" w:customStyle="1" w:styleId="FAQ">
    <w:name w:val="FAQ"/>
    <w:basedOn w:val="UMh2"/>
    <w:qFormat/>
    <w:rsid w:val="00E671CF"/>
    <w:pPr>
      <w:numPr>
        <w:ilvl w:val="0"/>
        <w:numId w:val="0"/>
      </w:numPr>
      <w:spacing w:before="240"/>
      <w:ind w:left="720"/>
    </w:pPr>
  </w:style>
  <w:style w:type="paragraph" w:customStyle="1" w:styleId="FAQquest">
    <w:name w:val="FAQ_quest"/>
    <w:basedOn w:val="pHeadings"/>
    <w:qFormat/>
    <w:rsid w:val="00E671CF"/>
    <w:pPr>
      <w:numPr>
        <w:numId w:val="15"/>
      </w:numPr>
      <w:ind w:left="1080"/>
    </w:pPr>
  </w:style>
  <w:style w:type="paragraph" w:customStyle="1" w:styleId="FAQans">
    <w:name w:val="FAQ_ans"/>
    <w:basedOn w:val="pBodyParagraph"/>
    <w:qFormat/>
    <w:rsid w:val="00E671CF"/>
    <w:pPr>
      <w:ind w:left="1080"/>
    </w:pPr>
  </w:style>
  <w:style w:type="paragraph" w:customStyle="1" w:styleId="Pcode">
    <w:name w:val="P_code"/>
    <w:basedOn w:val="pBodyParagraph"/>
    <w:qFormat/>
    <w:rsid w:val="00E671CF"/>
    <w:rPr>
      <w:rFonts w:ascii="Courier New" w:hAnsi="Courier New"/>
    </w:rPr>
  </w:style>
  <w:style w:type="paragraph" w:customStyle="1" w:styleId="Bullet1">
    <w:name w:val="Bullet1"/>
    <w:basedOn w:val="Normal"/>
    <w:rsid w:val="00E671CF"/>
    <w:pPr>
      <w:numPr>
        <w:numId w:val="16"/>
      </w:numPr>
      <w:spacing w:before="80" w:after="80"/>
      <w:ind w:left="1440"/>
    </w:pPr>
  </w:style>
  <w:style w:type="paragraph" w:customStyle="1" w:styleId="Bullet2">
    <w:name w:val="Bullet2"/>
    <w:basedOn w:val="Bullet1"/>
    <w:next w:val="Normal"/>
    <w:rsid w:val="00E671CF"/>
    <w:pPr>
      <w:keepNext/>
      <w:numPr>
        <w:numId w:val="17"/>
      </w:numPr>
      <w:tabs>
        <w:tab w:val="left" w:pos="864"/>
      </w:tabs>
      <w:spacing w:before="60" w:after="60"/>
    </w:pPr>
  </w:style>
  <w:style w:type="paragraph" w:customStyle="1" w:styleId="Footer-Even">
    <w:name w:val="Footer - Even"/>
    <w:basedOn w:val="Normal"/>
    <w:rsid w:val="00E671CF"/>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E671CF"/>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E671CF"/>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E671CF"/>
    <w:pPr>
      <w:pBdr>
        <w:bottom w:val="single" w:sz="6" w:space="1" w:color="A4A4C2"/>
      </w:pBdr>
      <w:tabs>
        <w:tab w:val="right" w:pos="8194"/>
      </w:tabs>
      <w:ind w:left="-864" w:right="-605"/>
    </w:pPr>
    <w:rPr>
      <w:rFonts w:ascii="Univers" w:hAnsi="Univers"/>
      <w:b/>
      <w:color w:val="A4A4C2"/>
      <w:sz w:val="16"/>
    </w:rPr>
  </w:style>
  <w:style w:type="paragraph" w:styleId="List">
    <w:name w:val="List"/>
    <w:basedOn w:val="Normal"/>
    <w:rsid w:val="00E671CF"/>
    <w:pPr>
      <w:ind w:left="360" w:hanging="360"/>
    </w:pPr>
  </w:style>
  <w:style w:type="paragraph" w:styleId="List2">
    <w:name w:val="List 2"/>
    <w:basedOn w:val="Normal"/>
    <w:rsid w:val="00E671CF"/>
    <w:pPr>
      <w:ind w:hanging="360"/>
    </w:pPr>
  </w:style>
  <w:style w:type="paragraph" w:styleId="List3">
    <w:name w:val="List 3"/>
    <w:basedOn w:val="Normal"/>
    <w:rsid w:val="00E671CF"/>
    <w:pPr>
      <w:ind w:left="1080" w:hanging="360"/>
    </w:pPr>
  </w:style>
  <w:style w:type="paragraph" w:styleId="List4">
    <w:name w:val="List 4"/>
    <w:basedOn w:val="Normal"/>
    <w:rsid w:val="00E671CF"/>
    <w:pPr>
      <w:ind w:left="1440" w:hanging="360"/>
    </w:pPr>
  </w:style>
  <w:style w:type="paragraph" w:styleId="ListBullet">
    <w:name w:val="List Bullet"/>
    <w:basedOn w:val="Normal"/>
    <w:rsid w:val="00E671CF"/>
    <w:pPr>
      <w:numPr>
        <w:numId w:val="19"/>
      </w:numPr>
    </w:pPr>
  </w:style>
  <w:style w:type="paragraph" w:styleId="ListNumber">
    <w:name w:val="List Number"/>
    <w:basedOn w:val="Normal"/>
    <w:rsid w:val="00E671CF"/>
    <w:pPr>
      <w:numPr>
        <w:numId w:val="21"/>
      </w:numPr>
      <w:spacing w:before="120" w:after="80"/>
    </w:pPr>
  </w:style>
  <w:style w:type="paragraph" w:styleId="ListNumber2">
    <w:name w:val="List Number 2"/>
    <w:basedOn w:val="Normal"/>
    <w:rsid w:val="00E671CF"/>
    <w:pPr>
      <w:numPr>
        <w:numId w:val="22"/>
      </w:numPr>
      <w:spacing w:before="80"/>
    </w:pPr>
  </w:style>
  <w:style w:type="paragraph" w:customStyle="1" w:styleId="NormalJustified">
    <w:name w:val="Normal + Justified"/>
    <w:basedOn w:val="Normal"/>
    <w:rsid w:val="00E671CF"/>
    <w:pPr>
      <w:keepLines w:val="0"/>
      <w:numPr>
        <w:numId w:val="23"/>
      </w:numPr>
      <w:spacing w:before="0" w:after="0"/>
    </w:pPr>
    <w:rPr>
      <w:sz w:val="22"/>
    </w:rPr>
  </w:style>
  <w:style w:type="paragraph" w:customStyle="1" w:styleId="TableHeader">
    <w:name w:val="Table Header"/>
    <w:basedOn w:val="Normal"/>
    <w:rsid w:val="00E671CF"/>
    <w:pPr>
      <w:spacing w:before="120"/>
      <w:ind w:left="0"/>
    </w:pPr>
    <w:rPr>
      <w:b/>
    </w:rPr>
  </w:style>
  <w:style w:type="character" w:customStyle="1" w:styleId="TableofContentsChar">
    <w:name w:val="Table of Contents Char"/>
    <w:link w:val="TableofContents"/>
    <w:rsid w:val="00E671CF"/>
    <w:rPr>
      <w:rFonts w:ascii="Arial" w:eastAsia="Times New Roman" w:hAnsi="Arial" w:cs="Times New Roman"/>
      <w:b/>
      <w:sz w:val="36"/>
      <w:szCs w:val="20"/>
    </w:rPr>
  </w:style>
  <w:style w:type="paragraph" w:customStyle="1" w:styleId="TableText">
    <w:name w:val="Table Text"/>
    <w:basedOn w:val="Normal"/>
    <w:rsid w:val="00E671CF"/>
    <w:pPr>
      <w:spacing w:before="120"/>
      <w:ind w:left="0"/>
    </w:pPr>
  </w:style>
  <w:style w:type="table" w:customStyle="1" w:styleId="TableAlign">
    <w:name w:val="TableAlign"/>
    <w:basedOn w:val="TableGrid"/>
    <w:rsid w:val="00E671CF"/>
    <w:pPr>
      <w:keepLines/>
      <w:spacing w:before="240" w:after="120"/>
      <w:ind w:left="2880"/>
    </w:pPr>
    <w:rPr>
      <w:rFonts w:ascii="Times New Roman" w:eastAsia="Times New Roman" w:hAnsi="Times New Roman"/>
    </w:rPr>
    <w:tblPr>
      <w:tblInd w:w="864" w:type="dxa"/>
    </w:tblPr>
  </w:style>
  <w:style w:type="paragraph" w:customStyle="1" w:styleId="TOCHeader">
    <w:name w:val="TOC Header"/>
    <w:basedOn w:val="Normal"/>
    <w:rsid w:val="00E671CF"/>
    <w:pPr>
      <w:jc w:val="right"/>
    </w:pPr>
    <w:rPr>
      <w:sz w:val="24"/>
    </w:rPr>
  </w:style>
  <w:style w:type="paragraph" w:customStyle="1" w:styleId="p">
    <w:name w:val="p"/>
    <w:rsid w:val="00D16D16"/>
    <w:pPr>
      <w:spacing w:before="160" w:after="128" w:line="240" w:lineRule="auto"/>
    </w:pPr>
    <w:rPr>
      <w:rFonts w:ascii="Source Sans Pro" w:eastAsia="Arial" w:hAnsi="Source Sans Pro" w:cs="Source Sans Pro"/>
      <w:color w:val="363636"/>
      <w:sz w:val="16"/>
      <w:szCs w:val="16"/>
    </w:rPr>
  </w:style>
  <w:style w:type="paragraph" w:customStyle="1" w:styleId="h1">
    <w:name w:val="h1"/>
    <w:rsid w:val="00D16D16"/>
    <w:pPr>
      <w:keepNext/>
      <w:keepLines/>
      <w:pageBreakBefore/>
      <w:pBdr>
        <w:top w:val="single" w:sz="240" w:space="0" w:color="73B1F1"/>
      </w:pBdr>
      <w:shd w:val="clear" w:color="auto" w:fill="FFFFFF"/>
      <w:spacing w:after="1050" w:line="360" w:lineRule="atLeast"/>
    </w:pPr>
    <w:rPr>
      <w:rFonts w:ascii="Source Sans Pro" w:eastAsia="Arial" w:hAnsi="Source Sans Pro" w:cs="Source Sans Pro"/>
      <w:color w:val="959595"/>
      <w:sz w:val="30"/>
      <w:szCs w:val="30"/>
      <w:shd w:val="clear" w:color="auto" w:fill="FFFFFF"/>
    </w:rPr>
  </w:style>
  <w:style w:type="character" w:customStyle="1" w:styleId="b">
    <w:name w:val="b"/>
    <w:rsid w:val="00D16D16"/>
    <w:rPr>
      <w:rFonts w:ascii="Arial" w:hAnsi="Arial"/>
      <w:b/>
      <w:bCs/>
      <w:color w:val="363636"/>
      <w:sz w:val="16"/>
      <w:szCs w:val="16"/>
    </w:rPr>
  </w:style>
  <w:style w:type="paragraph" w:customStyle="1" w:styleId="pimages">
    <w:name w:val="p_images"/>
    <w:rsid w:val="00D16D16"/>
    <w:pPr>
      <w:spacing w:before="160" w:after="128" w:line="240" w:lineRule="auto"/>
    </w:pPr>
    <w:rPr>
      <w:rFonts w:ascii="Source Sans Pro" w:eastAsia="Arial" w:hAnsi="Source Sans Pro" w:cs="Source Sans Pro"/>
      <w:color w:val="363636"/>
      <w:sz w:val="16"/>
      <w:szCs w:val="16"/>
    </w:rPr>
  </w:style>
  <w:style w:type="paragraph" w:customStyle="1" w:styleId="pHeadings1">
    <w:name w:val="p_Headings1"/>
    <w:rsid w:val="00D16D16"/>
    <w:pPr>
      <w:spacing w:before="240" w:after="120" w:line="240" w:lineRule="auto"/>
      <w:ind w:left="4"/>
    </w:pPr>
    <w:rPr>
      <w:rFonts w:ascii="Source Sans Pro Light" w:eastAsia="Arial" w:hAnsi="Source Sans Pro Light" w:cs="Source Sans Pro Light"/>
      <w:color w:val="000000"/>
      <w:sz w:val="28"/>
      <w:szCs w:val="28"/>
    </w:rPr>
  </w:style>
  <w:style w:type="character" w:customStyle="1" w:styleId="dropDownHotspot">
    <w:name w:val="dropDownHotspot"/>
    <w:rsid w:val="00D16D16"/>
    <w:rPr>
      <w:color w:val="2F90F1"/>
      <w:sz w:val="29"/>
      <w:szCs w:val="29"/>
    </w:rPr>
  </w:style>
  <w:style w:type="paragraph" w:customStyle="1" w:styleId="dropDownHead">
    <w:name w:val="dropDownHead"/>
    <w:rsid w:val="00D16D16"/>
    <w:pPr>
      <w:spacing w:after="40" w:line="240" w:lineRule="auto"/>
      <w:ind w:firstLine="15"/>
    </w:pPr>
    <w:rPr>
      <w:rFonts w:ascii="Source Sans Pro Light" w:eastAsia="Arial" w:hAnsi="Source Sans Pro Light" w:cs="Source Sans Pro Light"/>
      <w:color w:val="2F90F1"/>
      <w:sz w:val="20"/>
      <w:szCs w:val="20"/>
    </w:rPr>
  </w:style>
  <w:style w:type="character" w:customStyle="1" w:styleId="b1">
    <w:name w:val="b_1"/>
    <w:rsid w:val="00D16D16"/>
    <w:rPr>
      <w:b/>
      <w:bCs/>
      <w:color w:val="000000" w:themeColor="text1"/>
      <w:sz w:val="20"/>
      <w:szCs w:val="22"/>
    </w:rPr>
  </w:style>
  <w:style w:type="paragraph" w:customStyle="1" w:styleId="pHome">
    <w:name w:val="p_Home"/>
    <w:rsid w:val="00D16D16"/>
    <w:pPr>
      <w:spacing w:before="160" w:after="168" w:line="240" w:lineRule="auto"/>
      <w:jc w:val="right"/>
    </w:pPr>
    <w:rPr>
      <w:rFonts w:ascii="Source Sans Pro" w:eastAsia="Arial" w:hAnsi="Source Sans Pro" w:cs="Source Sans Pro"/>
      <w:color w:val="363636"/>
      <w:sz w:val="21"/>
      <w:szCs w:val="21"/>
    </w:rPr>
  </w:style>
  <w:style w:type="paragraph" w:customStyle="1" w:styleId="pNoteIcon">
    <w:name w:val="p_NoteIcon"/>
    <w:rsid w:val="00D16D16"/>
    <w:pPr>
      <w:pBdr>
        <w:left w:val="single" w:sz="12" w:space="30" w:color="1D6FC4"/>
      </w:pBdr>
      <w:shd w:val="clear" w:color="auto" w:fill="EDEDED"/>
      <w:spacing w:before="160" w:after="168" w:line="240" w:lineRule="auto"/>
    </w:pPr>
    <w:rPr>
      <w:rFonts w:ascii="Source Sans Pro" w:eastAsia="Arial" w:hAnsi="Source Sans Pro" w:cs="Source Sans Pro"/>
      <w:color w:val="000000"/>
      <w:sz w:val="21"/>
      <w:szCs w:val="21"/>
      <w:shd w:val="clear" w:color="auto" w:fill="EDEDED"/>
    </w:rPr>
  </w:style>
  <w:style w:type="character" w:customStyle="1" w:styleId="b2">
    <w:name w:val="b_2"/>
    <w:rsid w:val="00D16D16"/>
    <w:rPr>
      <w:b/>
      <w:bCs/>
      <w:color w:val="000000" w:themeColor="text1"/>
      <w:sz w:val="20"/>
      <w:szCs w:val="22"/>
    </w:rPr>
  </w:style>
  <w:style w:type="paragraph" w:customStyle="1" w:styleId="pstartpoint0">
    <w:name w:val="p_startpoint"/>
    <w:rsid w:val="00D16D16"/>
    <w:pPr>
      <w:spacing w:before="320" w:after="120" w:line="240" w:lineRule="auto"/>
    </w:pPr>
    <w:rPr>
      <w:rFonts w:ascii="Source Sans Pro Light" w:eastAsia="Arial" w:hAnsi="Source Sans Pro Light" w:cs="Source Sans Pro Light"/>
      <w:color w:val="2F90F1"/>
      <w:sz w:val="28"/>
      <w:szCs w:val="28"/>
    </w:rPr>
  </w:style>
  <w:style w:type="character" w:customStyle="1" w:styleId="i">
    <w:name w:val="i"/>
    <w:rsid w:val="00D16D16"/>
    <w:rPr>
      <w:i/>
      <w:iCs/>
      <w:color w:val="000000" w:themeColor="text1"/>
      <w:sz w:val="20"/>
      <w:szCs w:val="22"/>
    </w:rPr>
  </w:style>
  <w:style w:type="character" w:customStyle="1" w:styleId="i1">
    <w:name w:val="i_1"/>
    <w:rsid w:val="00D16D16"/>
    <w:rPr>
      <w:i/>
      <w:iCs/>
      <w:color w:val="000000"/>
      <w:sz w:val="30"/>
      <w:szCs w:val="30"/>
    </w:rPr>
  </w:style>
  <w:style w:type="character" w:customStyle="1" w:styleId="span">
    <w:name w:val="span"/>
    <w:rsid w:val="00D16D16"/>
    <w:rPr>
      <w:color w:val="363636"/>
      <w:sz w:val="22"/>
      <w:szCs w:val="22"/>
    </w:rPr>
  </w:style>
  <w:style w:type="paragraph" w:customStyle="1" w:styleId="ptableheadingtext1">
    <w:name w:val="p_tableheadingtext_1"/>
    <w:rsid w:val="00D16D16"/>
    <w:pPr>
      <w:spacing w:before="60" w:after="60" w:line="240" w:lineRule="auto"/>
    </w:pPr>
    <w:rPr>
      <w:rFonts w:ascii="Source Sans Pro Semibold" w:eastAsia="Arial" w:hAnsi="Source Sans Pro Semibold" w:cs="Source Sans Pro Semibold"/>
      <w:b/>
      <w:bCs/>
      <w:color w:val="363636"/>
      <w:sz w:val="21"/>
      <w:szCs w:val="21"/>
    </w:rPr>
  </w:style>
  <w:style w:type="character" w:customStyle="1" w:styleId="b3">
    <w:name w:val="b_3"/>
    <w:rsid w:val="00D16D16"/>
    <w:rPr>
      <w:b/>
      <w:bCs/>
      <w:color w:val="363636"/>
      <w:sz w:val="22"/>
      <w:szCs w:val="22"/>
      <w:u w:val="single"/>
    </w:rPr>
  </w:style>
  <w:style w:type="character" w:customStyle="1" w:styleId="br">
    <w:name w:val="br"/>
    <w:rsid w:val="00D16D16"/>
    <w:rPr>
      <w:color w:val="363636"/>
      <w:sz w:val="21"/>
      <w:szCs w:val="21"/>
    </w:rPr>
  </w:style>
  <w:style w:type="paragraph" w:customStyle="1" w:styleId="h2">
    <w:name w:val="h2"/>
    <w:rsid w:val="00D16D16"/>
    <w:pPr>
      <w:keepNext/>
      <w:keepLines/>
      <w:pageBreakBefore/>
      <w:pBdr>
        <w:bottom w:val="single" w:sz="6" w:space="0" w:color="DCDCDC"/>
      </w:pBdr>
      <w:shd w:val="clear" w:color="auto" w:fill="FFFFFF"/>
      <w:spacing w:before="320" w:after="320" w:line="240" w:lineRule="auto"/>
    </w:pPr>
    <w:rPr>
      <w:rFonts w:ascii="Source Sans Pro" w:eastAsia="Arial" w:hAnsi="Source Sans Pro" w:cs="Source Sans Pro"/>
      <w:color w:val="363636"/>
      <w:sz w:val="24"/>
      <w:szCs w:val="24"/>
      <w:shd w:val="clear" w:color="auto" w:fill="FFFFFF"/>
    </w:rPr>
  </w:style>
  <w:style w:type="paragraph" w:customStyle="1" w:styleId="pFAQ">
    <w:name w:val="p_FAQ"/>
    <w:rsid w:val="00D16D16"/>
    <w:pPr>
      <w:pBdr>
        <w:bottom w:val="single" w:sz="6" w:space="0" w:color="808080"/>
      </w:pBdr>
      <w:spacing w:before="320" w:after="240" w:line="240" w:lineRule="auto"/>
    </w:pPr>
    <w:rPr>
      <w:rFonts w:ascii="Source Sans Pro Light" w:eastAsia="Arial" w:hAnsi="Source Sans Pro Light" w:cs="Source Sans Pro Light"/>
      <w:color w:val="2F90F1"/>
      <w:sz w:val="28"/>
      <w:szCs w:val="28"/>
    </w:rPr>
  </w:style>
  <w:style w:type="paragraph" w:customStyle="1" w:styleId="po">
    <w:name w:val="po"/>
    <w:basedOn w:val="Normal"/>
    <w:qFormat/>
    <w:rsid w:val="00D16D16"/>
    <w:pPr>
      <w:numPr>
        <w:numId w:val="26"/>
      </w:numPr>
      <w:ind w:left="600"/>
    </w:pPr>
    <w:rPr>
      <w:rFonts w:eastAsia="Arial" w:cs="Arial"/>
      <w:color w:val="363636"/>
    </w:rPr>
  </w:style>
  <w:style w:type="paragraph" w:customStyle="1" w:styleId="UMh2UMh3">
    <w:name w:val="UM_h2UM_h3"/>
    <w:basedOn w:val="UMh2"/>
    <w:qFormat/>
    <w:rsid w:val="00D16D16"/>
    <w:pPr>
      <w:numPr>
        <w:ilvl w:val="0"/>
        <w:numId w:val="0"/>
      </w:numPr>
      <w:ind w:left="2160" w:hanging="360"/>
    </w:pPr>
  </w:style>
  <w:style w:type="paragraph" w:styleId="Revision">
    <w:name w:val="Revision"/>
    <w:hidden/>
    <w:rsid w:val="00D16D16"/>
    <w:pPr>
      <w:spacing w:after="0" w:line="240" w:lineRule="auto"/>
    </w:pPr>
  </w:style>
  <w:style w:type="paragraph" w:styleId="BodyTextIndent">
    <w:name w:val="Body Text Indent"/>
    <w:basedOn w:val="Normal"/>
    <w:link w:val="BodyTextIndentChar"/>
    <w:semiHidden/>
    <w:unhideWhenUsed/>
    <w:rsid w:val="00D16D16"/>
    <w:pPr>
      <w:ind w:left="360"/>
    </w:pPr>
  </w:style>
  <w:style w:type="character" w:customStyle="1" w:styleId="BodyTextIndentChar">
    <w:name w:val="Body Text Indent Char"/>
    <w:basedOn w:val="DefaultParagraphFont"/>
    <w:link w:val="BodyTextIndent"/>
    <w:semiHidden/>
    <w:rsid w:val="00D16D16"/>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unhideWhenUsed/>
    <w:rsid w:val="00D16D16"/>
    <w:pPr>
      <w:spacing w:after="200"/>
      <w:ind w:firstLine="360"/>
    </w:pPr>
  </w:style>
  <w:style w:type="character" w:customStyle="1" w:styleId="BodyTextFirstIndent2Char">
    <w:name w:val="Body Text First Indent 2 Char"/>
    <w:basedOn w:val="BodyTextIndentChar"/>
    <w:link w:val="BodyTextFirstIndent2"/>
    <w:rsid w:val="00D16D16"/>
    <w:rPr>
      <w:rFonts w:ascii="Arial" w:eastAsia="Times New Roman" w:hAnsi="Arial" w:cs="Times New Roman"/>
      <w:sz w:val="20"/>
      <w:szCs w:val="20"/>
      <w:lang w:val="en-GB"/>
    </w:rPr>
  </w:style>
  <w:style w:type="paragraph" w:styleId="NoteHeading0">
    <w:name w:val="Note Heading"/>
    <w:basedOn w:val="Normal"/>
    <w:next w:val="Normal"/>
    <w:link w:val="NoteHeadingChar"/>
    <w:unhideWhenUsed/>
    <w:rsid w:val="00D16D16"/>
    <w:pPr>
      <w:spacing w:after="0"/>
    </w:pPr>
  </w:style>
  <w:style w:type="character" w:customStyle="1" w:styleId="NoteHeadingChar">
    <w:name w:val="Note Heading Char"/>
    <w:basedOn w:val="DefaultParagraphFont"/>
    <w:link w:val="NoteHeading0"/>
    <w:rsid w:val="00D16D16"/>
    <w:rPr>
      <w:rFonts w:ascii="Arial" w:eastAsia="Times New Roman" w:hAnsi="Arial" w:cs="Times New Roman"/>
      <w:sz w:val="20"/>
      <w:szCs w:val="20"/>
      <w:lang w:val="en-GB"/>
    </w:rPr>
  </w:style>
  <w:style w:type="character" w:customStyle="1" w:styleId="spanactionbuttonstyle">
    <w:name w:val="span_action_button_style"/>
    <w:rsid w:val="00D16D16"/>
    <w:rPr>
      <w:rFonts w:ascii="Arial" w:hAnsi="Arial" w:cs="Arial"/>
      <w:b/>
      <w:bCs/>
      <w:color w:val="000000"/>
      <w:sz w:val="22"/>
      <w:szCs w:val="22"/>
    </w:rPr>
  </w:style>
  <w:style w:type="character" w:customStyle="1" w:styleId="spanactionbuttonstyle1">
    <w:name w:val="span_action_button_style_1"/>
    <w:rsid w:val="00D16D16"/>
    <w:rPr>
      <w:rFonts w:ascii="Arial" w:hAnsi="Arial" w:cs="Arial"/>
      <w:b/>
      <w:bCs/>
      <w:color w:val="363636"/>
      <w:sz w:val="22"/>
      <w:szCs w:val="22"/>
    </w:rPr>
  </w:style>
  <w:style w:type="character" w:customStyle="1" w:styleId="b4">
    <w:name w:val="b_4"/>
    <w:rsid w:val="00156DEA"/>
    <w:rPr>
      <w:b/>
      <w:bCs/>
      <w:color w:val="000000"/>
      <w:sz w:val="22"/>
      <w:szCs w:val="22"/>
      <w:u w:val="single"/>
    </w:rPr>
  </w:style>
  <w:style w:type="paragraph" w:customStyle="1" w:styleId="li">
    <w:name w:val="li"/>
    <w:rsid w:val="0067641E"/>
    <w:pPr>
      <w:spacing w:before="120" w:after="120" w:line="195" w:lineRule="atLeast"/>
      <w:ind w:left="600"/>
    </w:pPr>
    <w:rPr>
      <w:rFonts w:ascii="Arial" w:eastAsia="Arial" w:hAnsi="Arial" w:cs="Arial"/>
      <w:color w:val="363636"/>
    </w:rPr>
  </w:style>
  <w:style w:type="paragraph" w:customStyle="1" w:styleId="h3">
    <w:name w:val="h3"/>
    <w:basedOn w:val="Heading3"/>
    <w:rsid w:val="0067641E"/>
    <w:pPr>
      <w:pageBreakBefore/>
      <w:tabs>
        <w:tab w:val="clear" w:pos="0"/>
        <w:tab w:val="clear" w:pos="288"/>
      </w:tabs>
      <w:spacing w:before="320" w:after="160" w:line="276" w:lineRule="auto"/>
      <w:ind w:left="720" w:hanging="432"/>
    </w:pPr>
    <w:rPr>
      <w:rFonts w:asciiTheme="majorHAnsi" w:eastAsiaTheme="majorEastAsia" w:hAnsiTheme="majorHAnsi" w:cstheme="majorBidi"/>
      <w:bCs/>
      <w:color w:val="006400"/>
      <w:sz w:val="22"/>
      <w:szCs w:val="22"/>
      <w:u w:val="none"/>
    </w:rPr>
  </w:style>
  <w:style w:type="paragraph" w:customStyle="1" w:styleId="li1">
    <w:name w:val="li_1"/>
    <w:rsid w:val="0067641E"/>
    <w:pPr>
      <w:spacing w:before="120" w:after="120" w:line="195" w:lineRule="atLeast"/>
    </w:pPr>
    <w:rPr>
      <w:rFonts w:ascii="Arial" w:eastAsia="Arial" w:hAnsi="Arial" w:cs="Arial"/>
      <w:color w:val="363636"/>
    </w:rPr>
  </w:style>
  <w:style w:type="character" w:customStyle="1" w:styleId="xref">
    <w:name w:val="xref"/>
    <w:rsid w:val="0067641E"/>
    <w:rPr>
      <w:color w:val="000000"/>
      <w:sz w:val="22"/>
      <w:szCs w:val="22"/>
      <w:u w:val="single"/>
    </w:rPr>
  </w:style>
  <w:style w:type="paragraph" w:customStyle="1" w:styleId="tdTableStyle-FDTable-BodyD-Column1-Body1">
    <w:name w:val="td_TableStyle-FDTable-BodyD-Column1-Body1"/>
    <w:rsid w:val="0067641E"/>
    <w:pPr>
      <w:spacing w:after="0" w:line="240" w:lineRule="auto"/>
    </w:pPr>
    <w:rPr>
      <w:rFonts w:ascii="Arial" w:eastAsia="Arial" w:hAnsi="Arial" w:cs="Arial"/>
      <w:color w:val="000000"/>
      <w:sz w:val="20"/>
      <w:szCs w:val="20"/>
    </w:rPr>
  </w:style>
  <w:style w:type="paragraph" w:customStyle="1" w:styleId="tdTableStyle-FDTable-BodyA-Column1-Body1">
    <w:name w:val="td_TableStyle-FDTable-BodyA-Column1-Body1"/>
    <w:rsid w:val="0067641E"/>
    <w:pPr>
      <w:spacing w:after="0" w:line="240" w:lineRule="auto"/>
    </w:pPr>
    <w:rPr>
      <w:rFonts w:ascii="Arial" w:eastAsia="Arial" w:hAnsi="Arial" w:cs="Arial"/>
      <w:color w:val="363636"/>
      <w:sz w:val="20"/>
      <w:szCs w:val="20"/>
    </w:rPr>
  </w:style>
  <w:style w:type="character" w:customStyle="1" w:styleId="br1">
    <w:name w:val="br_1"/>
    <w:rsid w:val="0067641E"/>
    <w:rPr>
      <w:color w:val="363636"/>
      <w:sz w:val="21"/>
      <w:szCs w:val="21"/>
    </w:rPr>
  </w:style>
  <w:style w:type="character" w:customStyle="1" w:styleId="u">
    <w:name w:val="u"/>
    <w:rsid w:val="0067641E"/>
    <w:rPr>
      <w:color w:val="363636"/>
      <w:sz w:val="22"/>
      <w:szCs w:val="22"/>
      <w:u w:val="single"/>
    </w:rPr>
  </w:style>
  <w:style w:type="character" w:customStyle="1" w:styleId="u1">
    <w:name w:val="u_1"/>
    <w:rsid w:val="0067641E"/>
    <w:rPr>
      <w:b/>
      <w:bCs/>
      <w:color w:val="0070C0"/>
      <w:sz w:val="22"/>
      <w:szCs w:val="22"/>
      <w:u w:val="single"/>
    </w:rPr>
  </w:style>
  <w:style w:type="paragraph" w:customStyle="1" w:styleId="liListbullet11">
    <w:name w:val="li_Listbullet1_1"/>
    <w:rsid w:val="0067641E"/>
    <w:pPr>
      <w:spacing w:before="80" w:after="80" w:line="195" w:lineRule="atLeast"/>
      <w:ind w:left="1650"/>
    </w:pPr>
    <w:rPr>
      <w:rFonts w:ascii="Source Sans Pro" w:eastAsia="Arial" w:hAnsi="Source Sans Pro" w:cs="Source Sans Pro"/>
      <w:color w:val="363636"/>
      <w:sz w:val="21"/>
      <w:szCs w:val="21"/>
    </w:rPr>
  </w:style>
  <w:style w:type="paragraph" w:customStyle="1" w:styleId="td">
    <w:name w:val="td"/>
    <w:rsid w:val="0067641E"/>
    <w:pPr>
      <w:spacing w:after="0" w:line="240" w:lineRule="auto"/>
    </w:pPr>
    <w:rPr>
      <w:rFonts w:ascii="Arial" w:eastAsia="Arial" w:hAnsi="Arial" w:cs="Arial"/>
      <w:color w:val="363636"/>
      <w:sz w:val="20"/>
      <w:szCs w:val="20"/>
    </w:rPr>
  </w:style>
  <w:style w:type="character" w:customStyle="1" w:styleId="span1">
    <w:name w:val="span_1"/>
    <w:rsid w:val="0067641E"/>
    <w:rPr>
      <w:color w:val="363636"/>
      <w:sz w:val="22"/>
      <w:szCs w:val="22"/>
    </w:rPr>
  </w:style>
  <w:style w:type="paragraph" w:customStyle="1" w:styleId="uymh1">
    <w:name w:val="uym_h1"/>
    <w:basedOn w:val="h1"/>
    <w:qFormat/>
    <w:rsid w:val="0067641E"/>
    <w:rPr>
      <w:caps/>
    </w:rPr>
  </w:style>
  <w:style w:type="paragraph" w:customStyle="1" w:styleId="li-li">
    <w:name w:val="li-li"/>
    <w:basedOn w:val="liListbullet"/>
    <w:qFormat/>
    <w:rsid w:val="0067641E"/>
    <w:pPr>
      <w:keepLines w:val="0"/>
      <w:numPr>
        <w:numId w:val="27"/>
      </w:numPr>
      <w:ind w:left="780" w:firstLine="0"/>
    </w:pPr>
    <w:rPr>
      <w:szCs w:val="22"/>
      <w:lang w:val="en-US"/>
    </w:rPr>
  </w:style>
  <w:style w:type="paragraph" w:customStyle="1" w:styleId="UM-h3">
    <w:name w:val="UM-h3"/>
    <w:basedOn w:val="h2"/>
    <w:qFormat/>
    <w:rsid w:val="0067641E"/>
  </w:style>
  <w:style w:type="character" w:customStyle="1" w:styleId="spanspan1">
    <w:name w:val="span_span_1"/>
    <w:rsid w:val="0067641E"/>
    <w:rPr>
      <w:b/>
      <w:sz w:val="20"/>
    </w:rPr>
  </w:style>
  <w:style w:type="paragraph" w:customStyle="1" w:styleId="p1">
    <w:name w:val="p_1"/>
    <w:rsid w:val="0067641E"/>
    <w:pPr>
      <w:spacing w:before="160" w:after="128" w:line="240" w:lineRule="auto"/>
    </w:pPr>
    <w:rPr>
      <w:rFonts w:ascii="Arial" w:eastAsia="Arial" w:hAnsi="Arial" w:cs="Arial"/>
      <w:b/>
      <w:bCs/>
      <w:color w:val="363636"/>
      <w:sz w:val="16"/>
      <w:szCs w:val="16"/>
    </w:rPr>
  </w:style>
  <w:style w:type="character" w:customStyle="1" w:styleId="searchhighlight">
    <w:name w:val="searchhighlight"/>
    <w:basedOn w:val="DefaultParagraphFont"/>
    <w:rsid w:val="0067641E"/>
  </w:style>
  <w:style w:type="paragraph" w:customStyle="1" w:styleId="pFielddescription">
    <w:name w:val="p_Field_description"/>
    <w:rsid w:val="0067641E"/>
    <w:pPr>
      <w:spacing w:before="160" w:after="128" w:line="240" w:lineRule="auto"/>
    </w:pPr>
    <w:rPr>
      <w:rFonts w:ascii="Source Sans Pro" w:eastAsia="Arial" w:hAnsi="Source Sans Pro" w:cs="Source Sans Pro"/>
      <w:color w:val="363636"/>
      <w:sz w:val="16"/>
      <w:szCs w:val="16"/>
    </w:rPr>
  </w:style>
  <w:style w:type="character" w:customStyle="1" w:styleId="bactionbuttonstyle">
    <w:name w:val="b_action_button_style"/>
    <w:rsid w:val="00EA771C"/>
    <w:rPr>
      <w:b/>
      <w:bCs/>
      <w:color w:val="000000" w:themeColor="text1"/>
      <w:sz w:val="20"/>
      <w:szCs w:val="22"/>
    </w:rPr>
  </w:style>
  <w:style w:type="paragraph" w:customStyle="1" w:styleId="ptableheadingtext0">
    <w:name w:val="p_tableheading text"/>
    <w:basedOn w:val="Normal"/>
    <w:qFormat/>
    <w:rsid w:val="00EA771C"/>
    <w:pPr>
      <w:keepNext/>
      <w:keepLines w:val="0"/>
      <w:spacing w:before="223" w:after="223" w:line="276" w:lineRule="auto"/>
      <w:ind w:left="0"/>
      <w:outlineLvl w:val="0"/>
    </w:pPr>
    <w:rPr>
      <w:rFonts w:eastAsiaTheme="minorEastAsia" w:cs="Arial"/>
      <w:b/>
      <w:color w:val="000000"/>
      <w:lang w:val="en-US"/>
    </w:rPr>
  </w:style>
  <w:style w:type="paragraph" w:customStyle="1" w:styleId="pBodyParagraph1">
    <w:name w:val="p_BodyParagraph_1"/>
    <w:rsid w:val="00B407B0"/>
    <w:pPr>
      <w:spacing w:before="60" w:after="60" w:line="240" w:lineRule="auto"/>
      <w:ind w:left="606"/>
    </w:pPr>
    <w:rPr>
      <w:rFonts w:ascii="Arial" w:eastAsia="Arial" w:hAnsi="Arial" w:cs="Arial"/>
      <w:color w:val="363636"/>
      <w:sz w:val="21"/>
      <w:szCs w:val="21"/>
    </w:rPr>
  </w:style>
  <w:style w:type="paragraph" w:customStyle="1" w:styleId="ul">
    <w:name w:val="ul"/>
    <w:rsid w:val="00B407B0"/>
    <w:pPr>
      <w:spacing w:after="0" w:line="240" w:lineRule="auto"/>
      <w:ind w:left="600"/>
    </w:pPr>
    <w:rPr>
      <w:rFonts w:ascii="Arial" w:eastAsia="Arial" w:hAnsi="Arial" w:cs="Arial"/>
      <w:color w:val="363636"/>
      <w:sz w:val="16"/>
      <w:szCs w:val="16"/>
    </w:rPr>
  </w:style>
  <w:style w:type="character" w:customStyle="1" w:styleId="spanactionbuttonstyle2">
    <w:name w:val="span_action_button_style_2"/>
    <w:rsid w:val="00B407B0"/>
    <w:rPr>
      <w:rFonts w:ascii="Arial" w:hAnsi="Arial" w:cs="Arial"/>
      <w:b/>
      <w:bCs/>
      <w:color w:val="000000"/>
      <w:sz w:val="22"/>
      <w:szCs w:val="22"/>
    </w:rPr>
  </w:style>
  <w:style w:type="paragraph" w:customStyle="1" w:styleId="pNoteIcon1">
    <w:name w:val="p_NoteIcon_1"/>
    <w:rsid w:val="00B407B0"/>
    <w:pPr>
      <w:pBdr>
        <w:left w:val="single" w:sz="12" w:space="30" w:color="1D6FC4"/>
      </w:pBdr>
      <w:shd w:val="clear" w:color="auto" w:fill="F5F5F5"/>
      <w:spacing w:before="160" w:after="168" w:line="240" w:lineRule="auto"/>
      <w:ind w:left="600"/>
    </w:pPr>
    <w:rPr>
      <w:rFonts w:ascii="Arial" w:eastAsia="Arial" w:hAnsi="Arial" w:cs="Arial"/>
      <w:color w:val="000000"/>
      <w:sz w:val="21"/>
      <w:szCs w:val="21"/>
      <w:shd w:val="clear" w:color="auto" w:fill="F5F5F5"/>
    </w:rPr>
  </w:style>
  <w:style w:type="paragraph" w:customStyle="1" w:styleId="p2">
    <w:name w:val="p_2"/>
    <w:rsid w:val="00B407B0"/>
    <w:pPr>
      <w:spacing w:before="160" w:after="128" w:line="240" w:lineRule="auto"/>
      <w:ind w:left="600"/>
    </w:pPr>
    <w:rPr>
      <w:rFonts w:ascii="Arial" w:eastAsia="Arial" w:hAnsi="Arial" w:cs="Arial"/>
      <w:color w:val="363636"/>
      <w:sz w:val="16"/>
      <w:szCs w:val="16"/>
    </w:rPr>
  </w:style>
  <w:style w:type="character" w:customStyle="1" w:styleId="b5">
    <w:name w:val="b_5"/>
    <w:rsid w:val="00B407B0"/>
    <w:rPr>
      <w:b/>
      <w:bCs/>
      <w:color w:val="363636"/>
      <w:sz w:val="16"/>
      <w:szCs w:val="16"/>
      <w:u w:val="single"/>
    </w:rPr>
  </w:style>
  <w:style w:type="paragraph" w:customStyle="1" w:styleId="GlossaryPageTerm">
    <w:name w:val="GlossaryPageTerm"/>
    <w:rsid w:val="00B407B0"/>
    <w:pPr>
      <w:keepNext/>
      <w:spacing w:after="0" w:line="240" w:lineRule="auto"/>
    </w:pPr>
    <w:rPr>
      <w:rFonts w:ascii="Arial" w:eastAsia="Arial" w:hAnsi="Arial" w:cs="Arial"/>
      <w:b/>
      <w:bCs/>
      <w:sz w:val="20"/>
      <w:szCs w:val="20"/>
    </w:rPr>
  </w:style>
  <w:style w:type="paragraph" w:customStyle="1" w:styleId="GlossaryPageDefinition">
    <w:name w:val="GlossaryPageDefinition"/>
    <w:rsid w:val="00B407B0"/>
    <w:pPr>
      <w:spacing w:after="0" w:line="240" w:lineRule="auto"/>
      <w:ind w:left="480"/>
    </w:pPr>
    <w:rPr>
      <w:rFonts w:ascii="Arial" w:eastAsia="Arial" w:hAnsi="Arial" w:cs="Arial"/>
      <w:sz w:val="18"/>
      <w:szCs w:val="18"/>
    </w:rPr>
  </w:style>
  <w:style w:type="paragraph" w:customStyle="1" w:styleId="GlossaryPageHeading">
    <w:name w:val="GlossaryPageHeading"/>
    <w:rsid w:val="00B407B0"/>
    <w:pPr>
      <w:keepNext/>
      <w:pBdr>
        <w:bottom w:val="single" w:sz="6" w:space="0" w:color="000000"/>
      </w:pBdr>
      <w:spacing w:before="400" w:line="240" w:lineRule="auto"/>
    </w:pPr>
    <w:rPr>
      <w:rFonts w:ascii="Arial" w:eastAsia="Arial" w:hAnsi="Arial" w:cs="Arial"/>
      <w:b/>
      <w:bCs/>
      <w:color w:val="363636"/>
    </w:rPr>
  </w:style>
  <w:style w:type="paragraph" w:customStyle="1" w:styleId="p-b">
    <w:name w:val="p-b"/>
    <w:basedOn w:val="Normal"/>
    <w:qFormat/>
    <w:rsid w:val="00B407B0"/>
    <w:pPr>
      <w:keepLines w:val="0"/>
      <w:spacing w:before="0" w:after="0"/>
      <w:ind w:left="0"/>
    </w:pPr>
    <w:rPr>
      <w:rFonts w:asciiTheme="minorHAnsi" w:eastAsiaTheme="minorEastAsia" w:hAnsiTheme="minorHAnsi" w:cstheme="minorBidi"/>
      <w:sz w:val="22"/>
      <w:szCs w:val="22"/>
      <w:lang w:val="en-US"/>
    </w:rPr>
  </w:style>
  <w:style w:type="character" w:customStyle="1" w:styleId="noprint">
    <w:name w:val="noprint"/>
    <w:basedOn w:val="DefaultParagraphFont"/>
    <w:rsid w:val="00DB049F"/>
  </w:style>
  <w:style w:type="character" w:customStyle="1" w:styleId="url">
    <w:name w:val="url"/>
    <w:basedOn w:val="DefaultParagraphFont"/>
    <w:rsid w:val="00DB0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0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oracle.com/cd/F40800_01/homepage.htm" TargetMode="External"/><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1.pn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nodejs.org/en/" TargetMode="External"/><Relationship Id="rId23" Type="http://schemas.openxmlformats.org/officeDocument/2006/relationships/image" Target="media/image10.png"/><Relationship Id="rId28" Type="http://schemas.openxmlformats.org/officeDocument/2006/relationships/hyperlink" Target="http://127.0.0.1:8080/obapi/index.html" TargetMode="External"/><Relationship Id="rId10" Type="http://schemas.openxmlformats.org/officeDocument/2006/relationships/hyperlink" Target="http://www.oracle.com/pls/topic/lookup?ctx=acc&amp;id=docacc" TargetMode="External"/><Relationship Id="rId19" Type="http://schemas.openxmlformats.org/officeDocument/2006/relationships/image" Target="media/image7.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http://www.oracle.com/financialservices/" TargetMode="External"/><Relationship Id="rId14" Type="http://schemas.openxmlformats.org/officeDocument/2006/relationships/image" Target="media/image3.png"/><Relationship Id="rId22" Type="http://schemas.openxmlformats.org/officeDocument/2006/relationships/hyperlink" Target="http://www-proxy-idc.in.oracle.com:80" TargetMode="External"/><Relationship Id="rId27" Type="http://schemas.openxmlformats.org/officeDocument/2006/relationships/image" Target="media/image14.png"/><Relationship Id="rId30" Type="http://schemas.openxmlformats.org/officeDocument/2006/relationships/hyperlink" Target="http://127.0.0.1:8080/swagger/ui/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OBDX\Authoring_Templates\MS_Word_Templates\OBDX-U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63CF2-86E0-4FEF-8DE5-16B2AC1C0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OBDX-UM-Template.dotx</Template>
  <TotalTime>445</TotalTime>
  <Pages>11</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Oracle Banking APIs Local Swagger UI Setup Guide</vt:lpstr>
    </vt:vector>
  </TitlesOfParts>
  <Company>OFSS</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Banking APIs Local Swagger UI Setup Guide</dc:title>
  <dc:creator>OFSS</dc:creator>
  <cp:lastModifiedBy>Megha Daga</cp:lastModifiedBy>
  <cp:revision>119</cp:revision>
  <cp:lastPrinted>2020-10-16T06:28:00Z</cp:lastPrinted>
  <dcterms:created xsi:type="dcterms:W3CDTF">2020-09-28T07:46:00Z</dcterms:created>
  <dcterms:modified xsi:type="dcterms:W3CDTF">2021-05-18T05:36:00Z</dcterms:modified>
</cp:coreProperties>
</file>